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076" w:rsidRDefault="00C12076" w:rsidP="005A1C61">
      <w:pPr>
        <w:spacing w:after="0" w:line="240" w:lineRule="auto"/>
        <w:rPr>
          <w:rStyle w:val="Heading1Char"/>
          <w:rFonts w:ascii="Times New Roman" w:hAnsi="Times New Roman"/>
          <w:color w:val="auto"/>
          <w:sz w:val="24"/>
          <w:szCs w:val="24"/>
        </w:rPr>
      </w:pPr>
      <w:r>
        <w:rPr>
          <w:rStyle w:val="Heading1Char"/>
          <w:rFonts w:ascii="Times New Roman" w:hAnsi="Times New Roman"/>
          <w:color w:val="auto"/>
          <w:sz w:val="24"/>
          <w:szCs w:val="24"/>
        </w:rPr>
        <w:t xml:space="preserve">                      НАШИ БЛОКАДНЫЕ МАТЕРИ </w:t>
      </w:r>
    </w:p>
    <w:p w:rsidR="00C12076" w:rsidRPr="000663ED" w:rsidRDefault="00C12076" w:rsidP="005A1C61">
      <w:pPr>
        <w:spacing w:after="0" w:line="240" w:lineRule="auto"/>
        <w:rPr>
          <w:rFonts w:ascii="Times New Roman" w:hAnsi="Times New Roman"/>
          <w:sz w:val="24"/>
          <w:szCs w:val="24"/>
        </w:rPr>
      </w:pPr>
      <w:r>
        <w:rPr>
          <w:rStyle w:val="Heading1Char"/>
          <w:rFonts w:ascii="Times New Roman" w:hAnsi="Times New Roman"/>
          <w:color w:val="auto"/>
          <w:sz w:val="24"/>
          <w:szCs w:val="24"/>
        </w:rPr>
        <w:t xml:space="preserve">Посвящается блокадным матерям, благодаря жертвенному подвигу которых были сохранены жизни детей - поколение будущих ленинградцев. Написано по воспоминаниям детей блокады. </w:t>
      </w:r>
    </w:p>
    <w:p w:rsidR="00C12076" w:rsidRPr="00A97A46" w:rsidRDefault="00C12076" w:rsidP="005A1C61">
      <w:pPr>
        <w:spacing w:after="0" w:line="240" w:lineRule="auto"/>
        <w:rPr>
          <w:rFonts w:ascii="Times New Roman" w:hAnsi="Times New Roman"/>
          <w:sz w:val="24"/>
          <w:szCs w:val="24"/>
          <w:lang w:eastAsia="ru-RU"/>
        </w:rPr>
      </w:pPr>
    </w:p>
    <w:p w:rsidR="00C12076" w:rsidRPr="00C47865" w:rsidRDefault="00C12076" w:rsidP="005A1C61">
      <w:pPr>
        <w:spacing w:after="0" w:line="240" w:lineRule="auto"/>
        <w:rPr>
          <w:rStyle w:val="apple-style-span"/>
          <w:rFonts w:ascii="Times New Roman" w:hAnsi="Times New Roman"/>
          <w:b/>
          <w:sz w:val="24"/>
          <w:szCs w:val="24"/>
        </w:rPr>
      </w:pPr>
      <w:r>
        <w:rPr>
          <w:rStyle w:val="apple-style-span"/>
          <w:rFonts w:ascii="Times New Roman" w:hAnsi="Times New Roman"/>
          <w:sz w:val="24"/>
          <w:szCs w:val="24"/>
        </w:rPr>
        <w:t xml:space="preserve">                                                                                                                    </w:t>
      </w:r>
      <w:r w:rsidRPr="000663ED">
        <w:rPr>
          <w:rStyle w:val="apple-style-span"/>
          <w:rFonts w:ascii="Times New Roman" w:hAnsi="Times New Roman"/>
          <w:b/>
          <w:sz w:val="24"/>
          <w:szCs w:val="24"/>
        </w:rPr>
        <w:t>Наталья Морсова</w:t>
      </w:r>
    </w:p>
    <w:p w:rsidR="00C12076" w:rsidRDefault="00C12076" w:rsidP="005A1C61">
      <w:pPr>
        <w:spacing w:after="0" w:line="240" w:lineRule="auto"/>
        <w:ind w:firstLine="709"/>
        <w:rPr>
          <w:rStyle w:val="apple-style-span"/>
          <w:rFonts w:ascii="Times New Roman" w:hAnsi="Times New Roman"/>
          <w:b/>
          <w:sz w:val="24"/>
          <w:szCs w:val="24"/>
        </w:rPr>
      </w:pPr>
      <w:r>
        <w:rPr>
          <w:rStyle w:val="apple-style-span"/>
          <w:rFonts w:ascii="Times New Roman" w:hAnsi="Times New Roman"/>
          <w:sz w:val="24"/>
          <w:szCs w:val="24"/>
        </w:rPr>
        <w:t xml:space="preserve">                                    </w:t>
      </w:r>
      <w:r w:rsidRPr="000663ED">
        <w:rPr>
          <w:rStyle w:val="apple-style-span"/>
          <w:rFonts w:ascii="Times New Roman" w:hAnsi="Times New Roman"/>
          <w:b/>
          <w:sz w:val="24"/>
          <w:szCs w:val="24"/>
        </w:rPr>
        <w:t>член международного Союза славянских журналистов</w:t>
      </w:r>
      <w:r>
        <w:rPr>
          <w:rStyle w:val="apple-style-span"/>
          <w:rFonts w:ascii="Times New Roman" w:hAnsi="Times New Roman"/>
          <w:b/>
          <w:sz w:val="24"/>
          <w:szCs w:val="24"/>
        </w:rPr>
        <w:t xml:space="preserve">,  </w:t>
      </w:r>
    </w:p>
    <w:p w:rsidR="00C12076" w:rsidRPr="002E3438" w:rsidRDefault="00C12076" w:rsidP="005A1C61">
      <w:pPr>
        <w:spacing w:after="0" w:line="240" w:lineRule="auto"/>
        <w:ind w:firstLine="709"/>
        <w:rPr>
          <w:rStyle w:val="apple-style-span"/>
          <w:rFonts w:ascii="Times New Roman" w:hAnsi="Times New Roman"/>
          <w:sz w:val="24"/>
          <w:szCs w:val="24"/>
        </w:rPr>
      </w:pPr>
      <w:r>
        <w:rPr>
          <w:rStyle w:val="apple-style-span"/>
          <w:rFonts w:ascii="Times New Roman" w:hAnsi="Times New Roman"/>
          <w:b/>
          <w:sz w:val="24"/>
          <w:szCs w:val="24"/>
        </w:rPr>
        <w:t xml:space="preserve">                   лауреат конкурса «Станицы семейной славы в 2011, 2012, 2013 г.г.</w:t>
      </w:r>
    </w:p>
    <w:p w:rsidR="00C12076" w:rsidRDefault="00C12076" w:rsidP="005A1C61">
      <w:pPr>
        <w:spacing w:after="0" w:line="240" w:lineRule="auto"/>
        <w:rPr>
          <w:rStyle w:val="apple-style-span"/>
          <w:rFonts w:ascii="Times New Roman" w:hAnsi="Times New Roman"/>
          <w:sz w:val="24"/>
          <w:szCs w:val="24"/>
        </w:rPr>
      </w:pPr>
      <w:r w:rsidRPr="000663ED">
        <w:rPr>
          <w:rStyle w:val="apple-style-span"/>
          <w:rFonts w:ascii="Times New Roman" w:hAnsi="Times New Roman"/>
          <w:sz w:val="24"/>
          <w:szCs w:val="24"/>
        </w:rPr>
        <w:t xml:space="preserve">                </w:t>
      </w:r>
      <w:r>
        <w:rPr>
          <w:rStyle w:val="apple-style-span"/>
          <w:rFonts w:ascii="Times New Roman" w:hAnsi="Times New Roman"/>
          <w:sz w:val="24"/>
          <w:szCs w:val="24"/>
        </w:rPr>
        <w:t xml:space="preserve">                                 Использовались: интернет </w:t>
      </w:r>
      <w:r w:rsidRPr="0087303C">
        <w:rPr>
          <w:rStyle w:val="apple-style-span"/>
          <w:rFonts w:ascii="Times New Roman" w:hAnsi="Times New Roman"/>
          <w:sz w:val="24"/>
          <w:szCs w:val="24"/>
        </w:rPr>
        <w:t>фото</w:t>
      </w:r>
      <w:r>
        <w:rPr>
          <w:rStyle w:val="apple-style-span"/>
          <w:rFonts w:ascii="Times New Roman" w:hAnsi="Times New Roman"/>
          <w:sz w:val="24"/>
          <w:szCs w:val="24"/>
        </w:rPr>
        <w:t xml:space="preserve">, </w:t>
      </w:r>
      <w:r w:rsidRPr="0087303C">
        <w:rPr>
          <w:rStyle w:val="apple-style-span"/>
          <w:rFonts w:ascii="Times New Roman" w:hAnsi="Times New Roman"/>
          <w:sz w:val="24"/>
          <w:szCs w:val="24"/>
        </w:rPr>
        <w:t>фото</w:t>
      </w:r>
      <w:r w:rsidRPr="000663ED">
        <w:rPr>
          <w:rStyle w:val="apple-style-span"/>
          <w:rFonts w:ascii="Times New Roman" w:hAnsi="Times New Roman"/>
          <w:sz w:val="24"/>
          <w:szCs w:val="24"/>
        </w:rPr>
        <w:t xml:space="preserve"> </w:t>
      </w:r>
      <w:r>
        <w:rPr>
          <w:rStyle w:val="apple-style-span"/>
          <w:rFonts w:ascii="Times New Roman" w:hAnsi="Times New Roman"/>
          <w:sz w:val="24"/>
          <w:szCs w:val="24"/>
        </w:rPr>
        <w:t xml:space="preserve">из личных архивов    </w:t>
      </w:r>
    </w:p>
    <w:p w:rsidR="00C12076" w:rsidRDefault="00C12076" w:rsidP="005A1C61">
      <w:pPr>
        <w:spacing w:after="0" w:line="240" w:lineRule="auto"/>
        <w:rPr>
          <w:rStyle w:val="apple-style-span"/>
          <w:rFonts w:ascii="Times New Roman" w:hAnsi="Times New Roman"/>
          <w:sz w:val="24"/>
          <w:szCs w:val="24"/>
        </w:rPr>
      </w:pPr>
      <w:r>
        <w:rPr>
          <w:rStyle w:val="apple-style-span"/>
          <w:rFonts w:ascii="Times New Roman" w:hAnsi="Times New Roman"/>
          <w:sz w:val="24"/>
          <w:szCs w:val="24"/>
        </w:rPr>
        <w:t xml:space="preserve">                                                 семьи Платоновых, Михайловых, Соловьёвых.</w:t>
      </w:r>
    </w:p>
    <w:p w:rsidR="00C12076" w:rsidRDefault="00C12076" w:rsidP="005A1C61">
      <w:pPr>
        <w:pStyle w:val="NormalWeb"/>
        <w:spacing w:before="0" w:beforeAutospacing="0" w:after="0" w:afterAutospacing="0"/>
        <w:rPr>
          <w:rStyle w:val="apple-style-span"/>
          <w:b/>
        </w:rPr>
      </w:pPr>
      <w:r w:rsidRPr="0001405A">
        <w:rPr>
          <w:rStyle w:val="apple-style-span"/>
          <w:b/>
        </w:rPr>
        <w:t xml:space="preserve">    </w:t>
      </w:r>
    </w:p>
    <w:p w:rsidR="00C12076" w:rsidRPr="0001405A" w:rsidRDefault="00C12076" w:rsidP="005A1C61">
      <w:pPr>
        <w:pStyle w:val="NormalWeb"/>
        <w:spacing w:before="0" w:beforeAutospacing="0" w:after="0" w:afterAutospacing="0"/>
        <w:rPr>
          <w:rStyle w:val="apple-style-span"/>
          <w:b/>
        </w:rPr>
      </w:pPr>
      <w:r>
        <w:rPr>
          <w:rStyle w:val="apple-style-span"/>
          <w:b/>
        </w:rPr>
        <w:t xml:space="preserve">      </w:t>
      </w:r>
      <w:r w:rsidRPr="0001405A">
        <w:rPr>
          <w:rStyle w:val="apple-style-span"/>
          <w:b/>
        </w:rPr>
        <w:t>Блокада Ленинграда - к</w:t>
      </w:r>
      <w:r w:rsidRPr="0001405A">
        <w:rPr>
          <w:b/>
        </w:rPr>
        <w:t>усочек ада на земле</w:t>
      </w:r>
      <w:r w:rsidRPr="0001405A">
        <w:rPr>
          <w:rStyle w:val="apple-style-span"/>
          <w:b/>
        </w:rPr>
        <w:t xml:space="preserve">. </w:t>
      </w:r>
    </w:p>
    <w:p w:rsidR="00C12076" w:rsidRDefault="00C12076" w:rsidP="005A1C61">
      <w:pPr>
        <w:pStyle w:val="NormalWeb"/>
        <w:spacing w:before="0" w:beforeAutospacing="0" w:after="0" w:afterAutospacing="0"/>
        <w:rPr>
          <w:rStyle w:val="apple-style-span"/>
        </w:rPr>
      </w:pPr>
      <w:r>
        <w:rPr>
          <w:rStyle w:val="apple-style-span"/>
        </w:rPr>
        <w:t xml:space="preserve"> </w:t>
      </w:r>
      <w:r w:rsidRPr="000663ED">
        <w:rPr>
          <w:rStyle w:val="apple-style-span"/>
        </w:rPr>
        <w:t xml:space="preserve">В планах германского Вермахта не было цели - захватить Ленинград, - </w:t>
      </w:r>
      <w:r>
        <w:rPr>
          <w:rStyle w:val="apple-style-span"/>
        </w:rPr>
        <w:t xml:space="preserve">слишком неприступный город, </w:t>
      </w:r>
      <w:r w:rsidRPr="000663ED">
        <w:rPr>
          <w:rStyle w:val="apple-style-span"/>
        </w:rPr>
        <w:t>он должен был быть полностью стёрт с лица Земли. В плане "Барбаросса" уничтожение города на Неве  считалось «неотъемлемой задачей». Именно поэтому его ежедневно бомбила фашистская авиация. В сражение на Ленинградском фронте были втянуты крупные соединения  немецких  войск</w:t>
      </w:r>
      <w:r>
        <w:rPr>
          <w:rStyle w:val="apple-style-span"/>
        </w:rPr>
        <w:t xml:space="preserve">, </w:t>
      </w:r>
      <w:r w:rsidRPr="000663ED">
        <w:rPr>
          <w:rStyle w:val="apple-style-span"/>
        </w:rPr>
        <w:t>финская армия</w:t>
      </w:r>
      <w:r>
        <w:rPr>
          <w:rStyle w:val="apple-style-span"/>
        </w:rPr>
        <w:t xml:space="preserve">,  Голубая дивизия испанских войск </w:t>
      </w:r>
      <w:r>
        <w:t xml:space="preserve">с участием добровольцев из Северной Африки, Европы, военно  – морских сил Италии. Вражеская авиация сбросила на Ленинград несколько тысяч зажигательных бомб с целью вызвать массовые пожары. Особое внимание уделялось уничтожению складов с продовольствием, и это им удалось. Так десятого сентября фашисты разбомбили Бадаевские склады, где находились значительные запасы продовольствия. Пожар был грандиозным, тысячи тонн продуктов сгорели, расплавленный сахар тёк по городу, впитываясь в землю. В городе начался голод. Именно голод определял судьбу населения Ленинграда. 8 </w:t>
      </w:r>
      <w:r w:rsidRPr="000663ED">
        <w:rPr>
          <w:rStyle w:val="apple-style-span"/>
        </w:rPr>
        <w:t xml:space="preserve">сентября 1941 года прекратилось сухопутное сообщение с Ленинградом. </w:t>
      </w:r>
      <w:r>
        <w:rPr>
          <w:rStyle w:val="apple-style-span"/>
        </w:rPr>
        <w:t xml:space="preserve"> Началась блокада Ленинграда</w:t>
      </w:r>
      <w:r>
        <w:t xml:space="preserve">. </w:t>
      </w:r>
      <w:r>
        <w:rPr>
          <w:rStyle w:val="apple-style-span"/>
        </w:rPr>
        <w:t xml:space="preserve">Поставки продовольствия в город прекратились. </w:t>
      </w:r>
      <w:r>
        <w:t xml:space="preserve">Блокада была сознательно нацелена на вымирание населения. </w:t>
      </w:r>
      <w:r w:rsidRPr="000663ED">
        <w:rPr>
          <w:rStyle w:val="apple-style-span"/>
        </w:rPr>
        <w:t xml:space="preserve">Город, окружённый плотным кольцом вражеских  армий, оказался полностью оторванным от своей страны. С этого дня начали свой страшный отсчет 900 блокадных дней. </w:t>
      </w:r>
      <w:r>
        <w:rPr>
          <w:rStyle w:val="apple-style-span"/>
        </w:rPr>
        <w:t xml:space="preserve">  </w:t>
      </w:r>
    </w:p>
    <w:p w:rsidR="00C12076" w:rsidRDefault="00C12076" w:rsidP="005A1C61">
      <w:pPr>
        <w:pStyle w:val="NormalWeb"/>
        <w:spacing w:before="0" w:beforeAutospacing="0" w:after="0" w:afterAutospacing="0"/>
        <w:rPr>
          <w:rStyle w:val="NormalWebChar"/>
        </w:rPr>
      </w:pPr>
      <w:r>
        <w:rPr>
          <w:rStyle w:val="apple-style-span"/>
        </w:rPr>
        <w:t xml:space="preserve">      </w:t>
      </w:r>
      <w:r w:rsidRPr="000663ED">
        <w:rPr>
          <w:rStyle w:val="apple-style-span"/>
        </w:rPr>
        <w:t xml:space="preserve">Обыкновенные люди - мужчины, женщины, дети вошли в бессмертие, потому что сопротивлялись смерти, вопреки обстоятельствам и условиям, которых до сих пор не знала история. </w:t>
      </w:r>
      <w:r>
        <w:rPr>
          <w:rStyle w:val="apple-style-span"/>
        </w:rPr>
        <w:t>К началу блокады</w:t>
      </w:r>
      <w:r w:rsidRPr="000663ED">
        <w:rPr>
          <w:rStyle w:val="apple-style-span"/>
        </w:rPr>
        <w:t xml:space="preserve"> в городе оставались три миллиона человек, в том числе около 400 тысяч детей</w:t>
      </w:r>
      <w:r>
        <w:rPr>
          <w:rStyle w:val="apple-style-span"/>
        </w:rPr>
        <w:t>, - их не успели эвакуировать.</w:t>
      </w:r>
      <w:r w:rsidRPr="000663ED">
        <w:t xml:space="preserve"> </w:t>
      </w:r>
      <w:r w:rsidRPr="000663ED">
        <w:rPr>
          <w:rStyle w:val="NormalWebChar"/>
        </w:rPr>
        <w:t>Все трудности выживания</w:t>
      </w:r>
      <w:r>
        <w:rPr>
          <w:rStyle w:val="NormalWebChar"/>
        </w:rPr>
        <w:t xml:space="preserve">, которые достались взрослым, </w:t>
      </w:r>
      <w:r w:rsidRPr="000663ED">
        <w:rPr>
          <w:rStyle w:val="NormalWebChar"/>
        </w:rPr>
        <w:t xml:space="preserve">легли на хрупкие </w:t>
      </w:r>
      <w:r>
        <w:rPr>
          <w:rStyle w:val="NormalWebChar"/>
        </w:rPr>
        <w:t xml:space="preserve">детские </w:t>
      </w:r>
      <w:r w:rsidRPr="000663ED">
        <w:rPr>
          <w:rStyle w:val="NormalWebChar"/>
        </w:rPr>
        <w:t>плечи. Им приходилось бы</w:t>
      </w:r>
      <w:r>
        <w:rPr>
          <w:rStyle w:val="NormalWebChar"/>
        </w:rPr>
        <w:t>ть сильными,</w:t>
      </w:r>
      <w:r w:rsidRPr="000663ED">
        <w:rPr>
          <w:rStyle w:val="NormalWebChar"/>
        </w:rPr>
        <w:t xml:space="preserve"> выносливыми</w:t>
      </w:r>
      <w:r>
        <w:rPr>
          <w:rStyle w:val="NormalWebChar"/>
        </w:rPr>
        <w:t>.</w:t>
      </w:r>
      <w:r>
        <w:t xml:space="preserve"> </w:t>
      </w:r>
      <w:r>
        <w:rPr>
          <w:rStyle w:val="NormalWebChar"/>
        </w:rPr>
        <w:t xml:space="preserve"> </w:t>
      </w:r>
      <w:r w:rsidRPr="000663ED">
        <w:rPr>
          <w:rStyle w:val="apple-style-span"/>
        </w:rPr>
        <w:t>Дети не только боролись за свою жизнь, они трудились:</w:t>
      </w:r>
      <w:r>
        <w:rPr>
          <w:rStyle w:val="NormalWebChar"/>
        </w:rPr>
        <w:t xml:space="preserve"> собирали</w:t>
      </w:r>
      <w:r w:rsidRPr="000663ED">
        <w:rPr>
          <w:rStyle w:val="NormalWebChar"/>
        </w:rPr>
        <w:t xml:space="preserve">  доски, мебел</w:t>
      </w:r>
      <w:r>
        <w:rPr>
          <w:rStyle w:val="NormalWebChar"/>
        </w:rPr>
        <w:t>ь, чтобы топить буржуйку, носили</w:t>
      </w:r>
      <w:r w:rsidRPr="000663ED">
        <w:rPr>
          <w:rStyle w:val="NormalWebChar"/>
        </w:rPr>
        <w:t xml:space="preserve"> тяжёлые вёдра с водой, </w:t>
      </w:r>
      <w:r>
        <w:rPr>
          <w:rStyle w:val="NormalWebChar"/>
        </w:rPr>
        <w:t>копали землю и сажали картошку, стояли</w:t>
      </w:r>
      <w:r w:rsidRPr="000663ED">
        <w:rPr>
          <w:rStyle w:val="NormalWebChar"/>
        </w:rPr>
        <w:t xml:space="preserve"> в очередях за скудным хлебным пайком 125 граммов</w:t>
      </w:r>
      <w:r>
        <w:rPr>
          <w:rStyle w:val="NormalWebChar"/>
        </w:rPr>
        <w:t>.</w:t>
      </w:r>
      <w:r w:rsidRPr="000663ED">
        <w:rPr>
          <w:rStyle w:val="NormalWebChar"/>
        </w:rPr>
        <w:t xml:space="preserve"> </w:t>
      </w:r>
      <w:r w:rsidRPr="00E41CE4">
        <w:t xml:space="preserve">От этих </w:t>
      </w:r>
      <w:r w:rsidRPr="00E41CE4">
        <w:rPr>
          <w:rStyle w:val="blackmid"/>
        </w:rPr>
        <w:t xml:space="preserve">125 граммов хлеба зависела человеческая жизнь, да и не был он </w:t>
      </w:r>
      <w:r>
        <w:rPr>
          <w:rStyle w:val="blackmid"/>
        </w:rPr>
        <w:t xml:space="preserve">вовсе </w:t>
      </w:r>
      <w:r w:rsidRPr="00E41CE4">
        <w:rPr>
          <w:rStyle w:val="blackmid"/>
        </w:rPr>
        <w:t>хлебом, а липким черным месиво</w:t>
      </w:r>
      <w:r>
        <w:rPr>
          <w:rStyle w:val="blackmid"/>
        </w:rPr>
        <w:t xml:space="preserve">м, сделанным из мучных отходов, </w:t>
      </w:r>
      <w:r w:rsidRPr="00E41CE4">
        <w:rPr>
          <w:rStyle w:val="blackmid"/>
        </w:rPr>
        <w:t>мокрым, расплывающимся в руках.</w:t>
      </w:r>
      <w:r>
        <w:rPr>
          <w:rStyle w:val="blackmid"/>
          <w:rFonts w:ascii="Arial" w:hAnsi="Arial" w:cs="Arial"/>
          <w:color w:val="351B00"/>
          <w:sz w:val="20"/>
          <w:szCs w:val="20"/>
        </w:rPr>
        <w:t xml:space="preserve"> </w:t>
      </w:r>
      <w:r w:rsidRPr="00D56BBD">
        <w:rPr>
          <w:rStyle w:val="blackmid"/>
        </w:rPr>
        <w:t>Подростки</w:t>
      </w:r>
      <w:r>
        <w:rPr>
          <w:rStyle w:val="blackmid"/>
          <w:rFonts w:ascii="Arial" w:hAnsi="Arial" w:cs="Arial"/>
          <w:color w:val="351B00"/>
          <w:sz w:val="20"/>
          <w:szCs w:val="20"/>
        </w:rPr>
        <w:t xml:space="preserve"> </w:t>
      </w:r>
      <w:r>
        <w:rPr>
          <w:rStyle w:val="NormalWebChar"/>
        </w:rPr>
        <w:t>у</w:t>
      </w:r>
      <w:r w:rsidRPr="000663ED">
        <w:rPr>
          <w:rStyle w:val="apple-style-span"/>
        </w:rPr>
        <w:t xml:space="preserve">хаживали </w:t>
      </w:r>
      <w:r>
        <w:rPr>
          <w:rStyle w:val="apple-style-span"/>
        </w:rPr>
        <w:t>в госпиталях за ранеными, работали у станка</w:t>
      </w:r>
      <w:r w:rsidRPr="000663ED">
        <w:rPr>
          <w:rStyle w:val="apple-style-span"/>
        </w:rPr>
        <w:t xml:space="preserve">, дежурили на крышах уцелевших зданий, тушили зажигательные бомбы, рыли окопы и противотанковые рвы,  воевали в партизанских отрядах. </w:t>
      </w:r>
      <w:r w:rsidRPr="000663ED">
        <w:rPr>
          <w:rStyle w:val="NormalWebChar"/>
        </w:rPr>
        <w:t>Более пят</w:t>
      </w:r>
      <w:r>
        <w:rPr>
          <w:rStyle w:val="NormalWebChar"/>
        </w:rPr>
        <w:t>и тысяч ленинградских детей</w:t>
      </w:r>
      <w:r w:rsidRPr="000663ED">
        <w:rPr>
          <w:rStyle w:val="NormalWebChar"/>
        </w:rPr>
        <w:t xml:space="preserve"> за мужество и героизм, проявленные в дни блокады, были награждены медалями «За оборону Ленинграда». </w:t>
      </w:r>
    </w:p>
    <w:p w:rsidR="00C12076" w:rsidRPr="00CF3909" w:rsidRDefault="00C12076" w:rsidP="005A1C61">
      <w:pPr>
        <w:pStyle w:val="NormalWeb"/>
        <w:spacing w:before="0" w:beforeAutospacing="0" w:after="0" w:afterAutospacing="0"/>
        <w:rPr>
          <w:rStyle w:val="Emphasis"/>
          <w:i w:val="0"/>
          <w:iCs w:val="0"/>
        </w:rPr>
      </w:pPr>
      <w:r>
        <w:rPr>
          <w:rStyle w:val="NormalWebChar"/>
        </w:rPr>
        <w:t xml:space="preserve">    </w:t>
      </w:r>
      <w:r w:rsidRPr="000663ED">
        <w:rPr>
          <w:rStyle w:val="Emphasis"/>
          <w:i w:val="0"/>
        </w:rPr>
        <w:t xml:space="preserve">В блокадном Ленинграде не было чужих детей, все дети были родными. И горожане, а это в основном женщины - матери, работавшие в детских домах и яслях, больницах, </w:t>
      </w:r>
      <w:r>
        <w:rPr>
          <w:rStyle w:val="Emphasis"/>
          <w:i w:val="0"/>
        </w:rPr>
        <w:t>госпиталях, школах, сандружинниц</w:t>
      </w:r>
      <w:r w:rsidRPr="000663ED">
        <w:rPr>
          <w:rStyle w:val="Emphasis"/>
          <w:i w:val="0"/>
        </w:rPr>
        <w:t>ами на улицах и в промёрзших домах</w:t>
      </w:r>
      <w:r>
        <w:rPr>
          <w:rStyle w:val="Emphasis"/>
          <w:i w:val="0"/>
        </w:rPr>
        <w:t>, служившие в войсках ПВО, -</w:t>
      </w:r>
      <w:r w:rsidRPr="000663ED">
        <w:rPr>
          <w:rStyle w:val="Emphasis"/>
          <w:i w:val="0"/>
        </w:rPr>
        <w:t xml:space="preserve"> де</w:t>
      </w:r>
      <w:r>
        <w:rPr>
          <w:rStyle w:val="Emphasis"/>
          <w:i w:val="0"/>
        </w:rPr>
        <w:t>лали всё</w:t>
      </w:r>
      <w:r w:rsidRPr="000663ED">
        <w:rPr>
          <w:rStyle w:val="Emphasis"/>
          <w:i w:val="0"/>
        </w:rPr>
        <w:t xml:space="preserve">, чтобы спасти детей в осаждённом Ленинграде. </w:t>
      </w:r>
      <w:r w:rsidRPr="000663ED">
        <w:rPr>
          <w:rStyle w:val="apple-style-span"/>
        </w:rPr>
        <w:t>Число мальчиков и девочек, оставшихся без родителей, росло с каждым днем. Детских</w:t>
      </w:r>
      <w:r w:rsidRPr="000663ED">
        <w:rPr>
          <w:rStyle w:val="apple-converted-space"/>
        </w:rPr>
        <w:t> домов, которые</w:t>
      </w:r>
      <w:r w:rsidRPr="000663ED">
        <w:rPr>
          <w:rStyle w:val="apple-style-span"/>
        </w:rPr>
        <w:t xml:space="preserve"> могли приютить всех сирот и безнадзорных, не хватало. И тогда появились приёмники – распределители, куда обессиленные женщины приносили и приводили ребят</w:t>
      </w:r>
      <w:r>
        <w:rPr>
          <w:rStyle w:val="apple-style-span"/>
        </w:rPr>
        <w:t>ишек</w:t>
      </w:r>
      <w:r w:rsidRPr="000663ED">
        <w:rPr>
          <w:rStyle w:val="apple-style-span"/>
        </w:rPr>
        <w:t xml:space="preserve">, обнаруженных в опустевших квартирах и на улицах. </w:t>
      </w:r>
      <w:r w:rsidRPr="000663ED">
        <w:rPr>
          <w:rStyle w:val="Emphasis"/>
          <w:i w:val="0"/>
        </w:rPr>
        <w:t>Любовь</w:t>
      </w:r>
      <w:r>
        <w:rPr>
          <w:rStyle w:val="Emphasis"/>
          <w:i w:val="0"/>
        </w:rPr>
        <w:t xml:space="preserve"> к Родине, мужество ленинградских матерей</w:t>
      </w:r>
      <w:r w:rsidRPr="000663ED">
        <w:rPr>
          <w:rStyle w:val="Emphasis"/>
          <w:i w:val="0"/>
        </w:rPr>
        <w:t xml:space="preserve"> проявились в жертвенной заботе о детях. </w:t>
      </w:r>
    </w:p>
    <w:p w:rsidR="00C12076" w:rsidRDefault="00C12076" w:rsidP="005A1C61">
      <w:pPr>
        <w:spacing w:after="0" w:line="240" w:lineRule="auto"/>
        <w:rPr>
          <w:rStyle w:val="apple-style-span"/>
          <w:rFonts w:ascii="Times New Roman" w:hAnsi="Times New Roman"/>
          <w:iCs/>
          <w:sz w:val="24"/>
          <w:szCs w:val="24"/>
        </w:rPr>
      </w:pPr>
      <w:r>
        <w:rPr>
          <w:rFonts w:ascii="Times New Roman" w:hAnsi="Times New Roman"/>
          <w:sz w:val="24"/>
          <w:szCs w:val="24"/>
        </w:rPr>
        <w:t xml:space="preserve">   Выжили не все. Тысячи людей</w:t>
      </w:r>
      <w:r w:rsidRPr="000663ED">
        <w:rPr>
          <w:rFonts w:ascii="Times New Roman" w:hAnsi="Times New Roman"/>
          <w:sz w:val="24"/>
          <w:szCs w:val="24"/>
        </w:rPr>
        <w:t xml:space="preserve"> умерли, не выдержав голода, </w:t>
      </w:r>
      <w:r>
        <w:rPr>
          <w:rFonts w:ascii="Times New Roman" w:hAnsi="Times New Roman"/>
          <w:sz w:val="24"/>
          <w:szCs w:val="24"/>
        </w:rPr>
        <w:t xml:space="preserve">холода, </w:t>
      </w:r>
      <w:r w:rsidRPr="000663ED">
        <w:rPr>
          <w:rFonts w:ascii="Times New Roman" w:hAnsi="Times New Roman"/>
          <w:sz w:val="24"/>
          <w:szCs w:val="24"/>
        </w:rPr>
        <w:t>информационной тишины, когда подолгу молчало радио, постоянной тревоги и страха за безопасность своих близких.</w:t>
      </w:r>
      <w:r w:rsidRPr="000663ED">
        <w:rPr>
          <w:rStyle w:val="Emphasis"/>
          <w:rFonts w:ascii="Times New Roman" w:hAnsi="Times New Roman"/>
          <w:i w:val="0"/>
          <w:sz w:val="24"/>
          <w:szCs w:val="24"/>
        </w:rPr>
        <w:t xml:space="preserve"> </w:t>
      </w:r>
      <w:r>
        <w:rPr>
          <w:rStyle w:val="Emphasis"/>
          <w:rFonts w:ascii="Times New Roman" w:hAnsi="Times New Roman"/>
          <w:i w:val="0"/>
          <w:sz w:val="24"/>
          <w:szCs w:val="24"/>
        </w:rPr>
        <w:t>Но о</w:t>
      </w:r>
      <w:r w:rsidRPr="000663ED">
        <w:rPr>
          <w:rStyle w:val="Emphasis"/>
          <w:rFonts w:ascii="Times New Roman" w:hAnsi="Times New Roman"/>
          <w:i w:val="0"/>
          <w:sz w:val="24"/>
          <w:szCs w:val="24"/>
        </w:rPr>
        <w:t xml:space="preserve">ставшиеся в живых блокадники </w:t>
      </w:r>
      <w:r w:rsidRPr="000663ED">
        <w:rPr>
          <w:rStyle w:val="apple-style-span"/>
          <w:rFonts w:ascii="Times New Roman" w:hAnsi="Times New Roman"/>
          <w:sz w:val="24"/>
          <w:szCs w:val="24"/>
        </w:rPr>
        <w:t xml:space="preserve">жили достойно, несмотря на нечеловеческие условия существования, и выстояли. </w:t>
      </w:r>
      <w:r>
        <w:rPr>
          <w:rStyle w:val="apple-style-span"/>
          <w:rFonts w:ascii="Times New Roman" w:hAnsi="Times New Roman"/>
          <w:sz w:val="24"/>
          <w:szCs w:val="24"/>
        </w:rPr>
        <w:t>Д</w:t>
      </w:r>
      <w:r w:rsidRPr="000663ED">
        <w:rPr>
          <w:rStyle w:val="Emphasis"/>
          <w:rFonts w:ascii="Times New Roman" w:hAnsi="Times New Roman"/>
          <w:i w:val="0"/>
          <w:sz w:val="24"/>
          <w:szCs w:val="24"/>
        </w:rPr>
        <w:t>ети города - фронта были спасены. Поколение бу</w:t>
      </w:r>
      <w:r>
        <w:rPr>
          <w:rStyle w:val="Emphasis"/>
          <w:rFonts w:ascii="Times New Roman" w:hAnsi="Times New Roman"/>
          <w:i w:val="0"/>
          <w:sz w:val="24"/>
          <w:szCs w:val="24"/>
        </w:rPr>
        <w:t xml:space="preserve">дущих жителей Ленинграда матери сберегли. </w:t>
      </w:r>
    </w:p>
    <w:p w:rsidR="00C12076" w:rsidRPr="00F62269" w:rsidRDefault="00C12076" w:rsidP="008D70E0">
      <w:pPr>
        <w:pStyle w:val="NormalWeb"/>
        <w:spacing w:before="0" w:beforeAutospacing="0" w:after="0" w:afterAutospacing="0"/>
        <w:rPr>
          <w:rStyle w:val="Strong"/>
          <w:b w:val="0"/>
          <w:bCs w:val="0"/>
          <w:iCs/>
        </w:rPr>
      </w:pPr>
      <w:r>
        <w:rPr>
          <w:rFonts w:ascii="Calibri" w:hAnsi="Calibri"/>
          <w:b/>
          <w:bCs/>
          <w:color w:val="000080"/>
          <w:sz w:val="22"/>
          <w:szCs w:val="22"/>
          <w:lang w:eastAsia="en-US"/>
        </w:rPr>
        <w:t xml:space="preserve">    </w:t>
      </w:r>
      <w:r>
        <w:rPr>
          <w:rStyle w:val="apple-style-span"/>
          <w:iCs/>
        </w:rPr>
        <w:t xml:space="preserve">«Самым замечательным воспоминанием была сказка, </w:t>
      </w:r>
      <w:r>
        <w:rPr>
          <w:rStyle w:val="Strong"/>
          <w:b w:val="0"/>
        </w:rPr>
        <w:t>которую рассказывала мама каждый вечер,</w:t>
      </w:r>
      <w:r>
        <w:rPr>
          <w:rStyle w:val="apple-style-span"/>
          <w:iCs/>
        </w:rPr>
        <w:t xml:space="preserve"> - вспоминает ж</w:t>
      </w:r>
      <w:r>
        <w:t>итель блокадного Ленинграда</w:t>
      </w:r>
      <w:r>
        <w:rPr>
          <w:rStyle w:val="Strong"/>
        </w:rPr>
        <w:t xml:space="preserve">, </w:t>
      </w:r>
      <w:r w:rsidRPr="00753863">
        <w:rPr>
          <w:rStyle w:val="Strong"/>
          <w:b w:val="0"/>
        </w:rPr>
        <w:t>в будущем капитан</w:t>
      </w:r>
      <w:r>
        <w:rPr>
          <w:rStyle w:val="Strong"/>
          <w:b w:val="0"/>
        </w:rPr>
        <w:t xml:space="preserve"> </w:t>
      </w:r>
      <w:r>
        <w:rPr>
          <w:rStyle w:val="Strong"/>
          <w:b w:val="0"/>
          <w:lang w:val="en-US"/>
        </w:rPr>
        <w:t>I</w:t>
      </w:r>
      <w:r w:rsidRPr="00753863">
        <w:rPr>
          <w:rStyle w:val="Strong"/>
          <w:b w:val="0"/>
        </w:rPr>
        <w:t xml:space="preserve"> ранга </w:t>
      </w:r>
      <w:r w:rsidRPr="006B3A90">
        <w:rPr>
          <w:rStyle w:val="Strong"/>
        </w:rPr>
        <w:t>В. Касатонов,</w:t>
      </w:r>
      <w:r>
        <w:rPr>
          <w:rStyle w:val="Strong"/>
          <w:b w:val="0"/>
        </w:rPr>
        <w:t xml:space="preserve"> - сказка была про кашу, которую мама </w:t>
      </w:r>
      <w:r w:rsidRPr="00F312CC">
        <w:rPr>
          <w:rStyle w:val="Strong"/>
          <w:b w:val="0"/>
        </w:rPr>
        <w:t>наварит</w:t>
      </w:r>
      <w:r>
        <w:rPr>
          <w:rStyle w:val="Strong"/>
          <w:b w:val="0"/>
        </w:rPr>
        <w:t>, когда кончится война. К</w:t>
      </w:r>
      <w:r w:rsidRPr="00F312CC">
        <w:rPr>
          <w:rStyle w:val="Strong"/>
          <w:b w:val="0"/>
        </w:rPr>
        <w:t>аши будет так много, что, если кто захочет добавки, то он её получит. Сквозь сон я - младший спрашивал, а если я захочу второ</w:t>
      </w:r>
      <w:r>
        <w:rPr>
          <w:rStyle w:val="Strong"/>
          <w:b w:val="0"/>
        </w:rPr>
        <w:t xml:space="preserve">й раз добавки, хватит ли каши? </w:t>
      </w:r>
      <w:r w:rsidRPr="00F312CC">
        <w:rPr>
          <w:rStyle w:val="Strong"/>
          <w:b w:val="0"/>
        </w:rPr>
        <w:t>Конечно, хвати</w:t>
      </w:r>
      <w:r>
        <w:rPr>
          <w:rStyle w:val="Strong"/>
          <w:b w:val="0"/>
        </w:rPr>
        <w:t>т, - говорила мама, целуя</w:t>
      </w:r>
      <w:r w:rsidRPr="00F312CC">
        <w:rPr>
          <w:rStyle w:val="Strong"/>
          <w:b w:val="0"/>
        </w:rPr>
        <w:t xml:space="preserve"> детей, а у самой из глаз текли слёзы. Это была самая луч</w:t>
      </w:r>
      <w:r>
        <w:rPr>
          <w:rStyle w:val="Strong"/>
          <w:b w:val="0"/>
        </w:rPr>
        <w:t>шая в мире сказка. Мы засыпали «сытые»</w:t>
      </w:r>
      <w:r w:rsidRPr="00F312CC">
        <w:rPr>
          <w:rStyle w:val="Strong"/>
          <w:b w:val="0"/>
        </w:rPr>
        <w:t xml:space="preserve"> и спокойные под равномерный стук </w:t>
      </w:r>
      <w:r>
        <w:rPr>
          <w:rStyle w:val="Strong"/>
          <w:b w:val="0"/>
        </w:rPr>
        <w:t>метронома, доносящийся из включё</w:t>
      </w:r>
      <w:r w:rsidRPr="00F312CC">
        <w:rPr>
          <w:rStyle w:val="Strong"/>
          <w:b w:val="0"/>
        </w:rPr>
        <w:t xml:space="preserve">нного громкоговорителя. И даже когда ночью раздавался сигнал воздушной тревоги, мы не бежали в бомбоубежище, а спокойно продолжали спать. Ленинградцы привыкли к опасности. Кругом было столько горя и страданий, что даже возможная смерть </w:t>
      </w:r>
      <w:r>
        <w:rPr>
          <w:rStyle w:val="Strong"/>
          <w:b w:val="0"/>
        </w:rPr>
        <w:t>их не страшила.</w:t>
      </w:r>
      <w:r w:rsidRPr="00F312CC">
        <w:rPr>
          <w:rStyle w:val="Strong"/>
          <w:b w:val="0"/>
        </w:rPr>
        <w:t xml:space="preserve"> </w:t>
      </w:r>
      <w:r>
        <w:rPr>
          <w:rStyle w:val="Strong"/>
          <w:b w:val="0"/>
        </w:rPr>
        <w:t>При воспоминании перехватывало дыхание и непрошенная слеза катилась по</w:t>
      </w:r>
      <w:r w:rsidRPr="00F312CC">
        <w:rPr>
          <w:rStyle w:val="Strong"/>
          <w:b w:val="0"/>
        </w:rPr>
        <w:t xml:space="preserve"> лицу</w:t>
      </w:r>
      <w:r>
        <w:rPr>
          <w:rStyle w:val="Strong"/>
          <w:b w:val="0"/>
        </w:rPr>
        <w:t>.</w:t>
      </w:r>
      <w:r w:rsidRPr="00F312CC">
        <w:rPr>
          <w:rStyle w:val="Strong"/>
          <w:b w:val="0"/>
        </w:rPr>
        <w:t xml:space="preserve"> Только сейчас, когда мамы нет рядом, начинаешь понимать величие подвига, который она совершила</w:t>
      </w:r>
      <w:r>
        <w:rPr>
          <w:rStyle w:val="Strong"/>
          <w:b w:val="0"/>
        </w:rPr>
        <w:t xml:space="preserve">». </w:t>
      </w:r>
    </w:p>
    <w:p w:rsidR="00C12076" w:rsidRPr="008D70E0" w:rsidRDefault="00C12076" w:rsidP="008D70E0">
      <w:pPr>
        <w:pStyle w:val="NormalWeb"/>
        <w:spacing w:before="0" w:beforeAutospacing="0" w:after="0" w:afterAutospacing="0"/>
        <w:rPr>
          <w:rStyle w:val="apple-style-span"/>
          <w:b/>
        </w:rPr>
      </w:pPr>
      <w:r>
        <w:rPr>
          <w:rStyle w:val="Strong"/>
          <w:b w:val="0"/>
        </w:rPr>
        <w:t xml:space="preserve">  </w:t>
      </w:r>
      <w:r w:rsidRPr="000663ED">
        <w:t xml:space="preserve"> «Если бы не родители, если бы не наши мамы</w:t>
      </w:r>
      <w:r>
        <w:t>, то дети не выжили бы в блокаду</w:t>
      </w:r>
      <w:r w:rsidRPr="000663ED">
        <w:t xml:space="preserve"> и не дож</w:t>
      </w:r>
      <w:r>
        <w:t>или бы до наших дней», - рассказывает</w:t>
      </w:r>
      <w:r w:rsidRPr="00846561">
        <w:rPr>
          <w:b/>
        </w:rPr>
        <w:t xml:space="preserve"> </w:t>
      </w:r>
      <w:r w:rsidRPr="00F072F1">
        <w:rPr>
          <w:b/>
        </w:rPr>
        <w:t>Алла Юрьевна Платонова</w:t>
      </w:r>
      <w:r>
        <w:t>, пережившая ребёнком всю войну от начала и до конца в блокадном Ленинграде.</w:t>
      </w:r>
      <w:r w:rsidRPr="000663ED">
        <w:t xml:space="preserve"> Её горячо поддерживают подруги </w:t>
      </w:r>
      <w:r w:rsidRPr="00F072F1">
        <w:rPr>
          <w:b/>
        </w:rPr>
        <w:t>Галина Алексеевна Михайлова и Л</w:t>
      </w:r>
      <w:r>
        <w:rPr>
          <w:b/>
        </w:rPr>
        <w:t xml:space="preserve">юбовь Георгиевна Соловьёва (ныне </w:t>
      </w:r>
      <w:r w:rsidRPr="00F072F1">
        <w:rPr>
          <w:b/>
        </w:rPr>
        <w:t xml:space="preserve">Захарова). </w:t>
      </w:r>
      <w:r w:rsidRPr="000663ED">
        <w:t xml:space="preserve"> Галя и Люба – подруги с самого раннего детства, они дорожат своей дружбой.  «Мы часто встречаемся «за рюмкой</w:t>
      </w:r>
      <w:r>
        <w:t xml:space="preserve">» чая, </w:t>
      </w:r>
      <w:r w:rsidRPr="000663ED">
        <w:t xml:space="preserve">чтобы вспомнить о своём детстве, помянуть наших родителей. Отцы ковали победу на фронте, все заботы о </w:t>
      </w:r>
      <w:r>
        <w:t xml:space="preserve">детях легли на плечи матерей. </w:t>
      </w:r>
      <w:r w:rsidRPr="000663ED">
        <w:t xml:space="preserve">Хлеба давали мало, и мамы </w:t>
      </w:r>
      <w:r w:rsidRPr="000663ED">
        <w:rPr>
          <w:rStyle w:val="apple-style-span"/>
        </w:rPr>
        <w:t>выпаривали клей из стульев. В</w:t>
      </w:r>
      <w:r w:rsidRPr="000663ED">
        <w:t>арили суп из вонючего столярного клея и кусочков кожи от ремешков</w:t>
      </w:r>
      <w:r>
        <w:t>,  из</w:t>
      </w:r>
      <w:r w:rsidRPr="000663ED">
        <w:rPr>
          <w:rStyle w:val="apple-style-span"/>
        </w:rPr>
        <w:t xml:space="preserve"> др</w:t>
      </w:r>
      <w:r>
        <w:rPr>
          <w:rStyle w:val="apple-style-span"/>
        </w:rPr>
        <w:t>евесных опилок</w:t>
      </w:r>
      <w:r w:rsidRPr="000663ED">
        <w:rPr>
          <w:rStyle w:val="apple-style-span"/>
        </w:rPr>
        <w:t xml:space="preserve">. </w:t>
      </w:r>
      <w:r w:rsidRPr="000663ED">
        <w:t xml:space="preserve">Этот студень сверху заливался олифой. После такого ядовитого обеда нестерпимо болело всё. </w:t>
      </w:r>
      <w:r w:rsidRPr="000663ED">
        <w:rPr>
          <w:rStyle w:val="apple-style-span"/>
        </w:rPr>
        <w:t>С</w:t>
      </w:r>
      <w:r w:rsidRPr="000663ED">
        <w:rPr>
          <w:bdr w:val="none" w:sz="0" w:space="0" w:color="auto" w:frame="1"/>
        </w:rPr>
        <w:t xml:space="preserve"> на</w:t>
      </w:r>
      <w:r w:rsidRPr="000663ED">
        <w:rPr>
          <w:bdr w:val="none" w:sz="0" w:space="0" w:color="auto" w:frame="1"/>
        </w:rPr>
        <w:softHyphen/>
        <w:t>ступлением весны</w:t>
      </w:r>
      <w:r w:rsidRPr="000663ED">
        <w:rPr>
          <w:rStyle w:val="apple-converted-space"/>
          <w:bdr w:val="none" w:sz="0" w:space="0" w:color="auto" w:frame="1"/>
        </w:rPr>
        <w:t> </w:t>
      </w:r>
      <w:r w:rsidRPr="000663ED">
        <w:rPr>
          <w:bdr w:val="none" w:sz="0" w:space="0" w:color="auto" w:frame="1"/>
        </w:rPr>
        <w:t xml:space="preserve">1942 года мы </w:t>
      </w:r>
      <w:r>
        <w:rPr>
          <w:bdr w:val="none" w:sz="0" w:space="0" w:color="auto" w:frame="1"/>
        </w:rPr>
        <w:t>радовались</w:t>
      </w:r>
      <w:r w:rsidRPr="000663ED">
        <w:rPr>
          <w:bdr w:val="none" w:sz="0" w:space="0" w:color="auto" w:frame="1"/>
        </w:rPr>
        <w:t xml:space="preserve"> каждой травинке. Ели молодые листья клена, липы, делал</w:t>
      </w:r>
      <w:r>
        <w:rPr>
          <w:bdr w:val="none" w:sz="0" w:space="0" w:color="auto" w:frame="1"/>
        </w:rPr>
        <w:t>и салат, варили</w:t>
      </w:r>
      <w:r w:rsidRPr="000663ED">
        <w:rPr>
          <w:bdr w:val="none" w:sz="0" w:space="0" w:color="auto" w:frame="1"/>
        </w:rPr>
        <w:t xml:space="preserve"> щи из мокрицы, о</w:t>
      </w:r>
      <w:r w:rsidRPr="000663ED">
        <w:rPr>
          <w:rStyle w:val="apple-style-span"/>
        </w:rPr>
        <w:t xml:space="preserve">дуванчиков и  корней  лопуха. </w:t>
      </w:r>
      <w:r>
        <w:t xml:space="preserve">Наши матери были донорами, за сданную кровь они получали дополнительный паёк хлеба. </w:t>
      </w:r>
      <w:r w:rsidRPr="000663ED">
        <w:rPr>
          <w:rStyle w:val="apple-style-span"/>
        </w:rPr>
        <w:t xml:space="preserve">Вспомнить страшно и забыть нельзя», - вспоминают блокадницы. </w:t>
      </w:r>
    </w:p>
    <w:p w:rsidR="00C12076" w:rsidRPr="000663ED" w:rsidRDefault="00C12076" w:rsidP="005A1C61">
      <w:pPr>
        <w:spacing w:after="0" w:line="240" w:lineRule="auto"/>
        <w:rPr>
          <w:rFonts w:ascii="Times New Roman" w:hAnsi="Times New Roman"/>
          <w:sz w:val="24"/>
          <w:szCs w:val="24"/>
        </w:rPr>
      </w:pPr>
      <w:r w:rsidRPr="000663ED">
        <w:rPr>
          <w:rFonts w:ascii="Times New Roman" w:hAnsi="Times New Roman"/>
          <w:sz w:val="24"/>
          <w:szCs w:val="24"/>
        </w:rPr>
        <w:t xml:space="preserve">       </w:t>
      </w:r>
      <w:r w:rsidRPr="00F072F1">
        <w:rPr>
          <w:rFonts w:ascii="Times New Roman" w:hAnsi="Times New Roman"/>
          <w:b/>
          <w:sz w:val="24"/>
          <w:szCs w:val="24"/>
        </w:rPr>
        <w:t>Алла Юрьевна Платонова</w:t>
      </w:r>
      <w:r w:rsidRPr="000663ED">
        <w:rPr>
          <w:rFonts w:ascii="Times New Roman" w:hAnsi="Times New Roman"/>
          <w:sz w:val="24"/>
          <w:szCs w:val="24"/>
        </w:rPr>
        <w:t xml:space="preserve"> родилась за полгода до начала Отечественной войны в декабре 1940 года, все 900 дней блокады и всю войну прожила в осаждённом городе вместе с родителями </w:t>
      </w:r>
      <w:r w:rsidRPr="00553E81">
        <w:rPr>
          <w:rFonts w:ascii="Times New Roman" w:hAnsi="Times New Roman"/>
          <w:b/>
          <w:sz w:val="24"/>
          <w:szCs w:val="24"/>
        </w:rPr>
        <w:t>Платоновой Натальей Андреевной и Юрием Николаевичем</w:t>
      </w:r>
      <w:r w:rsidRPr="000663ED">
        <w:rPr>
          <w:rFonts w:ascii="Times New Roman" w:hAnsi="Times New Roman"/>
          <w:sz w:val="24"/>
          <w:szCs w:val="24"/>
        </w:rPr>
        <w:t>. «Мы выжили, - рас</w:t>
      </w:r>
      <w:r>
        <w:rPr>
          <w:rFonts w:ascii="Times New Roman" w:hAnsi="Times New Roman"/>
          <w:sz w:val="24"/>
          <w:szCs w:val="24"/>
        </w:rPr>
        <w:t>сказывает Алла Юрьевна, -</w:t>
      </w:r>
      <w:r w:rsidRPr="000663ED">
        <w:rPr>
          <w:rFonts w:ascii="Times New Roman" w:hAnsi="Times New Roman"/>
          <w:sz w:val="24"/>
          <w:szCs w:val="24"/>
        </w:rPr>
        <w:t xml:space="preserve"> благодаря молодости и любви родителей. День окончания блокады 27 января до сих пор ежегодно отмечаем как второй день рождения». Девочке повезло, - она всю войну оставалась со своими родными, при этом, наравне со взрослыми  была обречена на нечеловеческие испытания, особенно нестерпимые морозной зимой 1941 - 1942 годов. Преимущество было лишь в том, что самые близкие люди были рядом и имели возможность приласкать и успокоить, прижать к себе родное дитя. Отец воевал, и все заботы о ребёнке взяла на себя мать: растить и кормить, стоять огромные, многочасовые очереди, чтобы отоварить хлебны</w:t>
      </w:r>
      <w:r>
        <w:rPr>
          <w:rFonts w:ascii="Times New Roman" w:hAnsi="Times New Roman"/>
          <w:sz w:val="24"/>
          <w:szCs w:val="24"/>
        </w:rPr>
        <w:t>е карточки</w:t>
      </w:r>
      <w:r w:rsidRPr="000663ED">
        <w:rPr>
          <w:rFonts w:ascii="Times New Roman" w:hAnsi="Times New Roman"/>
          <w:sz w:val="24"/>
          <w:szCs w:val="24"/>
        </w:rPr>
        <w:t xml:space="preserve"> под рёв вражеских самолётов, грохот взрывающихся бомб и падающих зданий. Нужно было где-то добывать дрова, носить ежедневно по два ведра воды из колодца. А воды требовалось много: постирать пелёнки, вымыть ребёнка и просто пить, поскольку есть было нечего. Аллочка подрастала, и мама устроилась на работу паспортисткой. В это время от го</w:t>
      </w:r>
      <w:r>
        <w:rPr>
          <w:rFonts w:ascii="Times New Roman" w:hAnsi="Times New Roman"/>
          <w:sz w:val="24"/>
          <w:szCs w:val="24"/>
        </w:rPr>
        <w:t>лода, холода и недостатка витаминов девочка</w:t>
      </w:r>
      <w:r w:rsidRPr="000663ED">
        <w:rPr>
          <w:rFonts w:ascii="Times New Roman" w:hAnsi="Times New Roman"/>
          <w:sz w:val="24"/>
          <w:szCs w:val="24"/>
        </w:rPr>
        <w:t xml:space="preserve"> тяжело заболела: она не говорила, не ела, не ходила, глаза вылезли из орбит, десна покрылись язвами. Мам</w:t>
      </w:r>
      <w:r>
        <w:rPr>
          <w:rFonts w:ascii="Times New Roman" w:hAnsi="Times New Roman"/>
          <w:sz w:val="24"/>
          <w:szCs w:val="24"/>
        </w:rPr>
        <w:t>а закрывала накидкой лицо ребёнка</w:t>
      </w:r>
      <w:r w:rsidRPr="000663ED">
        <w:rPr>
          <w:rFonts w:ascii="Times New Roman" w:hAnsi="Times New Roman"/>
          <w:sz w:val="24"/>
          <w:szCs w:val="24"/>
        </w:rPr>
        <w:t xml:space="preserve">, когда выносила ее на улицу. Отец, </w:t>
      </w:r>
      <w:r>
        <w:rPr>
          <w:rFonts w:ascii="Times New Roman" w:hAnsi="Times New Roman"/>
          <w:sz w:val="24"/>
          <w:szCs w:val="24"/>
        </w:rPr>
        <w:t>служивший в химобороне города, узнав о беде,</w:t>
      </w:r>
      <w:r w:rsidRPr="000663ED">
        <w:rPr>
          <w:rFonts w:ascii="Times New Roman" w:hAnsi="Times New Roman"/>
          <w:sz w:val="24"/>
          <w:szCs w:val="24"/>
        </w:rPr>
        <w:t xml:space="preserve"> раздобыл аско</w:t>
      </w:r>
      <w:r>
        <w:rPr>
          <w:rFonts w:ascii="Times New Roman" w:hAnsi="Times New Roman"/>
          <w:sz w:val="24"/>
          <w:szCs w:val="24"/>
        </w:rPr>
        <w:t>рбиновую кислоту для дочери. И п</w:t>
      </w:r>
      <w:r w:rsidRPr="000663ED">
        <w:rPr>
          <w:rFonts w:ascii="Times New Roman" w:hAnsi="Times New Roman"/>
          <w:sz w:val="24"/>
          <w:szCs w:val="24"/>
        </w:rPr>
        <w:t>роизошло чудо: девочка выжила. Алла Юрьевна вспоминает своего друга детства мальчика Борю из соседнего дома. «Мы оба страдали рахитом, его ножки были вывернуты не вовнутрь, как у меня, а наружу. Мы ходили, взявшись за ручки, чтобы поддерживать друг друга. Наверное, мы были неотразимой парой, - шутит Алла Юрьевна. - Наши мамы дружили, они вместе кололи лёд, убирали мусор, тушили зажигательные бомбы на крышах, увозили умерших, оформляли их документы. Всё это делали хрупкие женщины, изнурённые голодом, с чесоткой и во вшах из-за отсутствия воды, переболевшие цингой и очень плохо одетые. Из одежды у моей мамы были фетровые сапожки, надетые на портянки, и ватник, и это при сорока градусах мороза».</w:t>
      </w:r>
    </w:p>
    <w:p w:rsidR="00C12076" w:rsidRPr="000663ED" w:rsidRDefault="00C12076" w:rsidP="005A1C61">
      <w:pPr>
        <w:spacing w:after="0" w:line="240" w:lineRule="auto"/>
        <w:rPr>
          <w:rFonts w:ascii="Times New Roman" w:hAnsi="Times New Roman"/>
          <w:sz w:val="24"/>
          <w:szCs w:val="24"/>
        </w:rPr>
      </w:pPr>
      <w:r w:rsidRPr="000663ED">
        <w:rPr>
          <w:rFonts w:ascii="Times New Roman" w:hAnsi="Times New Roman"/>
          <w:sz w:val="24"/>
          <w:szCs w:val="24"/>
        </w:rPr>
        <w:t xml:space="preserve">   Блокада поставила людей на грань жизни и смерти, когда полностью теряются силы, а с ними и м</w:t>
      </w:r>
      <w:r>
        <w:rPr>
          <w:rFonts w:ascii="Times New Roman" w:hAnsi="Times New Roman"/>
          <w:sz w:val="24"/>
          <w:szCs w:val="24"/>
        </w:rPr>
        <w:t>ечты. Но, к счастью, с подругами</w:t>
      </w:r>
      <w:r w:rsidRPr="000663ED">
        <w:rPr>
          <w:rFonts w:ascii="Times New Roman" w:hAnsi="Times New Roman"/>
          <w:sz w:val="24"/>
          <w:szCs w:val="24"/>
        </w:rPr>
        <w:t xml:space="preserve"> Аллой, Любой и Галиной такого не произошло. Эти «солнечные» девочки умели смеяться и радоваться жиз</w:t>
      </w:r>
      <w:r>
        <w:rPr>
          <w:rFonts w:ascii="Times New Roman" w:hAnsi="Times New Roman"/>
          <w:sz w:val="24"/>
          <w:szCs w:val="24"/>
        </w:rPr>
        <w:t xml:space="preserve">ни. После войны они с удовольствием </w:t>
      </w:r>
      <w:r w:rsidRPr="000663ED">
        <w:rPr>
          <w:rFonts w:ascii="Times New Roman" w:hAnsi="Times New Roman"/>
          <w:sz w:val="24"/>
          <w:szCs w:val="24"/>
        </w:rPr>
        <w:t xml:space="preserve">занималась художественной самодеятельностью, посещали кружки. Эти занятия давали возможность забывать о постоянном чувстве голода. «Голод, говорят блокадницы, - самая жестокая проверка человеческих отношений, которую с честью выдержали наши родители.  И мы преклоняем голову перед ними. Мы им обязаны жизнью». </w:t>
      </w:r>
    </w:p>
    <w:p w:rsidR="00C12076" w:rsidRPr="000663ED" w:rsidRDefault="00C12076" w:rsidP="005A1C61">
      <w:pPr>
        <w:spacing w:after="0" w:line="240" w:lineRule="auto"/>
        <w:rPr>
          <w:rFonts w:ascii="Times New Roman" w:hAnsi="Times New Roman"/>
          <w:sz w:val="24"/>
          <w:szCs w:val="24"/>
        </w:rPr>
      </w:pPr>
      <w:r w:rsidRPr="000663ED">
        <w:rPr>
          <w:rFonts w:ascii="Times New Roman" w:hAnsi="Times New Roman"/>
          <w:sz w:val="24"/>
          <w:szCs w:val="24"/>
        </w:rPr>
        <w:t xml:space="preserve">     «</w:t>
      </w:r>
      <w:r>
        <w:rPr>
          <w:rFonts w:ascii="Times New Roman" w:hAnsi="Times New Roman"/>
          <w:sz w:val="24"/>
          <w:szCs w:val="24"/>
        </w:rPr>
        <w:t>П</w:t>
      </w:r>
      <w:r w:rsidRPr="000663ED">
        <w:rPr>
          <w:rFonts w:ascii="Times New Roman" w:hAnsi="Times New Roman"/>
          <w:sz w:val="24"/>
          <w:szCs w:val="24"/>
        </w:rPr>
        <w:t xml:space="preserve">сихологически труднее было перенести  блокаду детям в сознательном возрасте, ведь им было с чем сравнивать. А нам младенцам было легче, ведь мы думали, </w:t>
      </w:r>
      <w:r>
        <w:rPr>
          <w:rFonts w:ascii="Times New Roman" w:hAnsi="Times New Roman"/>
          <w:sz w:val="24"/>
          <w:szCs w:val="24"/>
        </w:rPr>
        <w:t xml:space="preserve">что так  должно быть всегда. </w:t>
      </w:r>
      <w:r w:rsidRPr="000663ED">
        <w:rPr>
          <w:rFonts w:ascii="Times New Roman" w:hAnsi="Times New Roman"/>
          <w:sz w:val="24"/>
          <w:szCs w:val="24"/>
        </w:rPr>
        <w:t>Родите</w:t>
      </w:r>
      <w:r>
        <w:rPr>
          <w:rFonts w:ascii="Times New Roman" w:hAnsi="Times New Roman"/>
          <w:sz w:val="24"/>
          <w:szCs w:val="24"/>
        </w:rPr>
        <w:t>ли наши, - рассказывают  блокадницы, -</w:t>
      </w:r>
      <w:r w:rsidRPr="000663ED">
        <w:rPr>
          <w:rFonts w:ascii="Times New Roman" w:hAnsi="Times New Roman"/>
          <w:sz w:val="24"/>
          <w:szCs w:val="24"/>
        </w:rPr>
        <w:t xml:space="preserve"> сами </w:t>
      </w:r>
      <w:r>
        <w:rPr>
          <w:rFonts w:ascii="Times New Roman" w:hAnsi="Times New Roman"/>
          <w:sz w:val="24"/>
          <w:szCs w:val="24"/>
        </w:rPr>
        <w:t>того не подозревая, были мужественными</w:t>
      </w:r>
      <w:r w:rsidRPr="000663ED">
        <w:rPr>
          <w:rFonts w:ascii="Times New Roman" w:hAnsi="Times New Roman"/>
          <w:sz w:val="24"/>
          <w:szCs w:val="24"/>
        </w:rPr>
        <w:t xml:space="preserve"> люд</w:t>
      </w:r>
      <w:r>
        <w:rPr>
          <w:rFonts w:ascii="Times New Roman" w:hAnsi="Times New Roman"/>
          <w:sz w:val="24"/>
          <w:szCs w:val="24"/>
        </w:rPr>
        <w:t>ьми.</w:t>
      </w:r>
      <w:r w:rsidRPr="000663ED">
        <w:rPr>
          <w:rFonts w:ascii="Times New Roman" w:hAnsi="Times New Roman"/>
          <w:sz w:val="24"/>
          <w:szCs w:val="24"/>
        </w:rPr>
        <w:t xml:space="preserve"> Они сумели ценою своей жизни сохранить с</w:t>
      </w:r>
      <w:r>
        <w:rPr>
          <w:rFonts w:ascii="Times New Roman" w:hAnsi="Times New Roman"/>
          <w:sz w:val="24"/>
          <w:szCs w:val="24"/>
        </w:rPr>
        <w:t>воих детей, после войны дать</w:t>
      </w:r>
      <w:r w:rsidRPr="000663ED">
        <w:rPr>
          <w:rFonts w:ascii="Times New Roman" w:hAnsi="Times New Roman"/>
          <w:sz w:val="24"/>
          <w:szCs w:val="24"/>
        </w:rPr>
        <w:t xml:space="preserve"> образов</w:t>
      </w:r>
      <w:r>
        <w:rPr>
          <w:rFonts w:ascii="Times New Roman" w:hAnsi="Times New Roman"/>
          <w:sz w:val="24"/>
          <w:szCs w:val="24"/>
        </w:rPr>
        <w:t xml:space="preserve">ание, профессию, и направить на верный жизненный путь. </w:t>
      </w:r>
      <w:r w:rsidRPr="000663ED">
        <w:rPr>
          <w:rFonts w:ascii="Times New Roman" w:hAnsi="Times New Roman"/>
          <w:sz w:val="24"/>
          <w:szCs w:val="24"/>
        </w:rPr>
        <w:t xml:space="preserve">Они передали нам свой оптимизм, веру в победу, способность к самообладанию в любых ситуациях, небывалую выдержку. Этим качествам мы </w:t>
      </w:r>
      <w:r>
        <w:rPr>
          <w:rFonts w:ascii="Times New Roman" w:hAnsi="Times New Roman"/>
          <w:sz w:val="24"/>
          <w:szCs w:val="24"/>
        </w:rPr>
        <w:t>стараемся следовать</w:t>
      </w:r>
      <w:r w:rsidRPr="000663ED">
        <w:rPr>
          <w:rFonts w:ascii="Times New Roman" w:hAnsi="Times New Roman"/>
          <w:sz w:val="24"/>
          <w:szCs w:val="24"/>
        </w:rPr>
        <w:t xml:space="preserve"> всю свою жизнь</w:t>
      </w:r>
      <w:r>
        <w:rPr>
          <w:rFonts w:ascii="Times New Roman" w:hAnsi="Times New Roman"/>
          <w:sz w:val="24"/>
          <w:szCs w:val="24"/>
        </w:rPr>
        <w:t>»</w:t>
      </w:r>
      <w:r w:rsidRPr="000663ED">
        <w:rPr>
          <w:rFonts w:ascii="Times New Roman" w:hAnsi="Times New Roman"/>
          <w:sz w:val="24"/>
          <w:szCs w:val="24"/>
        </w:rPr>
        <w:t xml:space="preserve">. </w:t>
      </w:r>
      <w:r>
        <w:rPr>
          <w:rFonts w:ascii="Times New Roman" w:hAnsi="Times New Roman"/>
          <w:sz w:val="24"/>
          <w:szCs w:val="24"/>
        </w:rPr>
        <w:t>«</w:t>
      </w:r>
      <w:r w:rsidRPr="000663ED">
        <w:rPr>
          <w:rFonts w:ascii="Times New Roman" w:hAnsi="Times New Roman"/>
          <w:sz w:val="24"/>
          <w:szCs w:val="24"/>
        </w:rPr>
        <w:t xml:space="preserve">В последние годы, рассказывает Алла Юрьевна, - с уходом из жизни отца и его друзей, осталась одна мать Наталья Андреевна Платонова. Но недавно в возрасте 90 лет и она ушла из жизни. Нас всегда удивляло и восхищало их терпение, мужество, и при этом  они сумели сохранить замечательное чувство юмора. Мама утверждала, что героизм и мужество были вынужденными, и скромно добавляла, что ничего тут особенного нет. Приятным событиям </w:t>
      </w:r>
      <w:r>
        <w:rPr>
          <w:rFonts w:ascii="Times New Roman" w:hAnsi="Times New Roman"/>
          <w:sz w:val="24"/>
          <w:szCs w:val="24"/>
        </w:rPr>
        <w:t xml:space="preserve">военных лет </w:t>
      </w:r>
      <w:r w:rsidRPr="000663ED">
        <w:rPr>
          <w:rFonts w:ascii="Times New Roman" w:hAnsi="Times New Roman"/>
          <w:sz w:val="24"/>
          <w:szCs w:val="24"/>
        </w:rPr>
        <w:t>можно считать тот случай, - вспоминает блокадница, - когда дядя Шура Потокин, папин деверь, молоденький солдат нашел нас в разрушенном городе. Увидев нас с мамой настолько измученными голодом, что даже плакать не было сил, вывернул на стол весь свой вещь - мешок с пайком. Сколько дней мы потом «пировали»! Э</w:t>
      </w:r>
      <w:r>
        <w:rPr>
          <w:rFonts w:ascii="Times New Roman" w:hAnsi="Times New Roman"/>
          <w:sz w:val="24"/>
          <w:szCs w:val="24"/>
        </w:rPr>
        <w:t>тот случай мы вспоминали часто</w:t>
      </w:r>
      <w:r w:rsidRPr="000663ED">
        <w:rPr>
          <w:rFonts w:ascii="Times New Roman" w:hAnsi="Times New Roman"/>
          <w:sz w:val="24"/>
          <w:szCs w:val="24"/>
        </w:rPr>
        <w:t xml:space="preserve">, пока мама была жива».     </w:t>
      </w:r>
    </w:p>
    <w:p w:rsidR="00C12076" w:rsidRPr="00401D00" w:rsidRDefault="00C12076" w:rsidP="00401D00">
      <w:pPr>
        <w:pStyle w:val="NormalWeb"/>
        <w:spacing w:before="0" w:beforeAutospacing="0" w:after="0" w:afterAutospacing="0"/>
        <w:rPr>
          <w:rFonts w:ascii="Arial" w:hAnsi="Arial" w:cs="Arial"/>
          <w:color w:val="351B00"/>
          <w:sz w:val="20"/>
          <w:szCs w:val="20"/>
        </w:rPr>
      </w:pPr>
      <w:r w:rsidRPr="000663ED">
        <w:t xml:space="preserve">   Многие блокадники так и не поняли, что были настоящими героями.  Каждая женщина -  мать совершала ежедневный подвиг. «Дети для едва живых матерей – это дополнительная всё поглощающая забота, отнимающая последние</w:t>
      </w:r>
      <w:r>
        <w:t xml:space="preserve"> силы, - рассказывают женщины</w:t>
      </w:r>
      <w:r w:rsidRPr="000663ED">
        <w:t xml:space="preserve">, - </w:t>
      </w:r>
      <w:r>
        <w:t>самое страшное для матери - выбирать, если детей было много, кого из них спасать. Скудного пайка не хватало на всех, хлеба на иждивенца выдавалось все меньше и меньше, иногда норма доходила до ста грамм в день, а иногда и совсем не выдавалась, когда пункты раздачи были закрыты. О</w:t>
      </w:r>
      <w:r w:rsidRPr="000663ED">
        <w:t>днако родители обладали такими качествами, которые, порой, не проявляются в мирные времена. Это чувство долга, самоотверженно</w:t>
      </w:r>
      <w:r>
        <w:t>сти, самопожертвования и даже</w:t>
      </w:r>
      <w:r w:rsidRPr="000663ED">
        <w:t xml:space="preserve"> героизма, который родители называли «вынужденным». Это и помога</w:t>
      </w:r>
      <w:r>
        <w:t xml:space="preserve">ло сохранить жизнь и ребёнка и </w:t>
      </w:r>
      <w:r w:rsidRPr="000663ED">
        <w:t>матери. Родители уже давно ушли из жизни, но мы бережём память о них, чтобы знали и помнили наши внуки и правнуки».</w:t>
      </w:r>
    </w:p>
    <w:p w:rsidR="00C12076" w:rsidRPr="000663ED" w:rsidRDefault="00C12076" w:rsidP="005A1C61">
      <w:pPr>
        <w:spacing w:after="0" w:line="240" w:lineRule="auto"/>
        <w:rPr>
          <w:rFonts w:ascii="Times New Roman" w:hAnsi="Times New Roman"/>
          <w:sz w:val="24"/>
          <w:szCs w:val="24"/>
        </w:rPr>
      </w:pPr>
      <w:r w:rsidRPr="000663ED">
        <w:rPr>
          <w:rFonts w:ascii="Times New Roman" w:hAnsi="Times New Roman"/>
          <w:sz w:val="24"/>
          <w:szCs w:val="24"/>
        </w:rPr>
        <w:t xml:space="preserve">    </w:t>
      </w:r>
      <w:r>
        <w:rPr>
          <w:rFonts w:ascii="Times New Roman" w:hAnsi="Times New Roman"/>
          <w:sz w:val="24"/>
          <w:szCs w:val="24"/>
        </w:rPr>
        <w:t xml:space="preserve">- </w:t>
      </w:r>
      <w:r w:rsidRPr="000663ED">
        <w:rPr>
          <w:rFonts w:ascii="Times New Roman" w:hAnsi="Times New Roman"/>
          <w:sz w:val="24"/>
          <w:szCs w:val="24"/>
        </w:rPr>
        <w:t>Вы с большой гордостью и благодарностью рассказываете о своих родителях, о матерях. Что беспокоит вас сегодня в отношени</w:t>
      </w:r>
      <w:r>
        <w:rPr>
          <w:rFonts w:ascii="Times New Roman" w:hAnsi="Times New Roman"/>
          <w:sz w:val="24"/>
          <w:szCs w:val="24"/>
        </w:rPr>
        <w:t>ях современных родителей и</w:t>
      </w:r>
      <w:r w:rsidRPr="000663ED">
        <w:rPr>
          <w:rFonts w:ascii="Times New Roman" w:hAnsi="Times New Roman"/>
          <w:sz w:val="24"/>
          <w:szCs w:val="24"/>
        </w:rPr>
        <w:t xml:space="preserve"> дет</w:t>
      </w:r>
      <w:r>
        <w:rPr>
          <w:rFonts w:ascii="Times New Roman" w:hAnsi="Times New Roman"/>
          <w:sz w:val="24"/>
          <w:szCs w:val="24"/>
        </w:rPr>
        <w:t>ей</w:t>
      </w:r>
      <w:r w:rsidRPr="000663ED">
        <w:rPr>
          <w:rFonts w:ascii="Times New Roman" w:hAnsi="Times New Roman"/>
          <w:sz w:val="24"/>
          <w:szCs w:val="24"/>
        </w:rPr>
        <w:t xml:space="preserve">? </w:t>
      </w:r>
      <w:r>
        <w:rPr>
          <w:rFonts w:ascii="Times New Roman" w:hAnsi="Times New Roman"/>
          <w:sz w:val="24"/>
          <w:szCs w:val="24"/>
        </w:rPr>
        <w:t>-  Блокадницы с горечью говорят</w:t>
      </w:r>
      <w:r w:rsidRPr="000663ED">
        <w:rPr>
          <w:rFonts w:ascii="Times New Roman" w:hAnsi="Times New Roman"/>
          <w:sz w:val="24"/>
          <w:szCs w:val="24"/>
        </w:rPr>
        <w:t xml:space="preserve">: «Неужели надо человека ставить в такие нечеловеческие условия, которые создала война, чтобы родители поняли, что убивать и бросать своих детей нельзя?  Мы хотим, чтобы взрослые никогда не позволяли себе издеваться над детьми, предавать их и манипулировать ими в своих собственных интересах».   </w:t>
      </w:r>
    </w:p>
    <w:p w:rsidR="00C12076" w:rsidRPr="000663ED" w:rsidRDefault="00C12076" w:rsidP="005A1C61">
      <w:pPr>
        <w:spacing w:after="0" w:line="240" w:lineRule="auto"/>
        <w:rPr>
          <w:rFonts w:ascii="Times New Roman" w:hAnsi="Times New Roman"/>
          <w:sz w:val="24"/>
          <w:szCs w:val="24"/>
        </w:rPr>
      </w:pPr>
      <w:r w:rsidRPr="000663ED">
        <w:rPr>
          <w:rFonts w:ascii="Times New Roman" w:hAnsi="Times New Roman"/>
          <w:sz w:val="24"/>
          <w:szCs w:val="24"/>
        </w:rPr>
        <w:t xml:space="preserve">     Дети блокады дорожат своей семьёй, дружбой друг с другом. Им есть, что вспомнить, чем поделиться. У них много общего в жизни и тогда и сейчас: многие до сих пор трудятся, путешествуют по всему свету, с удовольствием посещают разные курсы. Алла Юрьевна вырастила дочь, дружно уживается с любимыми внуками. В свободное от работы и от воспитания подрастающего поколения время, увлеклась живописью, многие годы занимается в изостудии. Кого часто можно встретить на выставках, в театрах, концертах экскурсиях?  Конечно – блокадников, им интересно всё. Их много и в поликлиниках: война «щедро» наделила типичными заболеваниями, в</w:t>
      </w:r>
      <w:r>
        <w:rPr>
          <w:rFonts w:ascii="Times New Roman" w:hAnsi="Times New Roman"/>
          <w:sz w:val="24"/>
          <w:szCs w:val="24"/>
        </w:rPr>
        <w:t>ызванными длительным голоданием:</w:t>
      </w:r>
      <w:r w:rsidRPr="000663ED">
        <w:rPr>
          <w:rFonts w:ascii="Times New Roman" w:hAnsi="Times New Roman"/>
          <w:sz w:val="24"/>
          <w:szCs w:val="24"/>
        </w:rPr>
        <w:t xml:space="preserve"> стрессом, дистрофией, цингой. Многие не смогли иметь детей. Однако, всегда жизнерадостные, они крепко держатся за жизнь и готовы, не скупясь, поделиться  со всеми своей стойкостью и выдержкой. Откуда столько оптимизма и жизненных сил? Они умеют радоваться жизни, как дети.</w:t>
      </w:r>
    </w:p>
    <w:p w:rsidR="00C12076" w:rsidRPr="000663ED" w:rsidRDefault="00C12076" w:rsidP="005A1C61">
      <w:pPr>
        <w:spacing w:after="0" w:line="240" w:lineRule="auto"/>
        <w:rPr>
          <w:rFonts w:ascii="Times New Roman" w:hAnsi="Times New Roman"/>
          <w:sz w:val="24"/>
          <w:szCs w:val="24"/>
        </w:rPr>
      </w:pPr>
      <w:r w:rsidRPr="000663ED">
        <w:rPr>
          <w:rFonts w:ascii="Times New Roman" w:hAnsi="Times New Roman"/>
          <w:sz w:val="24"/>
          <w:szCs w:val="24"/>
        </w:rPr>
        <w:t xml:space="preserve">    </w:t>
      </w:r>
      <w:r w:rsidRPr="00F072F1">
        <w:rPr>
          <w:rFonts w:ascii="Times New Roman" w:hAnsi="Times New Roman"/>
          <w:b/>
          <w:sz w:val="24"/>
          <w:szCs w:val="24"/>
        </w:rPr>
        <w:t>Галина Алексеевна Михайлова</w:t>
      </w:r>
      <w:r w:rsidRPr="000663ED">
        <w:rPr>
          <w:rFonts w:ascii="Times New Roman" w:hAnsi="Times New Roman"/>
          <w:sz w:val="24"/>
          <w:szCs w:val="24"/>
        </w:rPr>
        <w:t xml:space="preserve"> родилась в первые дни войны 14 июля 1941 г. в Ленинграде, а через меся</w:t>
      </w:r>
      <w:r>
        <w:rPr>
          <w:rFonts w:ascii="Times New Roman" w:hAnsi="Times New Roman"/>
          <w:sz w:val="24"/>
          <w:szCs w:val="24"/>
        </w:rPr>
        <w:t xml:space="preserve">ц погиб на фронте отец </w:t>
      </w:r>
      <w:r w:rsidRPr="00553E81">
        <w:rPr>
          <w:rFonts w:ascii="Times New Roman" w:hAnsi="Times New Roman"/>
          <w:b/>
          <w:sz w:val="24"/>
          <w:szCs w:val="24"/>
        </w:rPr>
        <w:t>Алексей Михайлович Михайлов</w:t>
      </w:r>
      <w:r w:rsidRPr="000663ED">
        <w:rPr>
          <w:rFonts w:ascii="Times New Roman" w:hAnsi="Times New Roman"/>
          <w:sz w:val="24"/>
          <w:szCs w:val="24"/>
        </w:rPr>
        <w:t xml:space="preserve">. Её мама, </w:t>
      </w:r>
      <w:r w:rsidRPr="00553E81">
        <w:rPr>
          <w:rFonts w:ascii="Times New Roman" w:hAnsi="Times New Roman"/>
          <w:b/>
          <w:sz w:val="24"/>
          <w:szCs w:val="24"/>
        </w:rPr>
        <w:t>Анна Ивановна</w:t>
      </w:r>
      <w:r w:rsidRPr="000663ED">
        <w:rPr>
          <w:rFonts w:ascii="Times New Roman" w:hAnsi="Times New Roman"/>
          <w:sz w:val="24"/>
          <w:szCs w:val="24"/>
        </w:rPr>
        <w:t>, осталась одна в блокадном Ленинграде с младенцем на руках. Молодую женщину после окончания школы медсестёр направили работать в детскую поликлинику и в детский д</w:t>
      </w:r>
      <w:r>
        <w:rPr>
          <w:rFonts w:ascii="Times New Roman" w:hAnsi="Times New Roman"/>
          <w:sz w:val="24"/>
          <w:szCs w:val="24"/>
        </w:rPr>
        <w:t>ом. Малютку Галочку она оформила</w:t>
      </w:r>
      <w:r w:rsidRPr="000663ED">
        <w:rPr>
          <w:rFonts w:ascii="Times New Roman" w:hAnsi="Times New Roman"/>
          <w:sz w:val="24"/>
          <w:szCs w:val="24"/>
        </w:rPr>
        <w:t xml:space="preserve"> </w:t>
      </w:r>
      <w:r>
        <w:rPr>
          <w:rFonts w:ascii="Times New Roman" w:hAnsi="Times New Roman"/>
          <w:sz w:val="24"/>
          <w:szCs w:val="24"/>
        </w:rPr>
        <w:t xml:space="preserve">на круглосуточное содержание </w:t>
      </w:r>
      <w:r w:rsidRPr="000663ED">
        <w:rPr>
          <w:rFonts w:ascii="Times New Roman" w:hAnsi="Times New Roman"/>
          <w:sz w:val="24"/>
          <w:szCs w:val="24"/>
        </w:rPr>
        <w:t>в ясли - сад. Во время очередного налёта вражеской авиации бомбы попали в детский сад и в дом по улице Вакуленчука Петроградского района, где жила семья Михайловых. В детском саду погибли все дети, а из яслей успели вынести несколько малышей, в том числе и Галочку Михайлову. Счастливая мама получила из рук нянечки чудом спасённую дочурку. Но жить стало негде. Перебивались, как могли. Вскоре семья получила опустевшую квартирку в полуразрушенно</w:t>
      </w:r>
      <w:r>
        <w:rPr>
          <w:rFonts w:ascii="Times New Roman" w:hAnsi="Times New Roman"/>
          <w:sz w:val="24"/>
          <w:szCs w:val="24"/>
        </w:rPr>
        <w:t>м доме по улице Ольгина на</w:t>
      </w:r>
      <w:r w:rsidRPr="000663ED">
        <w:rPr>
          <w:rFonts w:ascii="Times New Roman" w:hAnsi="Times New Roman"/>
          <w:sz w:val="24"/>
          <w:szCs w:val="24"/>
        </w:rPr>
        <w:t xml:space="preserve"> Крестовском острове, где и прожила всю войну. Анна Ивановна не любила рассказывать о блокаде, - слишком тяжелы воспоминания. Более 34 лет она проработала с д</w:t>
      </w:r>
      <w:r>
        <w:rPr>
          <w:rFonts w:ascii="Times New Roman" w:hAnsi="Times New Roman"/>
          <w:sz w:val="24"/>
          <w:szCs w:val="24"/>
        </w:rPr>
        <w:t>етьми, по - матерински тепло</w:t>
      </w:r>
      <w:r w:rsidRPr="000663ED">
        <w:rPr>
          <w:rFonts w:ascii="Times New Roman" w:hAnsi="Times New Roman"/>
          <w:sz w:val="24"/>
          <w:szCs w:val="24"/>
        </w:rPr>
        <w:t>, но с необходимой строгостью, относилась к ним. Дослужилась до должности старшей медсестры и, обладая талантом педагога и воспитателя, выпустила несколько поколений медсестер.</w:t>
      </w:r>
      <w:r>
        <w:rPr>
          <w:rFonts w:ascii="Times New Roman" w:hAnsi="Times New Roman"/>
          <w:sz w:val="24"/>
          <w:szCs w:val="24"/>
        </w:rPr>
        <w:t xml:space="preserve"> На</w:t>
      </w:r>
      <w:r w:rsidRPr="000663ED">
        <w:rPr>
          <w:rFonts w:ascii="Times New Roman" w:hAnsi="Times New Roman"/>
          <w:sz w:val="24"/>
          <w:szCs w:val="24"/>
        </w:rPr>
        <w:t>гр</w:t>
      </w:r>
      <w:r>
        <w:rPr>
          <w:rFonts w:ascii="Times New Roman" w:hAnsi="Times New Roman"/>
          <w:sz w:val="24"/>
          <w:szCs w:val="24"/>
        </w:rPr>
        <w:t>аждена</w:t>
      </w:r>
      <w:r w:rsidRPr="000663ED">
        <w:rPr>
          <w:rFonts w:ascii="Times New Roman" w:hAnsi="Times New Roman"/>
          <w:sz w:val="24"/>
          <w:szCs w:val="24"/>
        </w:rPr>
        <w:t xml:space="preserve"> медалями: «За оборону Ленинграда</w:t>
      </w:r>
      <w:r>
        <w:rPr>
          <w:rFonts w:ascii="Times New Roman" w:hAnsi="Times New Roman"/>
          <w:sz w:val="24"/>
          <w:szCs w:val="24"/>
        </w:rPr>
        <w:t>», «За доблестный труд»,</w:t>
      </w:r>
      <w:r w:rsidRPr="000663ED">
        <w:rPr>
          <w:rFonts w:ascii="Times New Roman" w:hAnsi="Times New Roman"/>
          <w:sz w:val="24"/>
          <w:szCs w:val="24"/>
        </w:rPr>
        <w:t xml:space="preserve"> значком «Отличник здравоохранения». До конца жизни Анна Ивановна не оставляла любимую работу. </w:t>
      </w:r>
    </w:p>
    <w:p w:rsidR="00C12076" w:rsidRPr="000663ED" w:rsidRDefault="00C12076" w:rsidP="005A1C61">
      <w:pPr>
        <w:spacing w:after="0" w:line="240" w:lineRule="auto"/>
        <w:rPr>
          <w:rFonts w:ascii="Times New Roman" w:hAnsi="Times New Roman"/>
          <w:sz w:val="24"/>
          <w:szCs w:val="24"/>
        </w:rPr>
      </w:pPr>
      <w:r>
        <w:rPr>
          <w:rFonts w:ascii="Times New Roman" w:hAnsi="Times New Roman"/>
          <w:sz w:val="24"/>
          <w:szCs w:val="24"/>
        </w:rPr>
        <w:t xml:space="preserve">    </w:t>
      </w:r>
      <w:r w:rsidRPr="000663ED">
        <w:rPr>
          <w:rFonts w:ascii="Times New Roman" w:hAnsi="Times New Roman"/>
          <w:sz w:val="24"/>
          <w:szCs w:val="24"/>
        </w:rPr>
        <w:t xml:space="preserve">«Первое послевоенное время, - вспоминает Галина Алексеевна Михайлова, - было самым радостным: закончился голод, появился свет и вода, пошёл транспорт, открылись театры и музеи. С  большими надеждами наши родители – герои - победители смотрели в будущее. Вот теперь - то они, </w:t>
      </w:r>
      <w:r>
        <w:rPr>
          <w:rFonts w:ascii="Times New Roman" w:hAnsi="Times New Roman"/>
          <w:sz w:val="24"/>
          <w:szCs w:val="24"/>
        </w:rPr>
        <w:t>вдоволь наевшись</w:t>
      </w:r>
      <w:r w:rsidRPr="000663ED">
        <w:rPr>
          <w:rFonts w:ascii="Times New Roman" w:hAnsi="Times New Roman"/>
          <w:sz w:val="24"/>
          <w:szCs w:val="24"/>
        </w:rPr>
        <w:t xml:space="preserve"> своей любимой картошки жаренной, да с лучком, </w:t>
      </w:r>
      <w:r>
        <w:rPr>
          <w:rFonts w:ascii="Times New Roman" w:hAnsi="Times New Roman"/>
          <w:sz w:val="24"/>
          <w:szCs w:val="24"/>
        </w:rPr>
        <w:t xml:space="preserve">о которой мечтали всю войну, </w:t>
      </w:r>
      <w:r w:rsidRPr="000663ED">
        <w:rPr>
          <w:rFonts w:ascii="Times New Roman" w:hAnsi="Times New Roman"/>
          <w:sz w:val="24"/>
          <w:szCs w:val="24"/>
        </w:rPr>
        <w:t>приведут в порядок сво</w:t>
      </w:r>
      <w:r>
        <w:rPr>
          <w:rFonts w:ascii="Times New Roman" w:hAnsi="Times New Roman"/>
          <w:sz w:val="24"/>
          <w:szCs w:val="24"/>
        </w:rPr>
        <w:t>ё жильё, свой город, свою страну</w:t>
      </w:r>
      <w:r w:rsidRPr="000663ED">
        <w:rPr>
          <w:rFonts w:ascii="Times New Roman" w:hAnsi="Times New Roman"/>
          <w:sz w:val="24"/>
          <w:szCs w:val="24"/>
        </w:rPr>
        <w:t xml:space="preserve"> и наступит СЧАСТЛИВАЯ ЖИЗНЬ. Но оказалось не всё так просто». </w:t>
      </w:r>
      <w:r>
        <w:rPr>
          <w:rFonts w:ascii="Times New Roman" w:hAnsi="Times New Roman"/>
          <w:sz w:val="24"/>
          <w:szCs w:val="24"/>
        </w:rPr>
        <w:t>Так в чём же дело? А в том, что многие годы после</w:t>
      </w:r>
      <w:r w:rsidRPr="000663ED">
        <w:rPr>
          <w:rFonts w:ascii="Times New Roman" w:hAnsi="Times New Roman"/>
          <w:sz w:val="24"/>
          <w:szCs w:val="24"/>
        </w:rPr>
        <w:t xml:space="preserve"> войны правда о блокаде замалчивалась, говорить о</w:t>
      </w:r>
      <w:r>
        <w:rPr>
          <w:rFonts w:ascii="Times New Roman" w:hAnsi="Times New Roman"/>
          <w:sz w:val="24"/>
          <w:szCs w:val="24"/>
        </w:rPr>
        <w:t xml:space="preserve">  голоде, дистрофии,</w:t>
      </w:r>
      <w:r w:rsidRPr="000663ED">
        <w:rPr>
          <w:rFonts w:ascii="Times New Roman" w:hAnsi="Times New Roman"/>
          <w:sz w:val="24"/>
          <w:szCs w:val="24"/>
        </w:rPr>
        <w:t xml:space="preserve"> </w:t>
      </w:r>
      <w:r>
        <w:rPr>
          <w:rFonts w:ascii="Times New Roman" w:hAnsi="Times New Roman"/>
          <w:sz w:val="24"/>
          <w:szCs w:val="24"/>
        </w:rPr>
        <w:t xml:space="preserve">цинге, о </w:t>
      </w:r>
      <w:r w:rsidRPr="000663ED">
        <w:rPr>
          <w:rFonts w:ascii="Times New Roman" w:hAnsi="Times New Roman"/>
          <w:sz w:val="24"/>
          <w:szCs w:val="24"/>
        </w:rPr>
        <w:t xml:space="preserve">страданиях изолированных </w:t>
      </w:r>
      <w:r>
        <w:rPr>
          <w:rFonts w:ascii="Times New Roman" w:hAnsi="Times New Roman"/>
          <w:sz w:val="24"/>
          <w:szCs w:val="24"/>
        </w:rPr>
        <w:t xml:space="preserve">на два с половиной года </w:t>
      </w:r>
      <w:r w:rsidRPr="000663ED">
        <w:rPr>
          <w:rFonts w:ascii="Times New Roman" w:hAnsi="Times New Roman"/>
          <w:sz w:val="24"/>
          <w:szCs w:val="24"/>
        </w:rPr>
        <w:t xml:space="preserve">от страны </w:t>
      </w:r>
      <w:r>
        <w:rPr>
          <w:rFonts w:ascii="Times New Roman" w:hAnsi="Times New Roman"/>
          <w:sz w:val="24"/>
          <w:szCs w:val="24"/>
        </w:rPr>
        <w:t xml:space="preserve"> ленинградцев</w:t>
      </w:r>
      <w:r w:rsidRPr="000663ED">
        <w:rPr>
          <w:rFonts w:ascii="Times New Roman" w:hAnsi="Times New Roman"/>
          <w:sz w:val="24"/>
          <w:szCs w:val="24"/>
        </w:rPr>
        <w:t xml:space="preserve"> было запрещено. Отношение к блокадникам был</w:t>
      </w:r>
      <w:r>
        <w:rPr>
          <w:rFonts w:ascii="Times New Roman" w:hAnsi="Times New Roman"/>
          <w:sz w:val="24"/>
          <w:szCs w:val="24"/>
        </w:rPr>
        <w:t>о, мягко сказать, не оцененным по достоинству</w:t>
      </w:r>
      <w:r w:rsidRPr="000663ED">
        <w:rPr>
          <w:rFonts w:ascii="Times New Roman" w:hAnsi="Times New Roman"/>
          <w:sz w:val="24"/>
          <w:szCs w:val="24"/>
        </w:rPr>
        <w:t>. Это только теперь заговорили, что такой долгой блокады ещё не бывало в мировой истории, и что блокадники - г</w:t>
      </w:r>
      <w:r>
        <w:rPr>
          <w:rFonts w:ascii="Times New Roman" w:hAnsi="Times New Roman"/>
          <w:sz w:val="24"/>
          <w:szCs w:val="24"/>
        </w:rPr>
        <w:t xml:space="preserve">ерои. А тогда всё было не так. </w:t>
      </w:r>
      <w:r w:rsidRPr="000663ED">
        <w:rPr>
          <w:rFonts w:ascii="Times New Roman" w:hAnsi="Times New Roman"/>
          <w:sz w:val="24"/>
          <w:szCs w:val="24"/>
        </w:rPr>
        <w:t>После войны разбирать завалы и восстанавливать разрушенный город со всей страны приехали рабоч</w:t>
      </w:r>
      <w:r>
        <w:rPr>
          <w:rFonts w:ascii="Times New Roman" w:hAnsi="Times New Roman"/>
          <w:sz w:val="24"/>
          <w:szCs w:val="24"/>
        </w:rPr>
        <w:t>ие, строители, инженеры. Их</w:t>
      </w:r>
      <w:r w:rsidRPr="000663ED">
        <w:rPr>
          <w:rFonts w:ascii="Times New Roman" w:hAnsi="Times New Roman"/>
          <w:sz w:val="24"/>
          <w:szCs w:val="24"/>
        </w:rPr>
        <w:t xml:space="preserve"> обеспечивали жильём и продовольствием. </w:t>
      </w:r>
      <w:r>
        <w:rPr>
          <w:rFonts w:ascii="Times New Roman" w:hAnsi="Times New Roman"/>
          <w:sz w:val="24"/>
          <w:szCs w:val="24"/>
        </w:rPr>
        <w:t>Возвращали</w:t>
      </w:r>
      <w:r w:rsidRPr="000663ED">
        <w:rPr>
          <w:rFonts w:ascii="Times New Roman" w:hAnsi="Times New Roman"/>
          <w:sz w:val="24"/>
          <w:szCs w:val="24"/>
        </w:rPr>
        <w:t xml:space="preserve">сь в прежние квартиры и бывшие хозяева, успевшие эвакуироваться на Большую землю в первые дни войны. </w:t>
      </w:r>
      <w:r>
        <w:rPr>
          <w:rFonts w:ascii="Times New Roman" w:hAnsi="Times New Roman"/>
          <w:sz w:val="24"/>
          <w:szCs w:val="24"/>
        </w:rPr>
        <w:t>Б</w:t>
      </w:r>
      <w:r w:rsidRPr="000663ED">
        <w:rPr>
          <w:rFonts w:ascii="Times New Roman" w:hAnsi="Times New Roman"/>
          <w:sz w:val="24"/>
          <w:szCs w:val="24"/>
        </w:rPr>
        <w:t xml:space="preserve">локадников стали «уплотнять», переселять в коммунальные квартиры, </w:t>
      </w:r>
      <w:r>
        <w:rPr>
          <w:rFonts w:ascii="Times New Roman" w:hAnsi="Times New Roman"/>
          <w:sz w:val="24"/>
          <w:szCs w:val="24"/>
        </w:rPr>
        <w:t xml:space="preserve">в которых многие живут и до сих пор, а кто – то вообще тогда остался </w:t>
      </w:r>
      <w:r w:rsidRPr="000663ED">
        <w:rPr>
          <w:rFonts w:ascii="Times New Roman" w:hAnsi="Times New Roman"/>
          <w:sz w:val="24"/>
          <w:szCs w:val="24"/>
        </w:rPr>
        <w:t xml:space="preserve"> без жилья. Всё это вызывало их</w:t>
      </w:r>
      <w:r>
        <w:rPr>
          <w:rFonts w:ascii="Times New Roman" w:hAnsi="Times New Roman"/>
          <w:sz w:val="24"/>
          <w:szCs w:val="24"/>
        </w:rPr>
        <w:t xml:space="preserve"> недовольство. Скорее всего, чиновники</w:t>
      </w:r>
      <w:r w:rsidRPr="000663ED">
        <w:rPr>
          <w:rFonts w:ascii="Times New Roman" w:hAnsi="Times New Roman"/>
          <w:sz w:val="24"/>
          <w:szCs w:val="24"/>
        </w:rPr>
        <w:t xml:space="preserve"> просто не осознавали, какую высокую плату - ценою в жизнь, заплатили жители и защитники за спасение осаждённого города. Иначе, просто некуда было бы возвращаться и нечего восстанавливать. «Героизм наших родителей</w:t>
      </w:r>
      <w:r>
        <w:rPr>
          <w:rFonts w:ascii="Times New Roman" w:hAnsi="Times New Roman"/>
          <w:sz w:val="24"/>
          <w:szCs w:val="24"/>
        </w:rPr>
        <w:t>, - с</w:t>
      </w:r>
      <w:r w:rsidRPr="000663ED">
        <w:rPr>
          <w:rFonts w:ascii="Times New Roman" w:hAnsi="Times New Roman"/>
          <w:sz w:val="24"/>
          <w:szCs w:val="24"/>
        </w:rPr>
        <w:t xml:space="preserve"> горечью говорит Галина Алексеевна, - несправедливо долго замалчивался, и это оставило в их сердцах большую обиду». </w:t>
      </w:r>
    </w:p>
    <w:p w:rsidR="00C12076" w:rsidRPr="000663ED" w:rsidRDefault="00C12076" w:rsidP="005A1C61">
      <w:pPr>
        <w:spacing w:after="0" w:line="240" w:lineRule="auto"/>
        <w:rPr>
          <w:rFonts w:ascii="Times New Roman" w:hAnsi="Times New Roman"/>
          <w:sz w:val="24"/>
          <w:szCs w:val="24"/>
        </w:rPr>
      </w:pPr>
      <w:r w:rsidRPr="000663ED">
        <w:rPr>
          <w:rFonts w:ascii="Times New Roman" w:hAnsi="Times New Roman"/>
          <w:sz w:val="24"/>
          <w:szCs w:val="24"/>
        </w:rPr>
        <w:t xml:space="preserve">     </w:t>
      </w:r>
      <w:r>
        <w:rPr>
          <w:rFonts w:ascii="Times New Roman" w:hAnsi="Times New Roman"/>
          <w:sz w:val="24"/>
          <w:szCs w:val="24"/>
        </w:rPr>
        <w:t>П</w:t>
      </w:r>
      <w:r w:rsidRPr="000663ED">
        <w:rPr>
          <w:rFonts w:ascii="Times New Roman" w:hAnsi="Times New Roman"/>
          <w:sz w:val="24"/>
          <w:szCs w:val="24"/>
        </w:rPr>
        <w:t>осле</w:t>
      </w:r>
      <w:r>
        <w:rPr>
          <w:rFonts w:ascii="Times New Roman" w:hAnsi="Times New Roman"/>
          <w:sz w:val="24"/>
          <w:szCs w:val="24"/>
        </w:rPr>
        <w:t xml:space="preserve"> </w:t>
      </w:r>
      <w:r w:rsidRPr="000663ED">
        <w:rPr>
          <w:rFonts w:ascii="Times New Roman" w:hAnsi="Times New Roman"/>
          <w:sz w:val="24"/>
          <w:szCs w:val="24"/>
        </w:rPr>
        <w:t>во</w:t>
      </w:r>
      <w:r>
        <w:rPr>
          <w:rFonts w:ascii="Times New Roman" w:hAnsi="Times New Roman"/>
          <w:sz w:val="24"/>
          <w:szCs w:val="24"/>
        </w:rPr>
        <w:t>йны появились новые</w:t>
      </w:r>
      <w:r w:rsidRPr="000663ED">
        <w:rPr>
          <w:rFonts w:ascii="Times New Roman" w:hAnsi="Times New Roman"/>
          <w:sz w:val="24"/>
          <w:szCs w:val="24"/>
        </w:rPr>
        <w:t xml:space="preserve"> проблемы</w:t>
      </w:r>
      <w:r>
        <w:rPr>
          <w:rFonts w:ascii="Times New Roman" w:hAnsi="Times New Roman"/>
          <w:sz w:val="24"/>
          <w:szCs w:val="24"/>
        </w:rPr>
        <w:t>: д</w:t>
      </w:r>
      <w:r w:rsidRPr="000663ED">
        <w:rPr>
          <w:rFonts w:ascii="Times New Roman" w:hAnsi="Times New Roman"/>
          <w:sz w:val="24"/>
          <w:szCs w:val="24"/>
        </w:rPr>
        <w:t>олгая война, р</w:t>
      </w:r>
      <w:r>
        <w:rPr>
          <w:rFonts w:ascii="Times New Roman" w:hAnsi="Times New Roman"/>
          <w:sz w:val="24"/>
          <w:szCs w:val="24"/>
        </w:rPr>
        <w:t>азлука, потеря близких  сильно изменили</w:t>
      </w:r>
      <w:r w:rsidRPr="000663ED">
        <w:rPr>
          <w:rFonts w:ascii="Times New Roman" w:hAnsi="Times New Roman"/>
          <w:sz w:val="24"/>
          <w:szCs w:val="24"/>
        </w:rPr>
        <w:t xml:space="preserve"> многих, уцелевших  в блокаду и тех, кто вернулся домой. С больными душами, физическими ранами и увечьями</w:t>
      </w:r>
      <w:r>
        <w:rPr>
          <w:rFonts w:ascii="Times New Roman" w:hAnsi="Times New Roman"/>
          <w:sz w:val="24"/>
          <w:szCs w:val="24"/>
        </w:rPr>
        <w:t>,</w:t>
      </w:r>
      <w:r w:rsidRPr="000663ED">
        <w:rPr>
          <w:rFonts w:ascii="Times New Roman" w:hAnsi="Times New Roman"/>
          <w:sz w:val="24"/>
          <w:szCs w:val="24"/>
        </w:rPr>
        <w:t xml:space="preserve"> победители долго не могли отвыкнуть от войны. Научивши</w:t>
      </w:r>
      <w:r>
        <w:rPr>
          <w:rFonts w:ascii="Times New Roman" w:hAnsi="Times New Roman"/>
          <w:sz w:val="24"/>
          <w:szCs w:val="24"/>
        </w:rPr>
        <w:t xml:space="preserve">сь самоотверженно работать для фронта и </w:t>
      </w:r>
      <w:r w:rsidRPr="000663ED">
        <w:rPr>
          <w:rFonts w:ascii="Times New Roman" w:hAnsi="Times New Roman"/>
          <w:sz w:val="24"/>
          <w:szCs w:val="24"/>
        </w:rPr>
        <w:t xml:space="preserve">хорошо воевать, они зачастую не могли найти своё место в мирной жизни. Некоторые лечили души спиртным. Дети на себе испытывали послевоенный синдром своих родителей. Но это не помешало им оставаться жадными до романтики, познания мир, </w:t>
      </w:r>
      <w:r>
        <w:rPr>
          <w:rFonts w:ascii="Times New Roman" w:hAnsi="Times New Roman"/>
          <w:sz w:val="24"/>
          <w:szCs w:val="24"/>
        </w:rPr>
        <w:t>блокадники</w:t>
      </w:r>
      <w:r w:rsidRPr="000663ED">
        <w:rPr>
          <w:rFonts w:ascii="Times New Roman" w:hAnsi="Times New Roman"/>
          <w:sz w:val="24"/>
          <w:szCs w:val="24"/>
        </w:rPr>
        <w:t xml:space="preserve"> и до сих пор полны веры в светлое будущее своей страны.</w:t>
      </w:r>
    </w:p>
    <w:p w:rsidR="00C12076" w:rsidRPr="000663ED" w:rsidRDefault="00C12076" w:rsidP="005A1C61">
      <w:pPr>
        <w:spacing w:after="0" w:line="240" w:lineRule="auto"/>
        <w:rPr>
          <w:rFonts w:ascii="Times New Roman" w:hAnsi="Times New Roman"/>
          <w:sz w:val="24"/>
          <w:szCs w:val="24"/>
        </w:rPr>
      </w:pPr>
      <w:r w:rsidRPr="000663ED">
        <w:rPr>
          <w:rFonts w:ascii="Times New Roman" w:hAnsi="Times New Roman"/>
          <w:sz w:val="24"/>
          <w:szCs w:val="24"/>
        </w:rPr>
        <w:t xml:space="preserve">     Блокада снята, война закончилась, </w:t>
      </w:r>
      <w:r>
        <w:rPr>
          <w:rFonts w:ascii="Times New Roman" w:hAnsi="Times New Roman"/>
          <w:sz w:val="24"/>
          <w:szCs w:val="24"/>
        </w:rPr>
        <w:t xml:space="preserve">детям </w:t>
      </w:r>
      <w:r w:rsidRPr="000663ED">
        <w:rPr>
          <w:rFonts w:ascii="Times New Roman" w:hAnsi="Times New Roman"/>
          <w:sz w:val="24"/>
          <w:szCs w:val="24"/>
        </w:rPr>
        <w:t xml:space="preserve">пора собираться в школу. </w:t>
      </w:r>
      <w:r>
        <w:rPr>
          <w:rFonts w:ascii="Times New Roman" w:hAnsi="Times New Roman"/>
          <w:sz w:val="24"/>
          <w:szCs w:val="24"/>
        </w:rPr>
        <w:t xml:space="preserve">Но что - то </w:t>
      </w:r>
      <w:r w:rsidRPr="000663ED">
        <w:rPr>
          <w:rFonts w:ascii="Times New Roman" w:hAnsi="Times New Roman"/>
          <w:sz w:val="24"/>
          <w:szCs w:val="24"/>
        </w:rPr>
        <w:t xml:space="preserve">с неохотой вспоминают </w:t>
      </w:r>
      <w:r>
        <w:rPr>
          <w:rFonts w:ascii="Times New Roman" w:hAnsi="Times New Roman"/>
          <w:sz w:val="24"/>
          <w:szCs w:val="24"/>
        </w:rPr>
        <w:t xml:space="preserve">подруги Алла, Галина и Люба свои </w:t>
      </w:r>
      <w:r w:rsidRPr="000663ED">
        <w:rPr>
          <w:rFonts w:ascii="Times New Roman" w:hAnsi="Times New Roman"/>
          <w:sz w:val="24"/>
          <w:szCs w:val="24"/>
        </w:rPr>
        <w:t xml:space="preserve">школьные годы. Почему? А потому, что </w:t>
      </w:r>
      <w:r>
        <w:rPr>
          <w:rFonts w:ascii="Times New Roman" w:hAnsi="Times New Roman"/>
          <w:sz w:val="24"/>
          <w:szCs w:val="24"/>
        </w:rPr>
        <w:t>слишком з</w:t>
      </w:r>
      <w:r w:rsidRPr="000663ED">
        <w:rPr>
          <w:rFonts w:ascii="Times New Roman" w:hAnsi="Times New Roman"/>
          <w:sz w:val="24"/>
          <w:szCs w:val="24"/>
        </w:rPr>
        <w:t xml:space="preserve">аметным </w:t>
      </w:r>
      <w:r>
        <w:rPr>
          <w:rFonts w:ascii="Times New Roman" w:hAnsi="Times New Roman"/>
          <w:sz w:val="24"/>
          <w:szCs w:val="24"/>
        </w:rPr>
        <w:t xml:space="preserve">было </w:t>
      </w:r>
      <w:r w:rsidRPr="000663ED">
        <w:rPr>
          <w:rFonts w:ascii="Times New Roman" w:hAnsi="Times New Roman"/>
          <w:sz w:val="24"/>
          <w:szCs w:val="24"/>
        </w:rPr>
        <w:t>их отставание в физическом развити</w:t>
      </w:r>
      <w:r>
        <w:rPr>
          <w:rFonts w:ascii="Times New Roman" w:hAnsi="Times New Roman"/>
          <w:sz w:val="24"/>
          <w:szCs w:val="24"/>
        </w:rPr>
        <w:t xml:space="preserve">и. </w:t>
      </w:r>
      <w:r w:rsidRPr="000663ED">
        <w:rPr>
          <w:rFonts w:ascii="Times New Roman" w:hAnsi="Times New Roman"/>
          <w:sz w:val="24"/>
          <w:szCs w:val="24"/>
        </w:rPr>
        <w:t>Переболев рахитом, цингой, дистрофией</w:t>
      </w:r>
      <w:r>
        <w:rPr>
          <w:rFonts w:ascii="Times New Roman" w:hAnsi="Times New Roman"/>
          <w:sz w:val="24"/>
          <w:szCs w:val="24"/>
        </w:rPr>
        <w:t>, потерей зрения, слуха и речи, истощённые, они</w:t>
      </w:r>
      <w:r w:rsidRPr="000663ED">
        <w:rPr>
          <w:rFonts w:ascii="Times New Roman" w:hAnsi="Times New Roman"/>
          <w:sz w:val="24"/>
          <w:szCs w:val="24"/>
        </w:rPr>
        <w:t xml:space="preserve"> выглядели ущербными во всех отношениях по сравнению с</w:t>
      </w:r>
      <w:r>
        <w:rPr>
          <w:rFonts w:ascii="Times New Roman" w:hAnsi="Times New Roman"/>
          <w:sz w:val="24"/>
          <w:szCs w:val="24"/>
        </w:rPr>
        <w:t xml:space="preserve"> приезжими ребятишками</w:t>
      </w:r>
      <w:r w:rsidRPr="000663ED">
        <w:rPr>
          <w:rFonts w:ascii="Times New Roman" w:hAnsi="Times New Roman"/>
          <w:sz w:val="24"/>
          <w:szCs w:val="24"/>
        </w:rPr>
        <w:t xml:space="preserve">. «Есть хотелось всегда, ещё </w:t>
      </w:r>
      <w:r>
        <w:rPr>
          <w:rFonts w:ascii="Times New Roman" w:hAnsi="Times New Roman"/>
          <w:sz w:val="24"/>
          <w:szCs w:val="24"/>
        </w:rPr>
        <w:t>долго после войны – вспоминают блокадницы</w:t>
      </w:r>
      <w:r w:rsidRPr="000663ED">
        <w:rPr>
          <w:rFonts w:ascii="Times New Roman" w:hAnsi="Times New Roman"/>
          <w:sz w:val="24"/>
          <w:szCs w:val="24"/>
        </w:rPr>
        <w:t xml:space="preserve">, - и мы думали о хлебе больше, чем об учёбе. Состав классов был разношерстным. Школьной формы тогда ещё не было, и все приходили в школу, кто во что одет, и кто как сыт. Девочки и  мальчики тогда учились отдельно и, тем не менее, благополучные дети </w:t>
      </w:r>
      <w:r>
        <w:rPr>
          <w:rFonts w:ascii="Times New Roman" w:hAnsi="Times New Roman"/>
          <w:sz w:val="24"/>
          <w:szCs w:val="24"/>
        </w:rPr>
        <w:t>«</w:t>
      </w:r>
      <w:r w:rsidRPr="000663ED">
        <w:rPr>
          <w:rFonts w:ascii="Times New Roman" w:hAnsi="Times New Roman"/>
          <w:sz w:val="24"/>
          <w:szCs w:val="24"/>
        </w:rPr>
        <w:t>вычисляли</w:t>
      </w:r>
      <w:r>
        <w:rPr>
          <w:rFonts w:ascii="Times New Roman" w:hAnsi="Times New Roman"/>
          <w:sz w:val="24"/>
          <w:szCs w:val="24"/>
        </w:rPr>
        <w:t>» слабых и</w:t>
      </w:r>
      <w:r w:rsidRPr="000663ED">
        <w:rPr>
          <w:rFonts w:ascii="Times New Roman" w:hAnsi="Times New Roman"/>
          <w:sz w:val="24"/>
          <w:szCs w:val="24"/>
        </w:rPr>
        <w:t xml:space="preserve"> не упускали случая посмеяться над ними. Галю </w:t>
      </w:r>
      <w:r>
        <w:rPr>
          <w:rFonts w:ascii="Times New Roman" w:hAnsi="Times New Roman"/>
          <w:sz w:val="24"/>
          <w:szCs w:val="24"/>
        </w:rPr>
        <w:t xml:space="preserve">Михайлову </w:t>
      </w:r>
      <w:r w:rsidRPr="000663ED">
        <w:rPr>
          <w:rFonts w:ascii="Times New Roman" w:hAnsi="Times New Roman"/>
          <w:sz w:val="24"/>
          <w:szCs w:val="24"/>
        </w:rPr>
        <w:t>называли «мертвой душой». С не оттаявшими от ужасов войны душами,  «заторможенные» блокадные дети плохо воспринимали учебный материал и подчас не справлялись с домашними заданиями. «На уроках я всегда ждала перемены, чтобы скорее съесть завтрак», - рассказывает Алла Юрьевна, - так случилось и на уроке немецкого языка. К концу урока я стала под</w:t>
      </w:r>
      <w:r>
        <w:rPr>
          <w:rFonts w:ascii="Times New Roman" w:hAnsi="Times New Roman"/>
          <w:sz w:val="24"/>
          <w:szCs w:val="24"/>
        </w:rPr>
        <w:t xml:space="preserve">считывать мелочь, чтобы купить </w:t>
      </w:r>
      <w:r w:rsidRPr="000663ED">
        <w:rPr>
          <w:rFonts w:ascii="Times New Roman" w:hAnsi="Times New Roman"/>
          <w:sz w:val="24"/>
          <w:szCs w:val="24"/>
        </w:rPr>
        <w:t>в буфете булочку. Ирена Адольфовна это заметила. Обрусевшая немка, блокадница, у которой на глазах немцы расстреляли сына и мужа, была чрезвычайно строга</w:t>
      </w:r>
      <w:r w:rsidRPr="000663ED">
        <w:rPr>
          <w:rFonts w:ascii="Times New Roman" w:hAnsi="Times New Roman"/>
          <w:b/>
          <w:sz w:val="24"/>
          <w:szCs w:val="24"/>
        </w:rPr>
        <w:t xml:space="preserve">. </w:t>
      </w:r>
      <w:r w:rsidRPr="000663ED">
        <w:rPr>
          <w:rFonts w:ascii="Times New Roman" w:hAnsi="Times New Roman"/>
          <w:sz w:val="24"/>
          <w:szCs w:val="24"/>
        </w:rPr>
        <w:t>Разгневанная</w:t>
      </w:r>
      <w:r w:rsidRPr="000663ED">
        <w:rPr>
          <w:rFonts w:ascii="Times New Roman" w:hAnsi="Times New Roman"/>
          <w:b/>
          <w:sz w:val="24"/>
          <w:szCs w:val="24"/>
        </w:rPr>
        <w:t xml:space="preserve"> у</w:t>
      </w:r>
      <w:r w:rsidRPr="000663ED">
        <w:rPr>
          <w:rFonts w:ascii="Times New Roman" w:hAnsi="Times New Roman"/>
          <w:sz w:val="24"/>
          <w:szCs w:val="24"/>
        </w:rPr>
        <w:t xml:space="preserve">чительница подошла ко мне, сдёрнула косынку с </w:t>
      </w:r>
      <w:r>
        <w:rPr>
          <w:rFonts w:ascii="Times New Roman" w:hAnsi="Times New Roman"/>
          <w:sz w:val="24"/>
          <w:szCs w:val="24"/>
        </w:rPr>
        <w:t>забинтованной головы и вытолкала за дверь под смешки одноклассников</w:t>
      </w:r>
      <w:r w:rsidRPr="000663ED">
        <w:rPr>
          <w:rFonts w:ascii="Times New Roman" w:hAnsi="Times New Roman"/>
          <w:sz w:val="24"/>
          <w:szCs w:val="24"/>
        </w:rPr>
        <w:t>. После этого учить «немецкий» совсем расхотелось». Бинты появились на голове у Аллы в результате сильного обморожения, котор</w:t>
      </w:r>
      <w:r>
        <w:rPr>
          <w:rFonts w:ascii="Times New Roman" w:hAnsi="Times New Roman"/>
          <w:sz w:val="24"/>
          <w:szCs w:val="24"/>
        </w:rPr>
        <w:t>ое она получила</w:t>
      </w:r>
      <w:r w:rsidRPr="000663ED">
        <w:rPr>
          <w:rFonts w:ascii="Times New Roman" w:hAnsi="Times New Roman"/>
          <w:sz w:val="24"/>
          <w:szCs w:val="24"/>
        </w:rPr>
        <w:t xml:space="preserve"> в бесконечных очередях: за мукой, мыл</w:t>
      </w:r>
      <w:r>
        <w:rPr>
          <w:rFonts w:ascii="Times New Roman" w:hAnsi="Times New Roman"/>
          <w:sz w:val="24"/>
          <w:szCs w:val="24"/>
        </w:rPr>
        <w:t xml:space="preserve">ом, сахаром, хлебом, керосином, - эти заботы были на детях; ведь мамы почти всегда была занята на работе, -  </w:t>
      </w:r>
      <w:r w:rsidRPr="000663ED">
        <w:rPr>
          <w:rFonts w:ascii="Times New Roman" w:hAnsi="Times New Roman"/>
          <w:sz w:val="24"/>
          <w:szCs w:val="24"/>
        </w:rPr>
        <w:t xml:space="preserve">«Болели отмороженные руки, ноги, нос, лицо. Текли уши, и мама их забинтовывала, а сверху завязывала косынку. Таким «зайцем» я ходила в школу, поскольку болезни не являлись причиной не посещать уроки». Бессловесные, запуганные дети и дома не могли пожаловаться на обидчиков, - жалобы родители </w:t>
      </w:r>
      <w:r>
        <w:rPr>
          <w:rFonts w:ascii="Times New Roman" w:hAnsi="Times New Roman"/>
          <w:sz w:val="24"/>
          <w:szCs w:val="24"/>
        </w:rPr>
        <w:t xml:space="preserve">не поощряли. </w:t>
      </w:r>
      <w:r w:rsidRPr="000663ED">
        <w:rPr>
          <w:rFonts w:ascii="Times New Roman" w:hAnsi="Times New Roman"/>
          <w:sz w:val="24"/>
          <w:szCs w:val="24"/>
        </w:rPr>
        <w:t>И всё же, школу все благополучно закончили и получили аттестаты. А потом бывшие школьники начали работать, одновременно обучаясь в ВУЗах. И следа не осталось от «заторможенных</w:t>
      </w:r>
      <w:r>
        <w:rPr>
          <w:rFonts w:ascii="Times New Roman" w:hAnsi="Times New Roman"/>
          <w:sz w:val="24"/>
          <w:szCs w:val="24"/>
        </w:rPr>
        <w:t xml:space="preserve"> заморышей</w:t>
      </w:r>
      <w:r w:rsidRPr="000663ED">
        <w:rPr>
          <w:rFonts w:ascii="Times New Roman" w:hAnsi="Times New Roman"/>
          <w:sz w:val="24"/>
          <w:szCs w:val="24"/>
        </w:rPr>
        <w:t xml:space="preserve">, мёртвых душ».  </w:t>
      </w:r>
    </w:p>
    <w:p w:rsidR="00C12076" w:rsidRPr="00EA6F19" w:rsidRDefault="00C12076" w:rsidP="005A1C61">
      <w:pPr>
        <w:spacing w:after="0" w:line="240" w:lineRule="auto"/>
        <w:rPr>
          <w:rFonts w:ascii="Times New Roman" w:hAnsi="Times New Roman"/>
          <w:sz w:val="24"/>
          <w:szCs w:val="24"/>
        </w:rPr>
      </w:pPr>
      <w:r w:rsidRPr="00EA6F19">
        <w:rPr>
          <w:rFonts w:ascii="Times New Roman" w:hAnsi="Times New Roman"/>
          <w:sz w:val="24"/>
          <w:szCs w:val="24"/>
        </w:rPr>
        <w:t xml:space="preserve">    Галина Алексеевна Михайлова устроилась работать в ЛОМО (лениградском оптико – механическом объединении), здесь она получила путёвку на обучение ЛИТМО (ленинградский институт точной механики и оптики), стала инженером. А потом активно занялась спортом, как будто и не было блокады, не было войны: велосипедным, альпинизмом, байдарками, а лыжам отдала всю жизнь, стала старшим инструктором. Подвижная, активная, она увлекается туризмом</w:t>
      </w:r>
      <w:r w:rsidRPr="00EA6F19">
        <w:rPr>
          <w:rFonts w:ascii="Times New Roman" w:hAnsi="Times New Roman"/>
          <w:b/>
          <w:sz w:val="24"/>
          <w:szCs w:val="24"/>
        </w:rPr>
        <w:t xml:space="preserve">, </w:t>
      </w:r>
      <w:r>
        <w:rPr>
          <w:rFonts w:ascii="Times New Roman" w:hAnsi="Times New Roman"/>
          <w:sz w:val="24"/>
          <w:szCs w:val="24"/>
        </w:rPr>
        <w:t>много</w:t>
      </w:r>
      <w:r w:rsidRPr="00EA6F19">
        <w:rPr>
          <w:rFonts w:ascii="Times New Roman" w:hAnsi="Times New Roman"/>
          <w:sz w:val="24"/>
          <w:szCs w:val="24"/>
        </w:rPr>
        <w:t xml:space="preserve"> путешествует  по нашей стране</w:t>
      </w:r>
      <w:r>
        <w:rPr>
          <w:rFonts w:ascii="Times New Roman" w:hAnsi="Times New Roman"/>
          <w:sz w:val="24"/>
          <w:szCs w:val="24"/>
        </w:rPr>
        <w:t>, любит</w:t>
      </w:r>
      <w:r w:rsidRPr="00EA6F19">
        <w:rPr>
          <w:rFonts w:ascii="Times New Roman" w:hAnsi="Times New Roman"/>
          <w:sz w:val="24"/>
          <w:szCs w:val="24"/>
        </w:rPr>
        <w:t xml:space="preserve"> зарубежные поездки. Открытая и доброжелательная, Галина Алексеевна легко находит контакт с людьми, даже с современной молодежью.  </w:t>
      </w:r>
    </w:p>
    <w:p w:rsidR="00C12076" w:rsidRPr="00EA6F19" w:rsidRDefault="00C12076" w:rsidP="005A1C61">
      <w:pPr>
        <w:spacing w:after="0" w:line="240" w:lineRule="auto"/>
        <w:rPr>
          <w:rFonts w:ascii="Times New Roman" w:hAnsi="Times New Roman"/>
          <w:sz w:val="24"/>
          <w:szCs w:val="24"/>
        </w:rPr>
      </w:pPr>
      <w:r w:rsidRPr="00EA6F19">
        <w:rPr>
          <w:rFonts w:ascii="Times New Roman" w:hAnsi="Times New Roman"/>
          <w:sz w:val="24"/>
          <w:szCs w:val="24"/>
        </w:rPr>
        <w:t xml:space="preserve">    Третья подруга - </w:t>
      </w:r>
      <w:r w:rsidRPr="00F072F1">
        <w:rPr>
          <w:rFonts w:ascii="Times New Roman" w:hAnsi="Times New Roman"/>
          <w:b/>
          <w:sz w:val="24"/>
          <w:szCs w:val="24"/>
        </w:rPr>
        <w:t>Любовь Георгиевна Соловьева (Захарова)</w:t>
      </w:r>
      <w:r w:rsidRPr="00EA6F19">
        <w:rPr>
          <w:rFonts w:ascii="Times New Roman" w:hAnsi="Times New Roman"/>
          <w:sz w:val="24"/>
          <w:szCs w:val="24"/>
        </w:rPr>
        <w:t xml:space="preserve"> родилась в августе 1941г. У </w:t>
      </w:r>
      <w:r w:rsidRPr="00533E87">
        <w:rPr>
          <w:rFonts w:ascii="Times New Roman" w:hAnsi="Times New Roman"/>
          <w:b/>
          <w:sz w:val="24"/>
          <w:szCs w:val="24"/>
        </w:rPr>
        <w:t>Марии Семёновны и Георгия Васильевича Соловьёвых</w:t>
      </w:r>
      <w:r>
        <w:rPr>
          <w:rFonts w:ascii="Times New Roman" w:hAnsi="Times New Roman"/>
          <w:sz w:val="24"/>
          <w:szCs w:val="24"/>
        </w:rPr>
        <w:t xml:space="preserve"> уже был сын</w:t>
      </w:r>
      <w:r w:rsidRPr="00EA6F19">
        <w:rPr>
          <w:rFonts w:ascii="Times New Roman" w:hAnsi="Times New Roman"/>
          <w:sz w:val="24"/>
          <w:szCs w:val="24"/>
        </w:rPr>
        <w:t xml:space="preserve">  </w:t>
      </w:r>
      <w:r w:rsidRPr="00533E87">
        <w:rPr>
          <w:rFonts w:ascii="Times New Roman" w:hAnsi="Times New Roman"/>
          <w:b/>
          <w:sz w:val="24"/>
          <w:szCs w:val="24"/>
        </w:rPr>
        <w:t>Володя</w:t>
      </w:r>
      <w:r w:rsidRPr="00EA6F19">
        <w:rPr>
          <w:rFonts w:ascii="Times New Roman" w:hAnsi="Times New Roman"/>
          <w:sz w:val="24"/>
          <w:szCs w:val="24"/>
        </w:rPr>
        <w:t>. Любочка стала четвертым членом семьи. Отец перед самой Великой Отечественной вернулся с другой кровопролитной войны - финской. И снова мобилизация. Всю Отечественную он воевал на Ленинградском фронте механиком в танковой дивизии. В конце сентября 1941 года, когда началась блокада, мама с двумя детьми собралась эвакуироваться. На Московском вокзале тысячи людей неделями ждали поезда. Пассажирские поезда почти не ходили, поскольку постоянно подвергались налётам вражеской авиации. Вдруг началась бомбежка. Вокзал был разрушен, много людей пог</w:t>
      </w:r>
      <w:r>
        <w:rPr>
          <w:rFonts w:ascii="Times New Roman" w:hAnsi="Times New Roman"/>
          <w:sz w:val="24"/>
          <w:szCs w:val="24"/>
        </w:rPr>
        <w:t>ибло. Но Соловьёвым повезло:</w:t>
      </w:r>
      <w:r w:rsidRPr="00EA6F19">
        <w:rPr>
          <w:rFonts w:ascii="Times New Roman" w:hAnsi="Times New Roman"/>
          <w:sz w:val="24"/>
          <w:szCs w:val="24"/>
        </w:rPr>
        <w:t xml:space="preserve"> остались живы. Они вернулись обратно домой. Марии Семёновне удалось, как кормящей матери, устроиться работать в лётной воинской</w:t>
      </w:r>
      <w:r>
        <w:rPr>
          <w:rFonts w:ascii="Times New Roman" w:hAnsi="Times New Roman"/>
          <w:sz w:val="24"/>
          <w:szCs w:val="24"/>
        </w:rPr>
        <w:t xml:space="preserve"> части посудомойкой. Д</w:t>
      </w:r>
      <w:r w:rsidRPr="00EA6F19">
        <w:rPr>
          <w:rFonts w:ascii="Times New Roman" w:hAnsi="Times New Roman"/>
          <w:sz w:val="24"/>
          <w:szCs w:val="24"/>
        </w:rPr>
        <w:t>етей</w:t>
      </w:r>
      <w:r>
        <w:rPr>
          <w:rFonts w:ascii="Times New Roman" w:hAnsi="Times New Roman"/>
          <w:sz w:val="24"/>
          <w:szCs w:val="24"/>
        </w:rPr>
        <w:t xml:space="preserve"> она</w:t>
      </w:r>
      <w:r w:rsidRPr="00EA6F19">
        <w:rPr>
          <w:rFonts w:ascii="Times New Roman" w:hAnsi="Times New Roman"/>
          <w:sz w:val="24"/>
          <w:szCs w:val="24"/>
        </w:rPr>
        <w:t xml:space="preserve"> «баловала» остатками еды из чужих мисок. «</w:t>
      </w:r>
      <w:r w:rsidRPr="00EA6F19">
        <w:rPr>
          <w:rStyle w:val="Strong"/>
          <w:rFonts w:ascii="Times New Roman" w:hAnsi="Times New Roman"/>
          <w:b w:val="0"/>
          <w:sz w:val="24"/>
          <w:szCs w:val="24"/>
        </w:rPr>
        <w:t>Когда</w:t>
      </w:r>
      <w:r>
        <w:rPr>
          <w:rStyle w:val="Strong"/>
          <w:rFonts w:ascii="Times New Roman" w:hAnsi="Times New Roman"/>
          <w:b w:val="0"/>
          <w:sz w:val="24"/>
          <w:szCs w:val="24"/>
        </w:rPr>
        <w:t xml:space="preserve"> мама</w:t>
      </w:r>
      <w:r w:rsidRPr="00EA6F19">
        <w:rPr>
          <w:rStyle w:val="Strong"/>
          <w:rFonts w:ascii="Times New Roman" w:hAnsi="Times New Roman"/>
          <w:b w:val="0"/>
          <w:sz w:val="24"/>
          <w:szCs w:val="24"/>
        </w:rPr>
        <w:t xml:space="preserve"> мыла котлы, удавалось собрать пригоревшие остат</w:t>
      </w:r>
      <w:r>
        <w:rPr>
          <w:rStyle w:val="Strong"/>
          <w:rFonts w:ascii="Times New Roman" w:hAnsi="Times New Roman"/>
          <w:b w:val="0"/>
          <w:sz w:val="24"/>
          <w:szCs w:val="24"/>
        </w:rPr>
        <w:t>ки каши и принести домой</w:t>
      </w:r>
      <w:r w:rsidRPr="00EA6F19">
        <w:rPr>
          <w:rStyle w:val="Strong"/>
          <w:rFonts w:ascii="Times New Roman" w:hAnsi="Times New Roman"/>
          <w:b w:val="0"/>
          <w:sz w:val="24"/>
          <w:szCs w:val="24"/>
        </w:rPr>
        <w:t>, эти «горелки» и сохранили нам жизнь. И</w:t>
      </w:r>
      <w:r>
        <w:rPr>
          <w:rStyle w:val="Strong"/>
          <w:rFonts w:ascii="Times New Roman" w:hAnsi="Times New Roman"/>
          <w:b w:val="0"/>
          <w:sz w:val="24"/>
          <w:szCs w:val="24"/>
        </w:rPr>
        <w:t>ногда в доме появлялись</w:t>
      </w:r>
      <w:r w:rsidRPr="00EA6F19">
        <w:rPr>
          <w:rStyle w:val="Strong"/>
          <w:rFonts w:ascii="Times New Roman" w:hAnsi="Times New Roman"/>
          <w:b w:val="0"/>
          <w:sz w:val="24"/>
          <w:szCs w:val="24"/>
        </w:rPr>
        <w:t xml:space="preserve"> картофельные очистки, подгнившие капустные листья. Тогда у нас был праздник», - вспоминает Любовь Георгиевна. </w:t>
      </w:r>
      <w:r w:rsidRPr="00EA6F19">
        <w:rPr>
          <w:rFonts w:ascii="Times New Roman" w:hAnsi="Times New Roman"/>
          <w:sz w:val="24"/>
          <w:szCs w:val="24"/>
        </w:rPr>
        <w:t>Братик Вол</w:t>
      </w:r>
      <w:r>
        <w:rPr>
          <w:rFonts w:ascii="Times New Roman" w:hAnsi="Times New Roman"/>
          <w:sz w:val="24"/>
          <w:szCs w:val="24"/>
        </w:rPr>
        <w:t>одя нянчил грудного ребёнка</w:t>
      </w:r>
      <w:r w:rsidRPr="00EA6F19">
        <w:rPr>
          <w:rFonts w:ascii="Times New Roman" w:hAnsi="Times New Roman"/>
          <w:sz w:val="24"/>
          <w:szCs w:val="24"/>
        </w:rPr>
        <w:t>, успокаивая малышку соской из сухарика, завёрнутого в марлю, сам с трудом сдержив</w:t>
      </w:r>
      <w:r>
        <w:rPr>
          <w:rFonts w:ascii="Times New Roman" w:hAnsi="Times New Roman"/>
          <w:sz w:val="24"/>
          <w:szCs w:val="24"/>
        </w:rPr>
        <w:t xml:space="preserve">ая изнурительный </w:t>
      </w:r>
      <w:r w:rsidRPr="00EA6F19">
        <w:rPr>
          <w:rFonts w:ascii="Times New Roman" w:hAnsi="Times New Roman"/>
          <w:sz w:val="24"/>
          <w:szCs w:val="24"/>
        </w:rPr>
        <w:t>голод. Мама с сыном часто ходили за водой к проруби у Тукового моста. Володя был настолько слаб, да и мал, что н</w:t>
      </w:r>
      <w:r>
        <w:rPr>
          <w:rFonts w:ascii="Times New Roman" w:hAnsi="Times New Roman"/>
          <w:sz w:val="24"/>
          <w:szCs w:val="24"/>
        </w:rPr>
        <w:t>ередко падал, опрокидывая</w:t>
      </w:r>
      <w:r w:rsidRPr="00EA6F19">
        <w:rPr>
          <w:rFonts w:ascii="Times New Roman" w:hAnsi="Times New Roman"/>
          <w:sz w:val="24"/>
          <w:szCs w:val="24"/>
        </w:rPr>
        <w:t xml:space="preserve"> вёдро, мама терпеливо вновь занимала очередь и снова набирала воду. Она понимала, как трудно сынишке переносить блокадное лихолеть</w:t>
      </w:r>
      <w:r>
        <w:rPr>
          <w:rFonts w:ascii="Times New Roman" w:hAnsi="Times New Roman"/>
          <w:sz w:val="24"/>
          <w:szCs w:val="24"/>
        </w:rPr>
        <w:t xml:space="preserve">е, да ещё и нянчить сестричку. </w:t>
      </w:r>
      <w:r w:rsidRPr="00EA6F19">
        <w:rPr>
          <w:rFonts w:ascii="Times New Roman" w:hAnsi="Times New Roman"/>
          <w:sz w:val="24"/>
          <w:szCs w:val="24"/>
        </w:rPr>
        <w:t xml:space="preserve">Володе пора было идти в школу в первый класс. И тогда мама устроила Любашу в ясли. Однако не прошло и двух недель, как девочка тяжело заболела, и Володя вновь стал терпеливой нянькой для маленькой сестрёнки. </w:t>
      </w:r>
    </w:p>
    <w:p w:rsidR="00C12076" w:rsidRPr="000663ED" w:rsidRDefault="00C12076" w:rsidP="005A1C61">
      <w:pPr>
        <w:spacing w:after="0" w:line="240" w:lineRule="auto"/>
        <w:rPr>
          <w:rFonts w:ascii="Times New Roman" w:hAnsi="Times New Roman"/>
          <w:sz w:val="24"/>
          <w:szCs w:val="24"/>
        </w:rPr>
      </w:pPr>
      <w:r w:rsidRPr="000663ED">
        <w:rPr>
          <w:rFonts w:ascii="Times New Roman" w:hAnsi="Times New Roman"/>
          <w:sz w:val="24"/>
          <w:szCs w:val="24"/>
        </w:rPr>
        <w:t xml:space="preserve">          Отец Любы</w:t>
      </w:r>
      <w:r>
        <w:rPr>
          <w:rFonts w:ascii="Times New Roman" w:hAnsi="Times New Roman"/>
          <w:sz w:val="24"/>
          <w:szCs w:val="24"/>
        </w:rPr>
        <w:t xml:space="preserve"> и Володи</w:t>
      </w:r>
      <w:r w:rsidRPr="000663ED">
        <w:rPr>
          <w:rFonts w:ascii="Times New Roman" w:hAnsi="Times New Roman"/>
          <w:sz w:val="24"/>
          <w:szCs w:val="24"/>
        </w:rPr>
        <w:t xml:space="preserve"> Гео</w:t>
      </w:r>
      <w:r>
        <w:rPr>
          <w:rFonts w:ascii="Times New Roman" w:hAnsi="Times New Roman"/>
          <w:sz w:val="24"/>
          <w:szCs w:val="24"/>
        </w:rPr>
        <w:t>ргий Васильевич с оказией</w:t>
      </w:r>
      <w:r w:rsidRPr="000663ED">
        <w:rPr>
          <w:rFonts w:ascii="Times New Roman" w:hAnsi="Times New Roman"/>
          <w:sz w:val="24"/>
          <w:szCs w:val="24"/>
        </w:rPr>
        <w:t xml:space="preserve"> отправлял семье с фронта немного спирта, который выдали военнослужащим ежедневно по 50 граммов. «Как - то удалось обменять «драгоценную валюту» на кусочек студня, но съесть его не пришлось: обнаружились человеческие ногти, пришлось всё выбросить. В дни блокады участились случаи людоедства», - рассказывает Любовь Георгиевна. Выдержать изнурительный голод на протяжении двух с половиной лет, когда кроме кусочка хлеба – ничего, смог не каждый. Б</w:t>
      </w:r>
      <w:r>
        <w:rPr>
          <w:rFonts w:ascii="Times New Roman" w:hAnsi="Times New Roman"/>
          <w:sz w:val="24"/>
          <w:szCs w:val="24"/>
        </w:rPr>
        <w:t>ыл и другой случай. Однажды Володя</w:t>
      </w:r>
      <w:r w:rsidRPr="000663ED">
        <w:rPr>
          <w:rFonts w:ascii="Times New Roman" w:hAnsi="Times New Roman"/>
          <w:sz w:val="24"/>
          <w:szCs w:val="24"/>
        </w:rPr>
        <w:t xml:space="preserve"> почувствовал, что кто-то его преследует. Обернувшись, мальчик увиде</w:t>
      </w:r>
      <w:r>
        <w:rPr>
          <w:rFonts w:ascii="Times New Roman" w:hAnsi="Times New Roman"/>
          <w:sz w:val="24"/>
          <w:szCs w:val="24"/>
        </w:rPr>
        <w:t xml:space="preserve">л обезумевшую женщину с топором. </w:t>
      </w:r>
      <w:r w:rsidRPr="000663ED">
        <w:rPr>
          <w:rFonts w:ascii="Times New Roman" w:hAnsi="Times New Roman"/>
          <w:sz w:val="24"/>
          <w:szCs w:val="24"/>
        </w:rPr>
        <w:t xml:space="preserve"> С трудом удалось убежать. Все были напуганы. </w:t>
      </w:r>
      <w:r>
        <w:rPr>
          <w:rFonts w:ascii="Times New Roman" w:hAnsi="Times New Roman"/>
          <w:sz w:val="24"/>
          <w:szCs w:val="24"/>
        </w:rPr>
        <w:t>В</w:t>
      </w:r>
      <w:r w:rsidRPr="000663ED">
        <w:rPr>
          <w:rFonts w:ascii="Times New Roman" w:hAnsi="Times New Roman"/>
          <w:sz w:val="24"/>
          <w:szCs w:val="24"/>
        </w:rPr>
        <w:t xml:space="preserve"> начале войны мамы оставляли малышей дома одних, уходя на работу или за водой, двери тогда никто не запирал на замок. Но теперь стали остерегаться. </w:t>
      </w:r>
    </w:p>
    <w:p w:rsidR="00C12076" w:rsidRPr="000663ED" w:rsidRDefault="00C12076" w:rsidP="005A1C61">
      <w:pPr>
        <w:spacing w:after="0" w:line="240" w:lineRule="auto"/>
        <w:rPr>
          <w:rFonts w:ascii="Times New Roman" w:hAnsi="Times New Roman"/>
          <w:sz w:val="24"/>
          <w:szCs w:val="24"/>
        </w:rPr>
      </w:pPr>
      <w:r w:rsidRPr="000663ED">
        <w:rPr>
          <w:rFonts w:ascii="Times New Roman" w:hAnsi="Times New Roman"/>
          <w:sz w:val="24"/>
          <w:szCs w:val="24"/>
        </w:rPr>
        <w:t xml:space="preserve">    Подруги в</w:t>
      </w:r>
      <w:r>
        <w:rPr>
          <w:rFonts w:ascii="Times New Roman" w:hAnsi="Times New Roman"/>
          <w:sz w:val="24"/>
          <w:szCs w:val="24"/>
        </w:rPr>
        <w:t>споминают, что матери</w:t>
      </w:r>
      <w:r w:rsidRPr="000663ED">
        <w:rPr>
          <w:rFonts w:ascii="Times New Roman" w:hAnsi="Times New Roman"/>
          <w:sz w:val="24"/>
          <w:szCs w:val="24"/>
        </w:rPr>
        <w:t xml:space="preserve"> посылали отоваривать хлебные карточки подростков, а те иногда теряли их, либо драгоценные документы у детей вы</w:t>
      </w:r>
      <w:r>
        <w:rPr>
          <w:rFonts w:ascii="Times New Roman" w:hAnsi="Times New Roman"/>
          <w:sz w:val="24"/>
          <w:szCs w:val="24"/>
        </w:rPr>
        <w:t>рывали из рук. И тогда вся семья была обречена</w:t>
      </w:r>
      <w:r w:rsidRPr="000663ED">
        <w:rPr>
          <w:rFonts w:ascii="Times New Roman" w:hAnsi="Times New Roman"/>
          <w:sz w:val="24"/>
          <w:szCs w:val="24"/>
        </w:rPr>
        <w:t xml:space="preserve"> на изнурительный голод. Такая участь постигла и</w:t>
      </w:r>
      <w:r>
        <w:rPr>
          <w:rFonts w:ascii="Times New Roman" w:hAnsi="Times New Roman"/>
          <w:sz w:val="24"/>
          <w:szCs w:val="24"/>
        </w:rPr>
        <w:t xml:space="preserve"> </w:t>
      </w:r>
      <w:r w:rsidRPr="000663ED">
        <w:rPr>
          <w:rFonts w:ascii="Times New Roman" w:hAnsi="Times New Roman"/>
          <w:sz w:val="24"/>
          <w:szCs w:val="24"/>
        </w:rPr>
        <w:t xml:space="preserve">Соловьёвых. Однажды Володя </w:t>
      </w:r>
      <w:r>
        <w:rPr>
          <w:rFonts w:ascii="Times New Roman" w:hAnsi="Times New Roman"/>
          <w:sz w:val="24"/>
          <w:szCs w:val="24"/>
        </w:rPr>
        <w:t>не заметил, как потерялись карточки</w:t>
      </w:r>
      <w:r w:rsidRPr="000663ED">
        <w:rPr>
          <w:rFonts w:ascii="Times New Roman" w:hAnsi="Times New Roman"/>
          <w:sz w:val="24"/>
          <w:szCs w:val="24"/>
        </w:rPr>
        <w:t xml:space="preserve">. Мальчик вернулся домой ни с чем. Мама его не ругала, она понимала, что на ребёнка и так свалилось слишком много взрослых проблем. </w:t>
      </w:r>
    </w:p>
    <w:p w:rsidR="00C12076" w:rsidRPr="000663ED" w:rsidRDefault="00C12076" w:rsidP="005A1C61">
      <w:pPr>
        <w:spacing w:after="0" w:line="240" w:lineRule="auto"/>
        <w:rPr>
          <w:rFonts w:ascii="Times New Roman" w:hAnsi="Times New Roman"/>
          <w:sz w:val="24"/>
          <w:szCs w:val="24"/>
        </w:rPr>
      </w:pPr>
      <w:r w:rsidRPr="000663ED">
        <w:rPr>
          <w:rFonts w:ascii="Times New Roman" w:hAnsi="Times New Roman"/>
          <w:sz w:val="24"/>
          <w:szCs w:val="24"/>
        </w:rPr>
        <w:t xml:space="preserve">    Потеря карточек случилась и семье Платоновых. «Хлеб и ожидание его занимали все мысли блокадников, который зачастую съедался тут же возле прилавка, чтобы были силы дойти до дома. Мама получала хлеб на свою большую семью, но его было так мало, что для развешивания достаточно было аптекарских весов. С замиранием сердца домочадцы  внимательно наблюдали за делёжкой хлеба, подбирая каждую крошку. Этими весами мама дорожила до конца своих дней. Сейчас они, как реликвия, хранятся в нашей семье. Потеря карточек оставила в душе незабываемый след, и не только потому, что </w:t>
      </w:r>
      <w:r>
        <w:rPr>
          <w:rFonts w:ascii="Times New Roman" w:hAnsi="Times New Roman"/>
          <w:sz w:val="24"/>
          <w:szCs w:val="24"/>
        </w:rPr>
        <w:t>совсем нечего было есть, а ещё и в детских играх</w:t>
      </w:r>
      <w:r w:rsidRPr="000663ED">
        <w:rPr>
          <w:rFonts w:ascii="Times New Roman" w:hAnsi="Times New Roman"/>
          <w:sz w:val="24"/>
          <w:szCs w:val="24"/>
        </w:rPr>
        <w:t xml:space="preserve">. Играя с куклами, я горестно воздевала руки вверх и восклицала: Боже мой, какой кошмар, у нас пропали карточки!», - делится воспоминаниями Алла Юрьевна.   </w:t>
      </w:r>
    </w:p>
    <w:p w:rsidR="00C12076" w:rsidRPr="000663ED" w:rsidRDefault="00C12076" w:rsidP="005A1C61">
      <w:pPr>
        <w:spacing w:after="0" w:line="240" w:lineRule="auto"/>
        <w:rPr>
          <w:rFonts w:ascii="Times New Roman" w:hAnsi="Times New Roman"/>
          <w:sz w:val="24"/>
          <w:szCs w:val="24"/>
        </w:rPr>
      </w:pPr>
      <w:r w:rsidRPr="000663ED">
        <w:rPr>
          <w:rFonts w:ascii="Times New Roman" w:hAnsi="Times New Roman"/>
          <w:sz w:val="24"/>
          <w:szCs w:val="24"/>
        </w:rPr>
        <w:t xml:space="preserve">    </w:t>
      </w:r>
      <w:r>
        <w:rPr>
          <w:rFonts w:ascii="Times New Roman" w:hAnsi="Times New Roman"/>
          <w:sz w:val="24"/>
          <w:szCs w:val="24"/>
        </w:rPr>
        <w:t xml:space="preserve">В школу </w:t>
      </w:r>
      <w:r w:rsidRPr="000663ED">
        <w:rPr>
          <w:rFonts w:ascii="Times New Roman" w:hAnsi="Times New Roman"/>
          <w:sz w:val="24"/>
          <w:szCs w:val="24"/>
        </w:rPr>
        <w:t>Люба Соловьёва пошла позже своих сверстников. А случилось так: гуляя как - то во дворе, девочка отломила грязную сосульку от водосточной</w:t>
      </w:r>
      <w:r>
        <w:rPr>
          <w:rFonts w:ascii="Times New Roman" w:hAnsi="Times New Roman"/>
          <w:sz w:val="24"/>
          <w:szCs w:val="24"/>
        </w:rPr>
        <w:t xml:space="preserve"> трубы, как это любит делать</w:t>
      </w:r>
      <w:r w:rsidRPr="000663ED">
        <w:rPr>
          <w:rFonts w:ascii="Times New Roman" w:hAnsi="Times New Roman"/>
          <w:sz w:val="24"/>
          <w:szCs w:val="24"/>
        </w:rPr>
        <w:t xml:space="preserve"> детвора, и с уд</w:t>
      </w:r>
      <w:r>
        <w:rPr>
          <w:rFonts w:ascii="Times New Roman" w:hAnsi="Times New Roman"/>
          <w:sz w:val="24"/>
          <w:szCs w:val="24"/>
        </w:rPr>
        <w:t>овольствием её съела. Такое баловство</w:t>
      </w:r>
      <w:r w:rsidRPr="000663ED">
        <w:rPr>
          <w:rFonts w:ascii="Times New Roman" w:hAnsi="Times New Roman"/>
          <w:sz w:val="24"/>
          <w:szCs w:val="24"/>
        </w:rPr>
        <w:t xml:space="preserve"> не прошло бесследно: Любаша заболела деформирующим полиартритом. Вылечить  и даже установить диагноз  долг</w:t>
      </w:r>
      <w:r>
        <w:rPr>
          <w:rFonts w:ascii="Times New Roman" w:hAnsi="Times New Roman"/>
          <w:sz w:val="24"/>
          <w:szCs w:val="24"/>
        </w:rPr>
        <w:t xml:space="preserve">о не удавалось. Мама спасала ребёнка, как могла, а потом целый год </w:t>
      </w:r>
      <w:r w:rsidRPr="000663ED">
        <w:rPr>
          <w:rFonts w:ascii="Times New Roman" w:hAnsi="Times New Roman"/>
          <w:sz w:val="24"/>
          <w:szCs w:val="24"/>
        </w:rPr>
        <w:t>носила дочку на руках в школу: туда и обратно. Папа Любы Георгий Васильевич вернулся с</w:t>
      </w:r>
      <w:r>
        <w:rPr>
          <w:rFonts w:ascii="Times New Roman" w:hAnsi="Times New Roman"/>
          <w:sz w:val="24"/>
          <w:szCs w:val="24"/>
        </w:rPr>
        <w:t xml:space="preserve"> фронта живым, многие годы</w:t>
      </w:r>
      <w:r w:rsidRPr="000663ED">
        <w:rPr>
          <w:rFonts w:ascii="Times New Roman" w:hAnsi="Times New Roman"/>
          <w:sz w:val="24"/>
          <w:szCs w:val="24"/>
        </w:rPr>
        <w:t xml:space="preserve"> работал механиком по р</w:t>
      </w:r>
      <w:r>
        <w:rPr>
          <w:rFonts w:ascii="Times New Roman" w:hAnsi="Times New Roman"/>
          <w:sz w:val="24"/>
          <w:szCs w:val="24"/>
        </w:rPr>
        <w:t xml:space="preserve">емонту машин и содержал семью. </w:t>
      </w:r>
      <w:r w:rsidRPr="000663ED">
        <w:rPr>
          <w:rFonts w:ascii="Times New Roman" w:hAnsi="Times New Roman"/>
          <w:sz w:val="24"/>
          <w:szCs w:val="24"/>
        </w:rPr>
        <w:t xml:space="preserve">Мама Любы посвятила свою жизнь заботе о дочери, </w:t>
      </w:r>
      <w:r>
        <w:rPr>
          <w:rFonts w:ascii="Times New Roman" w:hAnsi="Times New Roman"/>
          <w:sz w:val="24"/>
          <w:szCs w:val="24"/>
        </w:rPr>
        <w:t>поскольку девочка так и смогла оправиться от болезни, была худенькой и</w:t>
      </w:r>
      <w:r w:rsidRPr="000663ED">
        <w:rPr>
          <w:rFonts w:ascii="Times New Roman" w:hAnsi="Times New Roman"/>
          <w:sz w:val="24"/>
          <w:szCs w:val="24"/>
        </w:rPr>
        <w:t xml:space="preserve"> с</w:t>
      </w:r>
      <w:r>
        <w:rPr>
          <w:rFonts w:ascii="Times New Roman" w:hAnsi="Times New Roman"/>
          <w:sz w:val="24"/>
          <w:szCs w:val="24"/>
        </w:rPr>
        <w:t xml:space="preserve">лабенькой. И всё же Любочка сумела успешно закончить школу, потом </w:t>
      </w:r>
      <w:r w:rsidRPr="000663ED">
        <w:rPr>
          <w:rFonts w:ascii="Times New Roman" w:hAnsi="Times New Roman"/>
          <w:sz w:val="24"/>
          <w:szCs w:val="24"/>
        </w:rPr>
        <w:t>училась в архитектурно-строительном  техникуме им. Штиглица: известного в России архитектора и мецената, который когда – то устраивал в своей мастерской</w:t>
      </w:r>
      <w:r>
        <w:rPr>
          <w:rFonts w:ascii="Times New Roman" w:hAnsi="Times New Roman"/>
          <w:sz w:val="24"/>
          <w:szCs w:val="24"/>
        </w:rPr>
        <w:t xml:space="preserve">  выставки творческой молодёжи. </w:t>
      </w:r>
      <w:r w:rsidRPr="000663ED">
        <w:rPr>
          <w:rFonts w:ascii="Times New Roman" w:hAnsi="Times New Roman"/>
          <w:sz w:val="24"/>
          <w:szCs w:val="24"/>
        </w:rPr>
        <w:t>Любовь Георгиевна Соловьёва (Захарова) нашла себя в профессии архитектора</w:t>
      </w:r>
      <w:r>
        <w:rPr>
          <w:rFonts w:ascii="Times New Roman" w:hAnsi="Times New Roman"/>
          <w:sz w:val="24"/>
          <w:szCs w:val="24"/>
        </w:rPr>
        <w:t xml:space="preserve"> </w:t>
      </w:r>
      <w:r w:rsidRPr="000663ED">
        <w:rPr>
          <w:rFonts w:ascii="Times New Roman" w:hAnsi="Times New Roman"/>
          <w:sz w:val="24"/>
          <w:szCs w:val="24"/>
        </w:rPr>
        <w:t>-</w:t>
      </w:r>
      <w:r>
        <w:rPr>
          <w:rFonts w:ascii="Times New Roman" w:hAnsi="Times New Roman"/>
          <w:sz w:val="24"/>
          <w:szCs w:val="24"/>
        </w:rPr>
        <w:t xml:space="preserve"> </w:t>
      </w:r>
      <w:r w:rsidRPr="000663ED">
        <w:rPr>
          <w:rFonts w:ascii="Times New Roman" w:hAnsi="Times New Roman"/>
          <w:sz w:val="24"/>
          <w:szCs w:val="24"/>
        </w:rPr>
        <w:t xml:space="preserve">проектировщика и до сих пор востребована, проработав по специальности более 50 лет. Она участвовала в крупных проектах: гостиница </w:t>
      </w:r>
      <w:r>
        <w:rPr>
          <w:rFonts w:ascii="Times New Roman" w:hAnsi="Times New Roman"/>
          <w:sz w:val="24"/>
          <w:szCs w:val="24"/>
        </w:rPr>
        <w:t>«</w:t>
      </w:r>
      <w:r w:rsidRPr="000663ED">
        <w:rPr>
          <w:rFonts w:ascii="Times New Roman" w:hAnsi="Times New Roman"/>
          <w:sz w:val="24"/>
          <w:szCs w:val="24"/>
        </w:rPr>
        <w:t>Прибалтийская</w:t>
      </w:r>
      <w:r>
        <w:rPr>
          <w:rFonts w:ascii="Times New Roman" w:hAnsi="Times New Roman"/>
          <w:sz w:val="24"/>
          <w:szCs w:val="24"/>
        </w:rPr>
        <w:t>»</w:t>
      </w:r>
      <w:r w:rsidRPr="000663ED">
        <w:rPr>
          <w:rFonts w:ascii="Times New Roman" w:hAnsi="Times New Roman"/>
          <w:sz w:val="24"/>
          <w:szCs w:val="24"/>
        </w:rPr>
        <w:t xml:space="preserve">, </w:t>
      </w:r>
      <w:r>
        <w:rPr>
          <w:rFonts w:ascii="Times New Roman" w:hAnsi="Times New Roman"/>
          <w:sz w:val="24"/>
          <w:szCs w:val="24"/>
        </w:rPr>
        <w:t>«</w:t>
      </w:r>
      <w:r w:rsidRPr="000663ED">
        <w:rPr>
          <w:rFonts w:ascii="Times New Roman" w:hAnsi="Times New Roman"/>
          <w:sz w:val="24"/>
          <w:szCs w:val="24"/>
        </w:rPr>
        <w:t>Русь</w:t>
      </w:r>
      <w:r>
        <w:rPr>
          <w:rFonts w:ascii="Times New Roman" w:hAnsi="Times New Roman"/>
          <w:sz w:val="24"/>
          <w:szCs w:val="24"/>
        </w:rPr>
        <w:t>»</w:t>
      </w:r>
      <w:r w:rsidRPr="000663ED">
        <w:rPr>
          <w:rFonts w:ascii="Times New Roman" w:hAnsi="Times New Roman"/>
          <w:sz w:val="24"/>
          <w:szCs w:val="24"/>
        </w:rPr>
        <w:t>, в восстановлении жилых домов у Львиного мостика, всесоюзного пионерского лагеря</w:t>
      </w:r>
      <w:r w:rsidRPr="000663ED">
        <w:rPr>
          <w:rFonts w:ascii="Times New Roman" w:hAnsi="Times New Roman"/>
          <w:b/>
          <w:sz w:val="24"/>
          <w:szCs w:val="24"/>
        </w:rPr>
        <w:t xml:space="preserve"> </w:t>
      </w:r>
      <w:r w:rsidRPr="000663ED">
        <w:rPr>
          <w:rFonts w:ascii="Times New Roman" w:hAnsi="Times New Roman"/>
          <w:sz w:val="24"/>
          <w:szCs w:val="24"/>
        </w:rPr>
        <w:t xml:space="preserve">«Орлёнок», «Океан» во </w:t>
      </w:r>
      <w:r>
        <w:rPr>
          <w:rFonts w:ascii="Times New Roman" w:hAnsi="Times New Roman"/>
          <w:sz w:val="24"/>
          <w:szCs w:val="24"/>
        </w:rPr>
        <w:t xml:space="preserve">Владивостоке  и многих других. </w:t>
      </w:r>
      <w:r w:rsidRPr="000663ED">
        <w:rPr>
          <w:rFonts w:ascii="Times New Roman" w:hAnsi="Times New Roman"/>
          <w:sz w:val="24"/>
          <w:szCs w:val="24"/>
        </w:rPr>
        <w:t>Любовь Георгиевна вырастила двух сыновей, а т</w:t>
      </w:r>
      <w:r>
        <w:rPr>
          <w:rFonts w:ascii="Times New Roman" w:hAnsi="Times New Roman"/>
          <w:sz w:val="24"/>
          <w:szCs w:val="24"/>
        </w:rPr>
        <w:t>еперь помогает воспитывать внуков</w:t>
      </w:r>
      <w:r w:rsidRPr="000663ED">
        <w:rPr>
          <w:rFonts w:ascii="Times New Roman" w:hAnsi="Times New Roman"/>
          <w:sz w:val="24"/>
          <w:szCs w:val="24"/>
        </w:rPr>
        <w:t xml:space="preserve">. </w:t>
      </w:r>
    </w:p>
    <w:p w:rsidR="00C12076" w:rsidRPr="000663ED" w:rsidRDefault="00C12076" w:rsidP="005A1C61">
      <w:pPr>
        <w:spacing w:after="0" w:line="240" w:lineRule="auto"/>
        <w:rPr>
          <w:rFonts w:ascii="Times New Roman" w:hAnsi="Times New Roman"/>
          <w:sz w:val="24"/>
          <w:szCs w:val="24"/>
        </w:rPr>
      </w:pPr>
      <w:r w:rsidRPr="000663ED">
        <w:rPr>
          <w:rFonts w:ascii="Times New Roman" w:hAnsi="Times New Roman"/>
          <w:sz w:val="24"/>
          <w:szCs w:val="24"/>
        </w:rPr>
        <w:t xml:space="preserve">      Брат Любы – Володя</w:t>
      </w:r>
      <w:r>
        <w:rPr>
          <w:rFonts w:ascii="Times New Roman" w:hAnsi="Times New Roman"/>
          <w:sz w:val="24"/>
          <w:szCs w:val="24"/>
        </w:rPr>
        <w:t xml:space="preserve"> после окончания школы</w:t>
      </w:r>
      <w:r w:rsidRPr="000663ED">
        <w:rPr>
          <w:rFonts w:ascii="Times New Roman" w:hAnsi="Times New Roman"/>
          <w:sz w:val="24"/>
          <w:szCs w:val="24"/>
        </w:rPr>
        <w:t xml:space="preserve"> поступил в военное училище на минно-торпедный факультет, затем служил морским офицером в Черноморском флоте в городе - герое Севастополе. </w:t>
      </w:r>
      <w:r>
        <w:rPr>
          <w:rFonts w:ascii="Times New Roman" w:hAnsi="Times New Roman"/>
          <w:sz w:val="24"/>
          <w:szCs w:val="24"/>
        </w:rPr>
        <w:t>Б</w:t>
      </w:r>
      <w:r w:rsidRPr="000663ED">
        <w:rPr>
          <w:rFonts w:ascii="Times New Roman" w:hAnsi="Times New Roman"/>
          <w:sz w:val="24"/>
          <w:szCs w:val="24"/>
        </w:rPr>
        <w:t xml:space="preserve">локада не пощадила Владимира Георгиевича, он рано ушел из жизни тяжело больным человеком. Нежно любимый брат был самым близким человеком для Любы.  </w:t>
      </w:r>
    </w:p>
    <w:p w:rsidR="00C12076" w:rsidRPr="000663ED" w:rsidRDefault="00C12076" w:rsidP="005A1C61">
      <w:pPr>
        <w:spacing w:after="0" w:line="240" w:lineRule="auto"/>
        <w:rPr>
          <w:rFonts w:ascii="Times New Roman" w:hAnsi="Times New Roman"/>
          <w:sz w:val="24"/>
          <w:szCs w:val="24"/>
        </w:rPr>
      </w:pPr>
      <w:r w:rsidRPr="000663ED">
        <w:rPr>
          <w:rFonts w:ascii="Times New Roman" w:hAnsi="Times New Roman"/>
          <w:sz w:val="24"/>
          <w:szCs w:val="24"/>
        </w:rPr>
        <w:t xml:space="preserve">       Любовь Георгиевна Соловьёва (Захарова) бережно хранит драгоценную реликвию времён войны – алюминиевый портсигар, сделанный руками её отца. На лицевой стороне крышки в овальной рамке вставлена фотография жены Марии Семёновны, а на обратной стороне вычеканена легковая машина тех времен. В этом портсигаре папа держал папиросы </w:t>
      </w:r>
      <w:r>
        <w:rPr>
          <w:rFonts w:ascii="Times New Roman" w:hAnsi="Times New Roman"/>
          <w:sz w:val="24"/>
          <w:szCs w:val="24"/>
        </w:rPr>
        <w:t>«</w:t>
      </w:r>
      <w:r w:rsidRPr="000663ED">
        <w:rPr>
          <w:rFonts w:ascii="Times New Roman" w:hAnsi="Times New Roman"/>
          <w:sz w:val="24"/>
          <w:szCs w:val="24"/>
        </w:rPr>
        <w:t>Беломорканал</w:t>
      </w:r>
      <w:r>
        <w:rPr>
          <w:rFonts w:ascii="Times New Roman" w:hAnsi="Times New Roman"/>
          <w:sz w:val="24"/>
          <w:szCs w:val="24"/>
        </w:rPr>
        <w:t>»</w:t>
      </w:r>
      <w:r w:rsidRPr="000663ED">
        <w:rPr>
          <w:rFonts w:ascii="Times New Roman" w:hAnsi="Times New Roman"/>
          <w:sz w:val="24"/>
          <w:szCs w:val="24"/>
        </w:rPr>
        <w:t>, которые курили тогда мужчины.</w:t>
      </w:r>
    </w:p>
    <w:p w:rsidR="00C12076" w:rsidRPr="00F072F1" w:rsidRDefault="00C12076" w:rsidP="005A1C61">
      <w:pPr>
        <w:spacing w:after="0" w:line="240" w:lineRule="auto"/>
      </w:pPr>
      <w:r w:rsidRPr="000663ED">
        <w:rPr>
          <w:rFonts w:ascii="Times New Roman" w:hAnsi="Times New Roman"/>
          <w:sz w:val="24"/>
          <w:szCs w:val="24"/>
        </w:rPr>
        <w:t xml:space="preserve">      Вот такие </w:t>
      </w:r>
      <w:r>
        <w:rPr>
          <w:rFonts w:ascii="Times New Roman" w:hAnsi="Times New Roman"/>
          <w:sz w:val="24"/>
          <w:szCs w:val="24"/>
        </w:rPr>
        <w:t xml:space="preserve">истории трёх героических женщин. </w:t>
      </w:r>
      <w:r w:rsidRPr="000663ED">
        <w:rPr>
          <w:rFonts w:ascii="Times New Roman" w:hAnsi="Times New Roman"/>
          <w:sz w:val="24"/>
          <w:szCs w:val="24"/>
        </w:rPr>
        <w:t>Героических - не только потому, что, будучи малышками</w:t>
      </w:r>
      <w:r>
        <w:rPr>
          <w:rFonts w:ascii="Times New Roman" w:hAnsi="Times New Roman"/>
          <w:sz w:val="24"/>
          <w:szCs w:val="24"/>
        </w:rPr>
        <w:t xml:space="preserve">, они вместе с мамами </w:t>
      </w:r>
      <w:r w:rsidRPr="000663ED">
        <w:rPr>
          <w:rFonts w:ascii="Times New Roman" w:hAnsi="Times New Roman"/>
          <w:sz w:val="24"/>
          <w:szCs w:val="24"/>
        </w:rPr>
        <w:t xml:space="preserve">имели мужество бороться за жизнь и выжить. </w:t>
      </w:r>
      <w:r>
        <w:rPr>
          <w:rFonts w:ascii="Times New Roman" w:hAnsi="Times New Roman"/>
          <w:sz w:val="24"/>
          <w:szCs w:val="24"/>
        </w:rPr>
        <w:t xml:space="preserve">Потому, что многие потом сами стали замечательными мамами. А ещё </w:t>
      </w:r>
      <w:r w:rsidRPr="000663ED">
        <w:rPr>
          <w:rFonts w:ascii="Times New Roman" w:hAnsi="Times New Roman"/>
          <w:sz w:val="24"/>
          <w:szCs w:val="24"/>
        </w:rPr>
        <w:t>потому, что всю жизнь они преданно служили во благо своего родного города и своей стра</w:t>
      </w:r>
      <w:r>
        <w:rPr>
          <w:rFonts w:ascii="Times New Roman" w:hAnsi="Times New Roman"/>
          <w:sz w:val="24"/>
          <w:szCs w:val="24"/>
        </w:rPr>
        <w:t xml:space="preserve">ны. Они и по сей день успешны, </w:t>
      </w:r>
      <w:r w:rsidRPr="000663ED">
        <w:rPr>
          <w:rFonts w:ascii="Times New Roman" w:hAnsi="Times New Roman"/>
          <w:sz w:val="24"/>
          <w:szCs w:val="24"/>
        </w:rPr>
        <w:t>полны желания и жизненных сил продолжать работать. Не безразличные к будущему нашей страны, блокадницы неустанно делают всё возможное, чтобы следующие поколения людей помнили о мужестве жителей и защитников многострадального Ленинграда. Все трое</w:t>
      </w:r>
      <w:r>
        <w:rPr>
          <w:rFonts w:ascii="Times New Roman" w:hAnsi="Times New Roman"/>
          <w:sz w:val="24"/>
          <w:szCs w:val="24"/>
        </w:rPr>
        <w:t>,</w:t>
      </w:r>
      <w:r w:rsidRPr="000663ED">
        <w:rPr>
          <w:rFonts w:ascii="Times New Roman" w:hAnsi="Times New Roman"/>
          <w:sz w:val="24"/>
          <w:szCs w:val="24"/>
        </w:rPr>
        <w:t xml:space="preserve"> они являются членами международной ассоциации блокадников, состоят в добровольном обществе блокадников города Ленинграда. Это общество ведёт большую просветительскую работу, переписку с блокадниками</w:t>
      </w:r>
      <w:r>
        <w:rPr>
          <w:rFonts w:ascii="Times New Roman" w:hAnsi="Times New Roman"/>
          <w:sz w:val="24"/>
          <w:szCs w:val="24"/>
        </w:rPr>
        <w:t xml:space="preserve"> из других городов, борется за их права,</w:t>
      </w:r>
      <w:r w:rsidRPr="000663ED">
        <w:rPr>
          <w:rFonts w:ascii="Times New Roman" w:hAnsi="Times New Roman"/>
          <w:sz w:val="24"/>
          <w:szCs w:val="24"/>
        </w:rPr>
        <w:t xml:space="preserve"> организует встречи по случаю праздничных и памятных дат, посещение театров, экскурсии, поездки в другие страны на международные встречи, ведь много блок</w:t>
      </w:r>
      <w:r>
        <w:rPr>
          <w:rFonts w:ascii="Times New Roman" w:hAnsi="Times New Roman"/>
          <w:sz w:val="24"/>
          <w:szCs w:val="24"/>
        </w:rPr>
        <w:t>адников теперь живёт за рубежом,</w:t>
      </w:r>
      <w:r w:rsidRPr="000663ED">
        <w:rPr>
          <w:rFonts w:ascii="Times New Roman" w:hAnsi="Times New Roman"/>
          <w:sz w:val="24"/>
          <w:szCs w:val="24"/>
        </w:rPr>
        <w:t xml:space="preserve"> оказывает помощь нуждающимся в уходе и многое другое.    </w:t>
      </w:r>
    </w:p>
    <w:p w:rsidR="00C12076" w:rsidRPr="000663ED" w:rsidRDefault="00C12076" w:rsidP="005A1C61">
      <w:pPr>
        <w:spacing w:after="0" w:line="240" w:lineRule="auto"/>
        <w:rPr>
          <w:rStyle w:val="apple-style-span"/>
          <w:rFonts w:ascii="Times New Roman" w:hAnsi="Times New Roman"/>
          <w:sz w:val="24"/>
          <w:szCs w:val="24"/>
        </w:rPr>
      </w:pPr>
      <w:r w:rsidRPr="000663ED">
        <w:rPr>
          <w:rFonts w:ascii="Times New Roman" w:hAnsi="Times New Roman"/>
          <w:sz w:val="24"/>
          <w:szCs w:val="24"/>
        </w:rPr>
        <w:t xml:space="preserve">   Что бы вы пожелали сегодня тем, кто никогда не знал войны? – «Надо, чтобы никогда не повторилось трагическое прошлое. Чтобы </w:t>
      </w:r>
      <w:r w:rsidRPr="000663ED">
        <w:rPr>
          <w:rStyle w:val="apple-style-span"/>
          <w:rFonts w:ascii="Times New Roman" w:hAnsi="Times New Roman"/>
          <w:sz w:val="24"/>
          <w:szCs w:val="24"/>
        </w:rPr>
        <w:t xml:space="preserve">будущие поколения не только знали всю правду о героической обороне и блокаде Ленинграда, но и </w:t>
      </w:r>
      <w:r>
        <w:rPr>
          <w:rStyle w:val="apple-style-span"/>
          <w:rFonts w:ascii="Times New Roman" w:hAnsi="Times New Roman"/>
          <w:sz w:val="24"/>
          <w:szCs w:val="24"/>
        </w:rPr>
        <w:t>у</w:t>
      </w:r>
      <w:r w:rsidRPr="000663ED">
        <w:rPr>
          <w:rStyle w:val="apple-style-span"/>
          <w:rFonts w:ascii="Times New Roman" w:hAnsi="Times New Roman"/>
          <w:sz w:val="24"/>
          <w:szCs w:val="24"/>
        </w:rPr>
        <w:t xml:space="preserve">наследовали те качества, которые были у его защитников, женщин и детей.  Не допустите новых войн! Берегите детей! Берегите мир!». </w:t>
      </w:r>
    </w:p>
    <w:p w:rsidR="00C12076" w:rsidRPr="000663ED" w:rsidRDefault="00C12076" w:rsidP="005A1C61">
      <w:pPr>
        <w:spacing w:after="0" w:line="240" w:lineRule="auto"/>
        <w:rPr>
          <w:rFonts w:ascii="Times New Roman" w:hAnsi="Times New Roman"/>
          <w:sz w:val="24"/>
          <w:szCs w:val="24"/>
        </w:rPr>
      </w:pPr>
      <w:r w:rsidRPr="000663ED">
        <w:rPr>
          <w:rStyle w:val="apple-style-span"/>
          <w:rFonts w:ascii="Times New Roman" w:hAnsi="Times New Roman"/>
          <w:sz w:val="24"/>
          <w:szCs w:val="24"/>
        </w:rPr>
        <w:t xml:space="preserve">   </w:t>
      </w:r>
      <w:r w:rsidRPr="0019251C">
        <w:rPr>
          <w:rStyle w:val="apple-style-span"/>
          <w:rFonts w:ascii="Times New Roman" w:hAnsi="Times New Roman"/>
          <w:b/>
          <w:sz w:val="24"/>
          <w:szCs w:val="24"/>
        </w:rPr>
        <w:t>Вечная память всем  скончавшимся от голода, холода и ран в дни блокады</w:t>
      </w:r>
      <w:r>
        <w:rPr>
          <w:rStyle w:val="apple-style-span"/>
          <w:rFonts w:ascii="Times New Roman" w:hAnsi="Times New Roman"/>
          <w:b/>
          <w:sz w:val="24"/>
          <w:szCs w:val="24"/>
        </w:rPr>
        <w:t xml:space="preserve"> Ленинграда</w:t>
      </w:r>
      <w:r w:rsidRPr="0019251C">
        <w:rPr>
          <w:rStyle w:val="apple-style-span"/>
          <w:rFonts w:ascii="Times New Roman" w:hAnsi="Times New Roman"/>
          <w:b/>
          <w:sz w:val="24"/>
          <w:szCs w:val="24"/>
        </w:rPr>
        <w:t xml:space="preserve">. </w:t>
      </w:r>
      <w:r w:rsidRPr="0019251C">
        <w:rPr>
          <w:rFonts w:ascii="Times New Roman" w:hAnsi="Times New Roman"/>
          <w:b/>
          <w:sz w:val="24"/>
          <w:szCs w:val="24"/>
        </w:rPr>
        <w:t>Большой покл</w:t>
      </w:r>
      <w:r>
        <w:rPr>
          <w:rFonts w:ascii="Times New Roman" w:hAnsi="Times New Roman"/>
          <w:b/>
          <w:sz w:val="24"/>
          <w:szCs w:val="24"/>
        </w:rPr>
        <w:t xml:space="preserve">он им до земли. И вечная </w:t>
      </w:r>
      <w:r w:rsidRPr="0019251C">
        <w:rPr>
          <w:rFonts w:ascii="Times New Roman" w:hAnsi="Times New Roman"/>
          <w:b/>
          <w:sz w:val="24"/>
          <w:szCs w:val="24"/>
        </w:rPr>
        <w:t xml:space="preserve">благодарность тем, </w:t>
      </w:r>
      <w:r w:rsidRPr="0019251C">
        <w:rPr>
          <w:rStyle w:val="apple-style-span"/>
          <w:rFonts w:ascii="Times New Roman" w:hAnsi="Times New Roman"/>
          <w:b/>
          <w:sz w:val="24"/>
          <w:szCs w:val="24"/>
        </w:rPr>
        <w:t>кто выжил и до к</w:t>
      </w:r>
      <w:r>
        <w:rPr>
          <w:rStyle w:val="apple-style-span"/>
          <w:rFonts w:ascii="Times New Roman" w:hAnsi="Times New Roman"/>
          <w:b/>
          <w:sz w:val="24"/>
          <w:szCs w:val="24"/>
        </w:rPr>
        <w:t>онца остаётся верен этой памяти</w:t>
      </w:r>
      <w:r w:rsidRPr="0019251C">
        <w:rPr>
          <w:rStyle w:val="apple-style-span"/>
          <w:rFonts w:ascii="Times New Roman" w:hAnsi="Times New Roman"/>
          <w:b/>
          <w:sz w:val="24"/>
          <w:szCs w:val="24"/>
        </w:rPr>
        <w:t>!</w:t>
      </w:r>
      <w:r w:rsidRPr="000663ED">
        <w:rPr>
          <w:rStyle w:val="Heading1Char"/>
          <w:rFonts w:ascii="Times New Roman" w:hAnsi="Times New Roman"/>
          <w:color w:val="auto"/>
          <w:sz w:val="24"/>
          <w:szCs w:val="24"/>
        </w:rPr>
        <w:t xml:space="preserve">  </w:t>
      </w:r>
      <w:r w:rsidRPr="000663ED">
        <w:rPr>
          <w:rStyle w:val="Heading1Char"/>
          <w:rFonts w:ascii="Times New Roman" w:hAnsi="Times New Roman"/>
          <w:b w:val="0"/>
          <w:color w:val="auto"/>
          <w:sz w:val="24"/>
          <w:szCs w:val="24"/>
        </w:rPr>
        <w:t xml:space="preserve">И пусть слова </w:t>
      </w:r>
      <w:r w:rsidRPr="000663ED">
        <w:rPr>
          <w:rFonts w:ascii="Times New Roman" w:hAnsi="Times New Roman"/>
          <w:sz w:val="24"/>
          <w:szCs w:val="24"/>
        </w:rPr>
        <w:t xml:space="preserve">поэта – блокадника </w:t>
      </w:r>
      <w:r w:rsidRPr="006B3A90">
        <w:rPr>
          <w:rFonts w:ascii="Times New Roman" w:hAnsi="Times New Roman"/>
          <w:b/>
          <w:sz w:val="24"/>
          <w:szCs w:val="24"/>
        </w:rPr>
        <w:t>Анатолия Молчанова</w:t>
      </w:r>
      <w:r w:rsidRPr="000663ED">
        <w:rPr>
          <w:rFonts w:ascii="Times New Roman" w:hAnsi="Times New Roman"/>
          <w:sz w:val="24"/>
          <w:szCs w:val="24"/>
        </w:rPr>
        <w:t xml:space="preserve"> станут пророческими: </w:t>
      </w:r>
    </w:p>
    <w:p w:rsidR="00C12076" w:rsidRPr="000663ED" w:rsidRDefault="00C12076" w:rsidP="005A1C61">
      <w:pPr>
        <w:spacing w:after="0" w:line="240" w:lineRule="auto"/>
        <w:rPr>
          <w:rFonts w:ascii="Times New Roman" w:hAnsi="Times New Roman"/>
          <w:sz w:val="24"/>
          <w:szCs w:val="24"/>
        </w:rPr>
      </w:pPr>
      <w:r w:rsidRPr="000663ED">
        <w:rPr>
          <w:rFonts w:ascii="Times New Roman" w:hAnsi="Times New Roman"/>
          <w:sz w:val="24"/>
          <w:szCs w:val="24"/>
        </w:rPr>
        <w:t xml:space="preserve">«Память моя блокадная, </w:t>
      </w:r>
    </w:p>
    <w:p w:rsidR="00C12076" w:rsidRPr="000663ED" w:rsidRDefault="00C12076" w:rsidP="005A1C61">
      <w:pPr>
        <w:spacing w:after="0" w:line="240" w:lineRule="auto"/>
        <w:rPr>
          <w:rFonts w:ascii="Times New Roman" w:hAnsi="Times New Roman"/>
          <w:sz w:val="24"/>
          <w:szCs w:val="24"/>
        </w:rPr>
      </w:pPr>
      <w:r w:rsidRPr="000663ED">
        <w:rPr>
          <w:rFonts w:ascii="Times New Roman" w:hAnsi="Times New Roman"/>
          <w:sz w:val="24"/>
          <w:szCs w:val="24"/>
        </w:rPr>
        <w:t>Не подведи меня!</w:t>
      </w:r>
    </w:p>
    <w:p w:rsidR="00C12076" w:rsidRPr="000663ED" w:rsidRDefault="00C12076" w:rsidP="005A1C61">
      <w:pPr>
        <w:spacing w:after="0" w:line="240" w:lineRule="auto"/>
        <w:rPr>
          <w:rFonts w:ascii="Times New Roman" w:hAnsi="Times New Roman"/>
          <w:sz w:val="24"/>
          <w:szCs w:val="24"/>
        </w:rPr>
      </w:pPr>
      <w:r w:rsidRPr="000663ED">
        <w:rPr>
          <w:rFonts w:ascii="Times New Roman" w:hAnsi="Times New Roman"/>
          <w:sz w:val="24"/>
          <w:szCs w:val="24"/>
        </w:rPr>
        <w:t xml:space="preserve">Память моя блокадная, </w:t>
      </w:r>
    </w:p>
    <w:p w:rsidR="00C12076" w:rsidRPr="000663ED" w:rsidRDefault="00C12076" w:rsidP="005A1C61">
      <w:pPr>
        <w:spacing w:after="0" w:line="240" w:lineRule="auto"/>
        <w:rPr>
          <w:rFonts w:ascii="Times New Roman" w:hAnsi="Times New Roman"/>
          <w:sz w:val="24"/>
          <w:szCs w:val="24"/>
        </w:rPr>
      </w:pPr>
      <w:r w:rsidRPr="000663ED">
        <w:rPr>
          <w:rFonts w:ascii="Times New Roman" w:hAnsi="Times New Roman"/>
          <w:sz w:val="24"/>
          <w:szCs w:val="24"/>
        </w:rPr>
        <w:t xml:space="preserve">Переживи меня». </w:t>
      </w:r>
    </w:p>
    <w:p w:rsidR="00C12076" w:rsidRPr="000663ED" w:rsidRDefault="00C12076" w:rsidP="005A1C61">
      <w:pPr>
        <w:spacing w:after="0" w:line="240" w:lineRule="auto"/>
        <w:rPr>
          <w:rFonts w:ascii="Times New Roman" w:hAnsi="Times New Roman"/>
          <w:b/>
          <w:sz w:val="24"/>
          <w:szCs w:val="24"/>
        </w:rPr>
      </w:pPr>
    </w:p>
    <w:sectPr w:rsidR="00C12076" w:rsidRPr="000663ED" w:rsidSect="00882003">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2076" w:rsidRDefault="00C12076" w:rsidP="00FA2C48">
      <w:pPr>
        <w:spacing w:after="0" w:line="240" w:lineRule="auto"/>
      </w:pPr>
      <w:r>
        <w:separator/>
      </w:r>
    </w:p>
  </w:endnote>
  <w:endnote w:type="continuationSeparator" w:id="0">
    <w:p w:rsidR="00C12076" w:rsidRDefault="00C12076" w:rsidP="00FA2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076" w:rsidRDefault="00C12076" w:rsidP="00BF02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12076" w:rsidRDefault="00C12076" w:rsidP="00FB060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076" w:rsidRDefault="00C12076" w:rsidP="00BF02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C12076" w:rsidRDefault="00C12076" w:rsidP="00FB060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2076" w:rsidRDefault="00C12076" w:rsidP="00FA2C48">
      <w:pPr>
        <w:spacing w:after="0" w:line="240" w:lineRule="auto"/>
      </w:pPr>
      <w:r>
        <w:separator/>
      </w:r>
    </w:p>
  </w:footnote>
  <w:footnote w:type="continuationSeparator" w:id="0">
    <w:p w:rsidR="00C12076" w:rsidRDefault="00C12076" w:rsidP="00FA2C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FD8677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4C893F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5F0223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5FE744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ABC734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FFC57E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629D5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71863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BF414D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0F20EA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1E7C"/>
    <w:rsid w:val="00000A44"/>
    <w:rsid w:val="00001D2F"/>
    <w:rsid w:val="00004448"/>
    <w:rsid w:val="00013641"/>
    <w:rsid w:val="0001405A"/>
    <w:rsid w:val="00024669"/>
    <w:rsid w:val="0002633F"/>
    <w:rsid w:val="00031418"/>
    <w:rsid w:val="0003231B"/>
    <w:rsid w:val="00033645"/>
    <w:rsid w:val="0003601B"/>
    <w:rsid w:val="000426AA"/>
    <w:rsid w:val="00042E4A"/>
    <w:rsid w:val="000436F4"/>
    <w:rsid w:val="000439F2"/>
    <w:rsid w:val="000470D2"/>
    <w:rsid w:val="00050F5C"/>
    <w:rsid w:val="000550BF"/>
    <w:rsid w:val="00056107"/>
    <w:rsid w:val="00057A28"/>
    <w:rsid w:val="00062B05"/>
    <w:rsid w:val="000663ED"/>
    <w:rsid w:val="00066E0D"/>
    <w:rsid w:val="00067992"/>
    <w:rsid w:val="00073CF7"/>
    <w:rsid w:val="00074481"/>
    <w:rsid w:val="00074A70"/>
    <w:rsid w:val="000803B8"/>
    <w:rsid w:val="000827F3"/>
    <w:rsid w:val="0008383F"/>
    <w:rsid w:val="00083D4E"/>
    <w:rsid w:val="000901C2"/>
    <w:rsid w:val="0009295A"/>
    <w:rsid w:val="000935B4"/>
    <w:rsid w:val="00093EC9"/>
    <w:rsid w:val="000A15BE"/>
    <w:rsid w:val="000A3B4A"/>
    <w:rsid w:val="000A3D68"/>
    <w:rsid w:val="000A41CA"/>
    <w:rsid w:val="000A5614"/>
    <w:rsid w:val="000A6DD7"/>
    <w:rsid w:val="000A7FAF"/>
    <w:rsid w:val="000B2816"/>
    <w:rsid w:val="000B49A0"/>
    <w:rsid w:val="000B6F2C"/>
    <w:rsid w:val="000B7DAF"/>
    <w:rsid w:val="000C35AB"/>
    <w:rsid w:val="000C45FA"/>
    <w:rsid w:val="000C5CD3"/>
    <w:rsid w:val="000D1046"/>
    <w:rsid w:val="000D3B47"/>
    <w:rsid w:val="000D5248"/>
    <w:rsid w:val="000E3EFB"/>
    <w:rsid w:val="000E4B2A"/>
    <w:rsid w:val="000F2701"/>
    <w:rsid w:val="000F3F04"/>
    <w:rsid w:val="000F4755"/>
    <w:rsid w:val="000F4E44"/>
    <w:rsid w:val="000F5BD2"/>
    <w:rsid w:val="000F6372"/>
    <w:rsid w:val="000F74FB"/>
    <w:rsid w:val="000F7EEE"/>
    <w:rsid w:val="00102884"/>
    <w:rsid w:val="00110768"/>
    <w:rsid w:val="00111D4F"/>
    <w:rsid w:val="00113D56"/>
    <w:rsid w:val="00117F9C"/>
    <w:rsid w:val="00123ABD"/>
    <w:rsid w:val="00124A49"/>
    <w:rsid w:val="00126A7F"/>
    <w:rsid w:val="00127BF6"/>
    <w:rsid w:val="00131095"/>
    <w:rsid w:val="001318AA"/>
    <w:rsid w:val="001320A8"/>
    <w:rsid w:val="00135431"/>
    <w:rsid w:val="0013548E"/>
    <w:rsid w:val="001416B2"/>
    <w:rsid w:val="001466FA"/>
    <w:rsid w:val="00146DB0"/>
    <w:rsid w:val="001524CE"/>
    <w:rsid w:val="00153608"/>
    <w:rsid w:val="00153D2F"/>
    <w:rsid w:val="00154F1F"/>
    <w:rsid w:val="00154FA5"/>
    <w:rsid w:val="00160E13"/>
    <w:rsid w:val="00171D75"/>
    <w:rsid w:val="0017213F"/>
    <w:rsid w:val="00172BD8"/>
    <w:rsid w:val="001734D4"/>
    <w:rsid w:val="00173FF3"/>
    <w:rsid w:val="0017520F"/>
    <w:rsid w:val="001812B2"/>
    <w:rsid w:val="00182525"/>
    <w:rsid w:val="00182A40"/>
    <w:rsid w:val="00182D65"/>
    <w:rsid w:val="00184BCC"/>
    <w:rsid w:val="0018523E"/>
    <w:rsid w:val="00185BD6"/>
    <w:rsid w:val="00187E95"/>
    <w:rsid w:val="0019251C"/>
    <w:rsid w:val="0019266D"/>
    <w:rsid w:val="0019366A"/>
    <w:rsid w:val="00193ACE"/>
    <w:rsid w:val="001948AA"/>
    <w:rsid w:val="00197FBF"/>
    <w:rsid w:val="001A0481"/>
    <w:rsid w:val="001A1BBF"/>
    <w:rsid w:val="001A25AC"/>
    <w:rsid w:val="001A3328"/>
    <w:rsid w:val="001A451A"/>
    <w:rsid w:val="001A6F2B"/>
    <w:rsid w:val="001A777A"/>
    <w:rsid w:val="001A77F0"/>
    <w:rsid w:val="001B4F44"/>
    <w:rsid w:val="001B6C92"/>
    <w:rsid w:val="001C12BE"/>
    <w:rsid w:val="001C7418"/>
    <w:rsid w:val="001D4582"/>
    <w:rsid w:val="001D543E"/>
    <w:rsid w:val="001D6B9D"/>
    <w:rsid w:val="001D7B6C"/>
    <w:rsid w:val="001E0E37"/>
    <w:rsid w:val="001E7229"/>
    <w:rsid w:val="001F0D51"/>
    <w:rsid w:val="001F301C"/>
    <w:rsid w:val="001F3E85"/>
    <w:rsid w:val="001F5515"/>
    <w:rsid w:val="00201B92"/>
    <w:rsid w:val="00203362"/>
    <w:rsid w:val="002106D3"/>
    <w:rsid w:val="00211E8A"/>
    <w:rsid w:val="0021402A"/>
    <w:rsid w:val="0021516D"/>
    <w:rsid w:val="002220D8"/>
    <w:rsid w:val="002253D9"/>
    <w:rsid w:val="00225525"/>
    <w:rsid w:val="002273F9"/>
    <w:rsid w:val="0022758C"/>
    <w:rsid w:val="00232B96"/>
    <w:rsid w:val="0023305B"/>
    <w:rsid w:val="002338DE"/>
    <w:rsid w:val="0023655B"/>
    <w:rsid w:val="002370BF"/>
    <w:rsid w:val="0023760A"/>
    <w:rsid w:val="0024122F"/>
    <w:rsid w:val="0024126B"/>
    <w:rsid w:val="00241971"/>
    <w:rsid w:val="00242A22"/>
    <w:rsid w:val="002453F3"/>
    <w:rsid w:val="00245AB4"/>
    <w:rsid w:val="00250453"/>
    <w:rsid w:val="00250D80"/>
    <w:rsid w:val="00250F36"/>
    <w:rsid w:val="002525CC"/>
    <w:rsid w:val="002541DB"/>
    <w:rsid w:val="002546A0"/>
    <w:rsid w:val="00254D15"/>
    <w:rsid w:val="002618AD"/>
    <w:rsid w:val="002619C7"/>
    <w:rsid w:val="002620CE"/>
    <w:rsid w:val="00262C3E"/>
    <w:rsid w:val="00265717"/>
    <w:rsid w:val="0026594E"/>
    <w:rsid w:val="0027000A"/>
    <w:rsid w:val="0027172F"/>
    <w:rsid w:val="00271D92"/>
    <w:rsid w:val="002730FD"/>
    <w:rsid w:val="00274CC9"/>
    <w:rsid w:val="0027515A"/>
    <w:rsid w:val="00277019"/>
    <w:rsid w:val="00277154"/>
    <w:rsid w:val="00282CF0"/>
    <w:rsid w:val="00286112"/>
    <w:rsid w:val="002904C8"/>
    <w:rsid w:val="00292A92"/>
    <w:rsid w:val="002936FB"/>
    <w:rsid w:val="002A01C6"/>
    <w:rsid w:val="002A1D1F"/>
    <w:rsid w:val="002A1E29"/>
    <w:rsid w:val="002A50B9"/>
    <w:rsid w:val="002A6C7A"/>
    <w:rsid w:val="002B09AD"/>
    <w:rsid w:val="002B45B6"/>
    <w:rsid w:val="002B7206"/>
    <w:rsid w:val="002C2315"/>
    <w:rsid w:val="002C2674"/>
    <w:rsid w:val="002C4A5A"/>
    <w:rsid w:val="002C4BE6"/>
    <w:rsid w:val="002C5F05"/>
    <w:rsid w:val="002C72C2"/>
    <w:rsid w:val="002C72F7"/>
    <w:rsid w:val="002D118F"/>
    <w:rsid w:val="002D1B8B"/>
    <w:rsid w:val="002D3827"/>
    <w:rsid w:val="002D5976"/>
    <w:rsid w:val="002E148B"/>
    <w:rsid w:val="002E1C26"/>
    <w:rsid w:val="002E3438"/>
    <w:rsid w:val="002E686A"/>
    <w:rsid w:val="002F2F20"/>
    <w:rsid w:val="002F674B"/>
    <w:rsid w:val="002F67A9"/>
    <w:rsid w:val="00303DC6"/>
    <w:rsid w:val="00306296"/>
    <w:rsid w:val="00307239"/>
    <w:rsid w:val="00312AB0"/>
    <w:rsid w:val="003221DB"/>
    <w:rsid w:val="003241B2"/>
    <w:rsid w:val="00327689"/>
    <w:rsid w:val="00331C30"/>
    <w:rsid w:val="00332B64"/>
    <w:rsid w:val="00332C93"/>
    <w:rsid w:val="0033438D"/>
    <w:rsid w:val="00336895"/>
    <w:rsid w:val="003417CD"/>
    <w:rsid w:val="003445B2"/>
    <w:rsid w:val="00344966"/>
    <w:rsid w:val="00355682"/>
    <w:rsid w:val="00357209"/>
    <w:rsid w:val="00376786"/>
    <w:rsid w:val="0037781F"/>
    <w:rsid w:val="003778CC"/>
    <w:rsid w:val="0038482A"/>
    <w:rsid w:val="0038607A"/>
    <w:rsid w:val="00387BD1"/>
    <w:rsid w:val="00390F2B"/>
    <w:rsid w:val="003940D2"/>
    <w:rsid w:val="003977BC"/>
    <w:rsid w:val="003A1977"/>
    <w:rsid w:val="003A1B82"/>
    <w:rsid w:val="003A218F"/>
    <w:rsid w:val="003A26FC"/>
    <w:rsid w:val="003A5A59"/>
    <w:rsid w:val="003A7230"/>
    <w:rsid w:val="003B05B4"/>
    <w:rsid w:val="003B0B1B"/>
    <w:rsid w:val="003B29C7"/>
    <w:rsid w:val="003B3938"/>
    <w:rsid w:val="003C326F"/>
    <w:rsid w:val="003C687D"/>
    <w:rsid w:val="003C7089"/>
    <w:rsid w:val="003D49CD"/>
    <w:rsid w:val="003D5ED8"/>
    <w:rsid w:val="003D677E"/>
    <w:rsid w:val="003D69B6"/>
    <w:rsid w:val="003D7046"/>
    <w:rsid w:val="003E03F2"/>
    <w:rsid w:val="003E2D6F"/>
    <w:rsid w:val="003E4B79"/>
    <w:rsid w:val="003F637E"/>
    <w:rsid w:val="00401D00"/>
    <w:rsid w:val="00404529"/>
    <w:rsid w:val="00404B2E"/>
    <w:rsid w:val="004070EF"/>
    <w:rsid w:val="00407915"/>
    <w:rsid w:val="004100AB"/>
    <w:rsid w:val="004106B4"/>
    <w:rsid w:val="00416134"/>
    <w:rsid w:val="0041626D"/>
    <w:rsid w:val="0041728C"/>
    <w:rsid w:val="00421369"/>
    <w:rsid w:val="00422581"/>
    <w:rsid w:val="004225A3"/>
    <w:rsid w:val="00422AB8"/>
    <w:rsid w:val="004254F7"/>
    <w:rsid w:val="0043266A"/>
    <w:rsid w:val="00444E40"/>
    <w:rsid w:val="00446FC7"/>
    <w:rsid w:val="00451B60"/>
    <w:rsid w:val="00456E54"/>
    <w:rsid w:val="004605E8"/>
    <w:rsid w:val="00461957"/>
    <w:rsid w:val="00467DBC"/>
    <w:rsid w:val="00467FA3"/>
    <w:rsid w:val="00471F62"/>
    <w:rsid w:val="00474A13"/>
    <w:rsid w:val="00474AA9"/>
    <w:rsid w:val="00476316"/>
    <w:rsid w:val="004765EF"/>
    <w:rsid w:val="00477C10"/>
    <w:rsid w:val="00480BE9"/>
    <w:rsid w:val="004818C8"/>
    <w:rsid w:val="00483B97"/>
    <w:rsid w:val="00483FCA"/>
    <w:rsid w:val="0048737B"/>
    <w:rsid w:val="0049257C"/>
    <w:rsid w:val="004942AA"/>
    <w:rsid w:val="004A0F22"/>
    <w:rsid w:val="004A2086"/>
    <w:rsid w:val="004A234B"/>
    <w:rsid w:val="004A5251"/>
    <w:rsid w:val="004A7130"/>
    <w:rsid w:val="004B6002"/>
    <w:rsid w:val="004C3BC3"/>
    <w:rsid w:val="004C4EAC"/>
    <w:rsid w:val="004C5DD6"/>
    <w:rsid w:val="004D16FC"/>
    <w:rsid w:val="004D30B8"/>
    <w:rsid w:val="004D3610"/>
    <w:rsid w:val="004D3991"/>
    <w:rsid w:val="004E1246"/>
    <w:rsid w:val="004E1471"/>
    <w:rsid w:val="004E3986"/>
    <w:rsid w:val="004E6840"/>
    <w:rsid w:val="004E74B2"/>
    <w:rsid w:val="004E7534"/>
    <w:rsid w:val="004F045F"/>
    <w:rsid w:val="004F4478"/>
    <w:rsid w:val="004F5FAB"/>
    <w:rsid w:val="004F7DE1"/>
    <w:rsid w:val="00501A7E"/>
    <w:rsid w:val="0050226B"/>
    <w:rsid w:val="0050599D"/>
    <w:rsid w:val="005064AD"/>
    <w:rsid w:val="00514CA3"/>
    <w:rsid w:val="005171AE"/>
    <w:rsid w:val="00520BB4"/>
    <w:rsid w:val="00521392"/>
    <w:rsid w:val="005230F5"/>
    <w:rsid w:val="00523C2D"/>
    <w:rsid w:val="00524C0D"/>
    <w:rsid w:val="0052535D"/>
    <w:rsid w:val="005321D4"/>
    <w:rsid w:val="00533E87"/>
    <w:rsid w:val="0054198B"/>
    <w:rsid w:val="00541A3D"/>
    <w:rsid w:val="00545FFD"/>
    <w:rsid w:val="005523E5"/>
    <w:rsid w:val="00553E81"/>
    <w:rsid w:val="00554670"/>
    <w:rsid w:val="0056183F"/>
    <w:rsid w:val="005622F1"/>
    <w:rsid w:val="005675C6"/>
    <w:rsid w:val="00567C80"/>
    <w:rsid w:val="00567D6F"/>
    <w:rsid w:val="00567F30"/>
    <w:rsid w:val="005702F8"/>
    <w:rsid w:val="005718F7"/>
    <w:rsid w:val="005744C1"/>
    <w:rsid w:val="00581458"/>
    <w:rsid w:val="00583C90"/>
    <w:rsid w:val="005840E9"/>
    <w:rsid w:val="00590CA3"/>
    <w:rsid w:val="0059109D"/>
    <w:rsid w:val="00591674"/>
    <w:rsid w:val="0059336E"/>
    <w:rsid w:val="00595A71"/>
    <w:rsid w:val="005A1C61"/>
    <w:rsid w:val="005A383C"/>
    <w:rsid w:val="005A5DCA"/>
    <w:rsid w:val="005A61BF"/>
    <w:rsid w:val="005A710B"/>
    <w:rsid w:val="005B12B7"/>
    <w:rsid w:val="005B23B3"/>
    <w:rsid w:val="005B5762"/>
    <w:rsid w:val="005B61C5"/>
    <w:rsid w:val="005C1AC5"/>
    <w:rsid w:val="005D154E"/>
    <w:rsid w:val="005D1EA5"/>
    <w:rsid w:val="005D21EE"/>
    <w:rsid w:val="005D508B"/>
    <w:rsid w:val="005D5AB9"/>
    <w:rsid w:val="005D6A5B"/>
    <w:rsid w:val="005E029F"/>
    <w:rsid w:val="005E1813"/>
    <w:rsid w:val="005E2E2C"/>
    <w:rsid w:val="005E4D83"/>
    <w:rsid w:val="005E5D72"/>
    <w:rsid w:val="005E7249"/>
    <w:rsid w:val="005F0B2E"/>
    <w:rsid w:val="005F6D55"/>
    <w:rsid w:val="006008E3"/>
    <w:rsid w:val="00602FB0"/>
    <w:rsid w:val="00605F7F"/>
    <w:rsid w:val="0061572B"/>
    <w:rsid w:val="00616098"/>
    <w:rsid w:val="006167A1"/>
    <w:rsid w:val="00617740"/>
    <w:rsid w:val="00620926"/>
    <w:rsid w:val="0062108A"/>
    <w:rsid w:val="00626911"/>
    <w:rsid w:val="00630B0E"/>
    <w:rsid w:val="006338E7"/>
    <w:rsid w:val="00641614"/>
    <w:rsid w:val="00641B50"/>
    <w:rsid w:val="00642094"/>
    <w:rsid w:val="006431E9"/>
    <w:rsid w:val="006431EC"/>
    <w:rsid w:val="00644064"/>
    <w:rsid w:val="0065075C"/>
    <w:rsid w:val="00650CD6"/>
    <w:rsid w:val="00652FD3"/>
    <w:rsid w:val="00655727"/>
    <w:rsid w:val="00656051"/>
    <w:rsid w:val="00656A10"/>
    <w:rsid w:val="00657B7A"/>
    <w:rsid w:val="00657DB0"/>
    <w:rsid w:val="0066736F"/>
    <w:rsid w:val="00667444"/>
    <w:rsid w:val="006711AF"/>
    <w:rsid w:val="006809F1"/>
    <w:rsid w:val="00685F9A"/>
    <w:rsid w:val="00687E30"/>
    <w:rsid w:val="00695483"/>
    <w:rsid w:val="006A08DE"/>
    <w:rsid w:val="006A2826"/>
    <w:rsid w:val="006A7A1E"/>
    <w:rsid w:val="006B1C45"/>
    <w:rsid w:val="006B3A90"/>
    <w:rsid w:val="006B460D"/>
    <w:rsid w:val="006B7247"/>
    <w:rsid w:val="006B7658"/>
    <w:rsid w:val="006C07FE"/>
    <w:rsid w:val="006C1852"/>
    <w:rsid w:val="006C4139"/>
    <w:rsid w:val="006C4763"/>
    <w:rsid w:val="006C5775"/>
    <w:rsid w:val="006D0B34"/>
    <w:rsid w:val="006D0CDF"/>
    <w:rsid w:val="006D7BAC"/>
    <w:rsid w:val="006E0896"/>
    <w:rsid w:val="006E537A"/>
    <w:rsid w:val="006E7F59"/>
    <w:rsid w:val="006F138D"/>
    <w:rsid w:val="006F1EA3"/>
    <w:rsid w:val="006F213B"/>
    <w:rsid w:val="006F35DF"/>
    <w:rsid w:val="006F3BC4"/>
    <w:rsid w:val="006F6FBE"/>
    <w:rsid w:val="006F7932"/>
    <w:rsid w:val="0070211D"/>
    <w:rsid w:val="00704967"/>
    <w:rsid w:val="00706F34"/>
    <w:rsid w:val="00707A36"/>
    <w:rsid w:val="007101E9"/>
    <w:rsid w:val="00711770"/>
    <w:rsid w:val="00711CE1"/>
    <w:rsid w:val="007142AF"/>
    <w:rsid w:val="00714445"/>
    <w:rsid w:val="007147A0"/>
    <w:rsid w:val="007148B7"/>
    <w:rsid w:val="0071593E"/>
    <w:rsid w:val="00716A11"/>
    <w:rsid w:val="00720940"/>
    <w:rsid w:val="007218FB"/>
    <w:rsid w:val="00721DC0"/>
    <w:rsid w:val="007252D6"/>
    <w:rsid w:val="00726524"/>
    <w:rsid w:val="007337E0"/>
    <w:rsid w:val="00734D61"/>
    <w:rsid w:val="00741A8F"/>
    <w:rsid w:val="007424C2"/>
    <w:rsid w:val="00747BFF"/>
    <w:rsid w:val="0075131D"/>
    <w:rsid w:val="0075267D"/>
    <w:rsid w:val="00752BE0"/>
    <w:rsid w:val="00753829"/>
    <w:rsid w:val="00753863"/>
    <w:rsid w:val="00761A1F"/>
    <w:rsid w:val="00764FB0"/>
    <w:rsid w:val="00766449"/>
    <w:rsid w:val="00766B96"/>
    <w:rsid w:val="00767514"/>
    <w:rsid w:val="007710A9"/>
    <w:rsid w:val="0077510C"/>
    <w:rsid w:val="007764A8"/>
    <w:rsid w:val="007769F3"/>
    <w:rsid w:val="00777303"/>
    <w:rsid w:val="00782F84"/>
    <w:rsid w:val="007832F6"/>
    <w:rsid w:val="00787704"/>
    <w:rsid w:val="00787C8A"/>
    <w:rsid w:val="007951F0"/>
    <w:rsid w:val="00797660"/>
    <w:rsid w:val="007A0763"/>
    <w:rsid w:val="007A1582"/>
    <w:rsid w:val="007A4C1A"/>
    <w:rsid w:val="007A4D25"/>
    <w:rsid w:val="007A7CF2"/>
    <w:rsid w:val="007B0D21"/>
    <w:rsid w:val="007B19D5"/>
    <w:rsid w:val="007B2389"/>
    <w:rsid w:val="007B3899"/>
    <w:rsid w:val="007B6F5A"/>
    <w:rsid w:val="007B726D"/>
    <w:rsid w:val="007B77DC"/>
    <w:rsid w:val="007B7ED6"/>
    <w:rsid w:val="007C2425"/>
    <w:rsid w:val="007D1D8C"/>
    <w:rsid w:val="007D36D4"/>
    <w:rsid w:val="007E37DB"/>
    <w:rsid w:val="007E3B7D"/>
    <w:rsid w:val="007E5B6A"/>
    <w:rsid w:val="00801BF1"/>
    <w:rsid w:val="00806A6E"/>
    <w:rsid w:val="00810BB9"/>
    <w:rsid w:val="00810C52"/>
    <w:rsid w:val="008142F0"/>
    <w:rsid w:val="00814688"/>
    <w:rsid w:val="008176A2"/>
    <w:rsid w:val="00820EA3"/>
    <w:rsid w:val="00822AD5"/>
    <w:rsid w:val="00822FF3"/>
    <w:rsid w:val="0082340D"/>
    <w:rsid w:val="00823BE5"/>
    <w:rsid w:val="00825931"/>
    <w:rsid w:val="0082634A"/>
    <w:rsid w:val="008308E6"/>
    <w:rsid w:val="00840051"/>
    <w:rsid w:val="00841726"/>
    <w:rsid w:val="00844B68"/>
    <w:rsid w:val="00846561"/>
    <w:rsid w:val="008469A3"/>
    <w:rsid w:val="00851552"/>
    <w:rsid w:val="00852959"/>
    <w:rsid w:val="00854A8A"/>
    <w:rsid w:val="00854CA2"/>
    <w:rsid w:val="00855C19"/>
    <w:rsid w:val="008612EA"/>
    <w:rsid w:val="00863F47"/>
    <w:rsid w:val="0086550F"/>
    <w:rsid w:val="00871757"/>
    <w:rsid w:val="00872072"/>
    <w:rsid w:val="00872A3D"/>
    <w:rsid w:val="0087303C"/>
    <w:rsid w:val="0087564C"/>
    <w:rsid w:val="008757AD"/>
    <w:rsid w:val="008809E9"/>
    <w:rsid w:val="00882003"/>
    <w:rsid w:val="0088285C"/>
    <w:rsid w:val="0089721E"/>
    <w:rsid w:val="008B498D"/>
    <w:rsid w:val="008B69BE"/>
    <w:rsid w:val="008C13A4"/>
    <w:rsid w:val="008C1DDB"/>
    <w:rsid w:val="008C614C"/>
    <w:rsid w:val="008C66A6"/>
    <w:rsid w:val="008C7B3F"/>
    <w:rsid w:val="008D0F34"/>
    <w:rsid w:val="008D17A2"/>
    <w:rsid w:val="008D2157"/>
    <w:rsid w:val="008D24F3"/>
    <w:rsid w:val="008D282A"/>
    <w:rsid w:val="008D2D84"/>
    <w:rsid w:val="008D6574"/>
    <w:rsid w:val="008D70E0"/>
    <w:rsid w:val="008D7F2F"/>
    <w:rsid w:val="008E006C"/>
    <w:rsid w:val="008E1A82"/>
    <w:rsid w:val="008E3A80"/>
    <w:rsid w:val="008E40CF"/>
    <w:rsid w:val="008E71EC"/>
    <w:rsid w:val="008F04F6"/>
    <w:rsid w:val="008F0826"/>
    <w:rsid w:val="008F1854"/>
    <w:rsid w:val="008F259C"/>
    <w:rsid w:val="008F3602"/>
    <w:rsid w:val="008F7CA5"/>
    <w:rsid w:val="0090053B"/>
    <w:rsid w:val="0090189A"/>
    <w:rsid w:val="00902EF2"/>
    <w:rsid w:val="0090387B"/>
    <w:rsid w:val="00905A35"/>
    <w:rsid w:val="00907F2C"/>
    <w:rsid w:val="00910A70"/>
    <w:rsid w:val="00913ACB"/>
    <w:rsid w:val="00914686"/>
    <w:rsid w:val="009149CC"/>
    <w:rsid w:val="0091509D"/>
    <w:rsid w:val="00920A35"/>
    <w:rsid w:val="00920ABA"/>
    <w:rsid w:val="00925CC4"/>
    <w:rsid w:val="009267F9"/>
    <w:rsid w:val="009279AF"/>
    <w:rsid w:val="009331F3"/>
    <w:rsid w:val="009332A8"/>
    <w:rsid w:val="009332AB"/>
    <w:rsid w:val="00933C1E"/>
    <w:rsid w:val="00937A47"/>
    <w:rsid w:val="009429B4"/>
    <w:rsid w:val="00942AD4"/>
    <w:rsid w:val="00944CEA"/>
    <w:rsid w:val="00946603"/>
    <w:rsid w:val="00951442"/>
    <w:rsid w:val="00954146"/>
    <w:rsid w:val="00956AF1"/>
    <w:rsid w:val="00957F52"/>
    <w:rsid w:val="009640E0"/>
    <w:rsid w:val="00967F20"/>
    <w:rsid w:val="0097017A"/>
    <w:rsid w:val="009704CC"/>
    <w:rsid w:val="00975785"/>
    <w:rsid w:val="00976AFD"/>
    <w:rsid w:val="00977661"/>
    <w:rsid w:val="0098385B"/>
    <w:rsid w:val="00987FD8"/>
    <w:rsid w:val="00991304"/>
    <w:rsid w:val="00991452"/>
    <w:rsid w:val="009927AE"/>
    <w:rsid w:val="00992AFB"/>
    <w:rsid w:val="00995DDE"/>
    <w:rsid w:val="00997766"/>
    <w:rsid w:val="00997AC5"/>
    <w:rsid w:val="009A06A0"/>
    <w:rsid w:val="009A1859"/>
    <w:rsid w:val="009A19A0"/>
    <w:rsid w:val="009A7EE8"/>
    <w:rsid w:val="009B0D98"/>
    <w:rsid w:val="009B1555"/>
    <w:rsid w:val="009B183B"/>
    <w:rsid w:val="009B29A3"/>
    <w:rsid w:val="009B4C0B"/>
    <w:rsid w:val="009B5454"/>
    <w:rsid w:val="009B58DC"/>
    <w:rsid w:val="009C0D67"/>
    <w:rsid w:val="009C11A4"/>
    <w:rsid w:val="009C2E41"/>
    <w:rsid w:val="009C5D34"/>
    <w:rsid w:val="009C74A9"/>
    <w:rsid w:val="009D05C4"/>
    <w:rsid w:val="009D1758"/>
    <w:rsid w:val="009D5B0B"/>
    <w:rsid w:val="009D6B7F"/>
    <w:rsid w:val="009D751A"/>
    <w:rsid w:val="009E16BA"/>
    <w:rsid w:val="009E1B4A"/>
    <w:rsid w:val="009E6523"/>
    <w:rsid w:val="009F0601"/>
    <w:rsid w:val="009F068C"/>
    <w:rsid w:val="009F13BE"/>
    <w:rsid w:val="00A02FFE"/>
    <w:rsid w:val="00A0314A"/>
    <w:rsid w:val="00A071BB"/>
    <w:rsid w:val="00A1563F"/>
    <w:rsid w:val="00A2052B"/>
    <w:rsid w:val="00A30E75"/>
    <w:rsid w:val="00A3224A"/>
    <w:rsid w:val="00A331E1"/>
    <w:rsid w:val="00A36AE5"/>
    <w:rsid w:val="00A37F7C"/>
    <w:rsid w:val="00A40E0C"/>
    <w:rsid w:val="00A4250D"/>
    <w:rsid w:val="00A436ED"/>
    <w:rsid w:val="00A4374B"/>
    <w:rsid w:val="00A44958"/>
    <w:rsid w:val="00A4526B"/>
    <w:rsid w:val="00A4642E"/>
    <w:rsid w:val="00A52BF6"/>
    <w:rsid w:val="00A54CFD"/>
    <w:rsid w:val="00A54FCF"/>
    <w:rsid w:val="00A601CD"/>
    <w:rsid w:val="00A64354"/>
    <w:rsid w:val="00A64C8B"/>
    <w:rsid w:val="00A661EA"/>
    <w:rsid w:val="00A710E0"/>
    <w:rsid w:val="00A718AC"/>
    <w:rsid w:val="00A730C9"/>
    <w:rsid w:val="00A735FC"/>
    <w:rsid w:val="00A73E14"/>
    <w:rsid w:val="00A74425"/>
    <w:rsid w:val="00A75574"/>
    <w:rsid w:val="00A7637B"/>
    <w:rsid w:val="00A7661B"/>
    <w:rsid w:val="00A8346B"/>
    <w:rsid w:val="00A85122"/>
    <w:rsid w:val="00A853B8"/>
    <w:rsid w:val="00A9134E"/>
    <w:rsid w:val="00A97A46"/>
    <w:rsid w:val="00AA00E9"/>
    <w:rsid w:val="00AA3A62"/>
    <w:rsid w:val="00AA4ECE"/>
    <w:rsid w:val="00AA6481"/>
    <w:rsid w:val="00AB08F1"/>
    <w:rsid w:val="00AB1649"/>
    <w:rsid w:val="00AB29C0"/>
    <w:rsid w:val="00AB446A"/>
    <w:rsid w:val="00AD07CD"/>
    <w:rsid w:val="00AD5459"/>
    <w:rsid w:val="00AD6FBB"/>
    <w:rsid w:val="00AD7890"/>
    <w:rsid w:val="00AE0176"/>
    <w:rsid w:val="00AF1D07"/>
    <w:rsid w:val="00AF5ECF"/>
    <w:rsid w:val="00AF6203"/>
    <w:rsid w:val="00B036F8"/>
    <w:rsid w:val="00B05F35"/>
    <w:rsid w:val="00B069EF"/>
    <w:rsid w:val="00B106F9"/>
    <w:rsid w:val="00B14B74"/>
    <w:rsid w:val="00B23FFE"/>
    <w:rsid w:val="00B250F8"/>
    <w:rsid w:val="00B41E76"/>
    <w:rsid w:val="00B44060"/>
    <w:rsid w:val="00B44709"/>
    <w:rsid w:val="00B45D39"/>
    <w:rsid w:val="00B46349"/>
    <w:rsid w:val="00B46807"/>
    <w:rsid w:val="00B4722A"/>
    <w:rsid w:val="00B47C6C"/>
    <w:rsid w:val="00B50AB8"/>
    <w:rsid w:val="00B60DFD"/>
    <w:rsid w:val="00B61658"/>
    <w:rsid w:val="00B620EB"/>
    <w:rsid w:val="00B6288B"/>
    <w:rsid w:val="00B642FD"/>
    <w:rsid w:val="00B71079"/>
    <w:rsid w:val="00B74EDB"/>
    <w:rsid w:val="00B75287"/>
    <w:rsid w:val="00B761A5"/>
    <w:rsid w:val="00B76E85"/>
    <w:rsid w:val="00B77A0E"/>
    <w:rsid w:val="00B80290"/>
    <w:rsid w:val="00B82642"/>
    <w:rsid w:val="00B83077"/>
    <w:rsid w:val="00B83180"/>
    <w:rsid w:val="00B841E9"/>
    <w:rsid w:val="00B841EB"/>
    <w:rsid w:val="00B9177C"/>
    <w:rsid w:val="00B921FF"/>
    <w:rsid w:val="00B93223"/>
    <w:rsid w:val="00B9468E"/>
    <w:rsid w:val="00BA318D"/>
    <w:rsid w:val="00BA3D87"/>
    <w:rsid w:val="00BA544C"/>
    <w:rsid w:val="00BA6AC5"/>
    <w:rsid w:val="00BB0246"/>
    <w:rsid w:val="00BB04D8"/>
    <w:rsid w:val="00BB1DFA"/>
    <w:rsid w:val="00BB4FE9"/>
    <w:rsid w:val="00BB5815"/>
    <w:rsid w:val="00BB5C6B"/>
    <w:rsid w:val="00BB68AD"/>
    <w:rsid w:val="00BB6E2A"/>
    <w:rsid w:val="00BB7FAC"/>
    <w:rsid w:val="00BC2A49"/>
    <w:rsid w:val="00BC6C76"/>
    <w:rsid w:val="00BD290D"/>
    <w:rsid w:val="00BD43F1"/>
    <w:rsid w:val="00BE05C6"/>
    <w:rsid w:val="00BE1883"/>
    <w:rsid w:val="00BE19C8"/>
    <w:rsid w:val="00BE23FD"/>
    <w:rsid w:val="00BE68E5"/>
    <w:rsid w:val="00BE720F"/>
    <w:rsid w:val="00BF0299"/>
    <w:rsid w:val="00BF0D2F"/>
    <w:rsid w:val="00BF17BD"/>
    <w:rsid w:val="00BF1D3F"/>
    <w:rsid w:val="00BF3AAE"/>
    <w:rsid w:val="00C043D3"/>
    <w:rsid w:val="00C06E83"/>
    <w:rsid w:val="00C1085F"/>
    <w:rsid w:val="00C12076"/>
    <w:rsid w:val="00C138E9"/>
    <w:rsid w:val="00C212E7"/>
    <w:rsid w:val="00C2424F"/>
    <w:rsid w:val="00C26AA1"/>
    <w:rsid w:val="00C30732"/>
    <w:rsid w:val="00C30F95"/>
    <w:rsid w:val="00C31CA9"/>
    <w:rsid w:val="00C3344A"/>
    <w:rsid w:val="00C375C2"/>
    <w:rsid w:val="00C40023"/>
    <w:rsid w:val="00C403E7"/>
    <w:rsid w:val="00C41783"/>
    <w:rsid w:val="00C430B3"/>
    <w:rsid w:val="00C436EF"/>
    <w:rsid w:val="00C47654"/>
    <w:rsid w:val="00C47865"/>
    <w:rsid w:val="00C53A71"/>
    <w:rsid w:val="00C56282"/>
    <w:rsid w:val="00C564BE"/>
    <w:rsid w:val="00C57EBC"/>
    <w:rsid w:val="00C671F3"/>
    <w:rsid w:val="00C74939"/>
    <w:rsid w:val="00C751AC"/>
    <w:rsid w:val="00C754F6"/>
    <w:rsid w:val="00C77803"/>
    <w:rsid w:val="00C77F8D"/>
    <w:rsid w:val="00C8034B"/>
    <w:rsid w:val="00C816F9"/>
    <w:rsid w:val="00C81E7C"/>
    <w:rsid w:val="00C82B03"/>
    <w:rsid w:val="00C8436F"/>
    <w:rsid w:val="00C8509C"/>
    <w:rsid w:val="00C910E2"/>
    <w:rsid w:val="00C91D40"/>
    <w:rsid w:val="00C93728"/>
    <w:rsid w:val="00C94A55"/>
    <w:rsid w:val="00C95306"/>
    <w:rsid w:val="00C95C4D"/>
    <w:rsid w:val="00C9648B"/>
    <w:rsid w:val="00C96740"/>
    <w:rsid w:val="00CA0E12"/>
    <w:rsid w:val="00CA258E"/>
    <w:rsid w:val="00CA496D"/>
    <w:rsid w:val="00CA533A"/>
    <w:rsid w:val="00CA5D44"/>
    <w:rsid w:val="00CA7A88"/>
    <w:rsid w:val="00CB1E96"/>
    <w:rsid w:val="00CC05E6"/>
    <w:rsid w:val="00CC38F6"/>
    <w:rsid w:val="00CC65A0"/>
    <w:rsid w:val="00CC753D"/>
    <w:rsid w:val="00CD1E20"/>
    <w:rsid w:val="00CD766B"/>
    <w:rsid w:val="00CE2281"/>
    <w:rsid w:val="00CF0917"/>
    <w:rsid w:val="00CF20E4"/>
    <w:rsid w:val="00CF2B41"/>
    <w:rsid w:val="00CF3909"/>
    <w:rsid w:val="00CF5A35"/>
    <w:rsid w:val="00CF5CA5"/>
    <w:rsid w:val="00CF5F33"/>
    <w:rsid w:val="00D02217"/>
    <w:rsid w:val="00D02D6D"/>
    <w:rsid w:val="00D03E24"/>
    <w:rsid w:val="00D07CD4"/>
    <w:rsid w:val="00D10BC2"/>
    <w:rsid w:val="00D139BC"/>
    <w:rsid w:val="00D1755E"/>
    <w:rsid w:val="00D21E09"/>
    <w:rsid w:val="00D2413A"/>
    <w:rsid w:val="00D24149"/>
    <w:rsid w:val="00D30398"/>
    <w:rsid w:val="00D32D8D"/>
    <w:rsid w:val="00D33E2A"/>
    <w:rsid w:val="00D35570"/>
    <w:rsid w:val="00D40C25"/>
    <w:rsid w:val="00D472AE"/>
    <w:rsid w:val="00D520F8"/>
    <w:rsid w:val="00D524BB"/>
    <w:rsid w:val="00D54AC2"/>
    <w:rsid w:val="00D56422"/>
    <w:rsid w:val="00D56BBD"/>
    <w:rsid w:val="00D5753B"/>
    <w:rsid w:val="00D6098C"/>
    <w:rsid w:val="00D62840"/>
    <w:rsid w:val="00D62CC1"/>
    <w:rsid w:val="00D70B60"/>
    <w:rsid w:val="00D72FC3"/>
    <w:rsid w:val="00D76A05"/>
    <w:rsid w:val="00D7705B"/>
    <w:rsid w:val="00D80429"/>
    <w:rsid w:val="00D80E30"/>
    <w:rsid w:val="00D80F5C"/>
    <w:rsid w:val="00D814DB"/>
    <w:rsid w:val="00D826CC"/>
    <w:rsid w:val="00D83F2B"/>
    <w:rsid w:val="00D87244"/>
    <w:rsid w:val="00D91244"/>
    <w:rsid w:val="00DA2AF4"/>
    <w:rsid w:val="00DA6C12"/>
    <w:rsid w:val="00DB15F8"/>
    <w:rsid w:val="00DB205D"/>
    <w:rsid w:val="00DB4E94"/>
    <w:rsid w:val="00DC07CB"/>
    <w:rsid w:val="00DC3977"/>
    <w:rsid w:val="00DD3B2E"/>
    <w:rsid w:val="00DD53CA"/>
    <w:rsid w:val="00DE076F"/>
    <w:rsid w:val="00DE4E89"/>
    <w:rsid w:val="00DE79B2"/>
    <w:rsid w:val="00DF3B41"/>
    <w:rsid w:val="00DF7F76"/>
    <w:rsid w:val="00E05A55"/>
    <w:rsid w:val="00E05AE9"/>
    <w:rsid w:val="00E11523"/>
    <w:rsid w:val="00E12417"/>
    <w:rsid w:val="00E12995"/>
    <w:rsid w:val="00E131A7"/>
    <w:rsid w:val="00E1336D"/>
    <w:rsid w:val="00E13605"/>
    <w:rsid w:val="00E1473A"/>
    <w:rsid w:val="00E17928"/>
    <w:rsid w:val="00E25634"/>
    <w:rsid w:val="00E264D8"/>
    <w:rsid w:val="00E27239"/>
    <w:rsid w:val="00E307A3"/>
    <w:rsid w:val="00E33C76"/>
    <w:rsid w:val="00E35144"/>
    <w:rsid w:val="00E419BB"/>
    <w:rsid w:val="00E41CE4"/>
    <w:rsid w:val="00E5080F"/>
    <w:rsid w:val="00E52C9A"/>
    <w:rsid w:val="00E54606"/>
    <w:rsid w:val="00E5582F"/>
    <w:rsid w:val="00E56E3F"/>
    <w:rsid w:val="00E624E0"/>
    <w:rsid w:val="00E640B4"/>
    <w:rsid w:val="00E65802"/>
    <w:rsid w:val="00E66929"/>
    <w:rsid w:val="00E74321"/>
    <w:rsid w:val="00E767E4"/>
    <w:rsid w:val="00E83744"/>
    <w:rsid w:val="00E85C3B"/>
    <w:rsid w:val="00E91561"/>
    <w:rsid w:val="00E94A76"/>
    <w:rsid w:val="00E96E73"/>
    <w:rsid w:val="00EA0A6C"/>
    <w:rsid w:val="00EA1D7B"/>
    <w:rsid w:val="00EA37AB"/>
    <w:rsid w:val="00EA6F19"/>
    <w:rsid w:val="00EB1929"/>
    <w:rsid w:val="00EB3342"/>
    <w:rsid w:val="00EB415C"/>
    <w:rsid w:val="00EB7B8A"/>
    <w:rsid w:val="00EC06EB"/>
    <w:rsid w:val="00EC08BB"/>
    <w:rsid w:val="00EC16F9"/>
    <w:rsid w:val="00EC351E"/>
    <w:rsid w:val="00ED5C13"/>
    <w:rsid w:val="00EE2DC4"/>
    <w:rsid w:val="00EE4D1C"/>
    <w:rsid w:val="00EE6DDD"/>
    <w:rsid w:val="00EF2F04"/>
    <w:rsid w:val="00EF3F2F"/>
    <w:rsid w:val="00EF467C"/>
    <w:rsid w:val="00F06FC3"/>
    <w:rsid w:val="00F072F1"/>
    <w:rsid w:val="00F10188"/>
    <w:rsid w:val="00F10309"/>
    <w:rsid w:val="00F1106A"/>
    <w:rsid w:val="00F11A0B"/>
    <w:rsid w:val="00F13C95"/>
    <w:rsid w:val="00F17889"/>
    <w:rsid w:val="00F2131C"/>
    <w:rsid w:val="00F256A6"/>
    <w:rsid w:val="00F25DAF"/>
    <w:rsid w:val="00F25EDC"/>
    <w:rsid w:val="00F2649C"/>
    <w:rsid w:val="00F27E92"/>
    <w:rsid w:val="00F312CC"/>
    <w:rsid w:val="00F354B2"/>
    <w:rsid w:val="00F3661E"/>
    <w:rsid w:val="00F369FD"/>
    <w:rsid w:val="00F36E5A"/>
    <w:rsid w:val="00F37BEF"/>
    <w:rsid w:val="00F419A3"/>
    <w:rsid w:val="00F42E20"/>
    <w:rsid w:val="00F447F4"/>
    <w:rsid w:val="00F44B69"/>
    <w:rsid w:val="00F5084B"/>
    <w:rsid w:val="00F50978"/>
    <w:rsid w:val="00F5193E"/>
    <w:rsid w:val="00F521A1"/>
    <w:rsid w:val="00F5253E"/>
    <w:rsid w:val="00F52E36"/>
    <w:rsid w:val="00F5448C"/>
    <w:rsid w:val="00F558AB"/>
    <w:rsid w:val="00F55C78"/>
    <w:rsid w:val="00F57324"/>
    <w:rsid w:val="00F61165"/>
    <w:rsid w:val="00F62269"/>
    <w:rsid w:val="00F635B5"/>
    <w:rsid w:val="00F637A4"/>
    <w:rsid w:val="00F661BA"/>
    <w:rsid w:val="00F671F2"/>
    <w:rsid w:val="00F676B1"/>
    <w:rsid w:val="00F70795"/>
    <w:rsid w:val="00F72023"/>
    <w:rsid w:val="00F7243D"/>
    <w:rsid w:val="00F73158"/>
    <w:rsid w:val="00F73837"/>
    <w:rsid w:val="00F76622"/>
    <w:rsid w:val="00F81A06"/>
    <w:rsid w:val="00F84116"/>
    <w:rsid w:val="00F86C9B"/>
    <w:rsid w:val="00F878AF"/>
    <w:rsid w:val="00F928E8"/>
    <w:rsid w:val="00F96E21"/>
    <w:rsid w:val="00FA048B"/>
    <w:rsid w:val="00FA15F4"/>
    <w:rsid w:val="00FA1F54"/>
    <w:rsid w:val="00FA20B4"/>
    <w:rsid w:val="00FA2C48"/>
    <w:rsid w:val="00FA7C71"/>
    <w:rsid w:val="00FB060D"/>
    <w:rsid w:val="00FB20A9"/>
    <w:rsid w:val="00FB531C"/>
    <w:rsid w:val="00FB5A54"/>
    <w:rsid w:val="00FB69F2"/>
    <w:rsid w:val="00FC4554"/>
    <w:rsid w:val="00FC6235"/>
    <w:rsid w:val="00FC6432"/>
    <w:rsid w:val="00FC72F0"/>
    <w:rsid w:val="00FC73F5"/>
    <w:rsid w:val="00FD1FCC"/>
    <w:rsid w:val="00FD282E"/>
    <w:rsid w:val="00FD441A"/>
    <w:rsid w:val="00FD5BA8"/>
    <w:rsid w:val="00FD5F3E"/>
    <w:rsid w:val="00FD79E6"/>
    <w:rsid w:val="00FE1123"/>
    <w:rsid w:val="00FE147E"/>
    <w:rsid w:val="00FE1D41"/>
    <w:rsid w:val="00FE3DC9"/>
    <w:rsid w:val="00FF0F7F"/>
    <w:rsid w:val="00FF14BF"/>
    <w:rsid w:val="00FF234A"/>
    <w:rsid w:val="00FF3FF6"/>
    <w:rsid w:val="00FF698D"/>
    <w:rsid w:val="00FF6D1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003"/>
    <w:pPr>
      <w:spacing w:after="200" w:line="276" w:lineRule="auto"/>
    </w:pPr>
    <w:rPr>
      <w:lang w:eastAsia="en-US"/>
    </w:rPr>
  </w:style>
  <w:style w:type="paragraph" w:styleId="Heading1">
    <w:name w:val="heading 1"/>
    <w:basedOn w:val="Normal"/>
    <w:next w:val="Normal"/>
    <w:link w:val="Heading1Char"/>
    <w:uiPriority w:val="99"/>
    <w:qFormat/>
    <w:rsid w:val="00C81E7C"/>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locked/>
    <w:rsid w:val="004605E8"/>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81E7C"/>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CE2281"/>
    <w:rPr>
      <w:rFonts w:ascii="Cambria" w:hAnsi="Cambria" w:cs="Times New Roman"/>
      <w:b/>
      <w:bCs/>
      <w:i/>
      <w:iCs/>
      <w:sz w:val="28"/>
      <w:szCs w:val="28"/>
      <w:lang w:eastAsia="en-US"/>
    </w:rPr>
  </w:style>
  <w:style w:type="paragraph" w:styleId="Header">
    <w:name w:val="header"/>
    <w:basedOn w:val="Normal"/>
    <w:link w:val="HeaderChar"/>
    <w:uiPriority w:val="99"/>
    <w:semiHidden/>
    <w:rsid w:val="00FA2C48"/>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FA2C48"/>
    <w:rPr>
      <w:rFonts w:cs="Times New Roman"/>
    </w:rPr>
  </w:style>
  <w:style w:type="paragraph" w:styleId="Footer">
    <w:name w:val="footer"/>
    <w:basedOn w:val="Normal"/>
    <w:link w:val="FooterChar"/>
    <w:uiPriority w:val="99"/>
    <w:semiHidden/>
    <w:rsid w:val="00FA2C48"/>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FA2C48"/>
    <w:rPr>
      <w:rFonts w:cs="Times New Roman"/>
    </w:rPr>
  </w:style>
  <w:style w:type="paragraph" w:styleId="BalloonText">
    <w:name w:val="Balloon Text"/>
    <w:basedOn w:val="Normal"/>
    <w:link w:val="BalloonTextChar"/>
    <w:uiPriority w:val="99"/>
    <w:semiHidden/>
    <w:rsid w:val="003D49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D49CD"/>
    <w:rPr>
      <w:rFonts w:ascii="Tahoma" w:hAnsi="Tahoma" w:cs="Tahoma"/>
      <w:sz w:val="16"/>
      <w:szCs w:val="16"/>
    </w:rPr>
  </w:style>
  <w:style w:type="character" w:customStyle="1" w:styleId="apple-style-span">
    <w:name w:val="apple-style-span"/>
    <w:basedOn w:val="DefaultParagraphFont"/>
    <w:uiPriority w:val="99"/>
    <w:rsid w:val="009332A8"/>
    <w:rPr>
      <w:rFonts w:cs="Times New Roman"/>
    </w:rPr>
  </w:style>
  <w:style w:type="character" w:customStyle="1" w:styleId="apple-converted-space">
    <w:name w:val="apple-converted-space"/>
    <w:basedOn w:val="DefaultParagraphFont"/>
    <w:uiPriority w:val="99"/>
    <w:rsid w:val="009332A8"/>
    <w:rPr>
      <w:rFonts w:cs="Times New Roman"/>
    </w:rPr>
  </w:style>
  <w:style w:type="character" w:styleId="Emphasis">
    <w:name w:val="Emphasis"/>
    <w:basedOn w:val="DefaultParagraphFont"/>
    <w:uiPriority w:val="99"/>
    <w:qFormat/>
    <w:locked/>
    <w:rsid w:val="00F42E20"/>
    <w:rPr>
      <w:rFonts w:cs="Times New Roman"/>
      <w:i/>
      <w:iCs/>
    </w:rPr>
  </w:style>
  <w:style w:type="paragraph" w:styleId="NormalWeb">
    <w:name w:val="Normal (Web)"/>
    <w:basedOn w:val="Normal"/>
    <w:link w:val="NormalWebChar"/>
    <w:uiPriority w:val="99"/>
    <w:rsid w:val="00741A8F"/>
    <w:pPr>
      <w:spacing w:before="100" w:beforeAutospacing="1" w:after="100" w:afterAutospacing="1" w:line="240" w:lineRule="auto"/>
    </w:pPr>
    <w:rPr>
      <w:rFonts w:ascii="Times New Roman" w:hAnsi="Times New Roman"/>
      <w:sz w:val="24"/>
      <w:szCs w:val="24"/>
      <w:lang w:eastAsia="ru-RU"/>
    </w:rPr>
  </w:style>
  <w:style w:type="character" w:styleId="Hyperlink">
    <w:name w:val="Hyperlink"/>
    <w:basedOn w:val="DefaultParagraphFont"/>
    <w:uiPriority w:val="99"/>
    <w:rsid w:val="00277154"/>
    <w:rPr>
      <w:rFonts w:cs="Times New Roman"/>
      <w:color w:val="0000FF"/>
      <w:u w:val="single"/>
    </w:rPr>
  </w:style>
  <w:style w:type="character" w:customStyle="1" w:styleId="mw-headline">
    <w:name w:val="mw-headline"/>
    <w:basedOn w:val="DefaultParagraphFont"/>
    <w:uiPriority w:val="99"/>
    <w:rsid w:val="00907F2C"/>
    <w:rPr>
      <w:rFonts w:cs="Times New Roman"/>
    </w:rPr>
  </w:style>
  <w:style w:type="character" w:styleId="PageNumber">
    <w:name w:val="page number"/>
    <w:basedOn w:val="DefaultParagraphFont"/>
    <w:uiPriority w:val="99"/>
    <w:rsid w:val="00FB060D"/>
    <w:rPr>
      <w:rFonts w:cs="Times New Roman"/>
    </w:rPr>
  </w:style>
  <w:style w:type="character" w:customStyle="1" w:styleId="NormalWebChar">
    <w:name w:val="Normal (Web) Char"/>
    <w:basedOn w:val="DefaultParagraphFont"/>
    <w:link w:val="NormalWeb"/>
    <w:uiPriority w:val="99"/>
    <w:locked/>
    <w:rsid w:val="008D0F34"/>
    <w:rPr>
      <w:rFonts w:cs="Times New Roman"/>
      <w:sz w:val="24"/>
      <w:szCs w:val="24"/>
      <w:lang w:val="ru-RU" w:eastAsia="ru-RU" w:bidi="ar-SA"/>
    </w:rPr>
  </w:style>
  <w:style w:type="character" w:styleId="HTMLCite">
    <w:name w:val="HTML Cite"/>
    <w:basedOn w:val="DefaultParagraphFont"/>
    <w:uiPriority w:val="99"/>
    <w:rsid w:val="0019366A"/>
    <w:rPr>
      <w:rFonts w:cs="Times New Roman"/>
      <w:i/>
      <w:iCs/>
    </w:rPr>
  </w:style>
  <w:style w:type="character" w:customStyle="1" w:styleId="blackmid">
    <w:name w:val="blackmid"/>
    <w:basedOn w:val="DefaultParagraphFont"/>
    <w:uiPriority w:val="99"/>
    <w:rsid w:val="00B61658"/>
    <w:rPr>
      <w:rFonts w:cs="Times New Roman"/>
    </w:rPr>
  </w:style>
  <w:style w:type="character" w:styleId="Strong">
    <w:name w:val="Strong"/>
    <w:basedOn w:val="DefaultParagraphFont"/>
    <w:uiPriority w:val="99"/>
    <w:qFormat/>
    <w:locked/>
    <w:rsid w:val="004F7DE1"/>
    <w:rPr>
      <w:rFonts w:cs="Times New Roman"/>
      <w:b/>
      <w:bCs/>
    </w:rPr>
  </w:style>
</w:styles>
</file>

<file path=word/webSettings.xml><?xml version="1.0" encoding="utf-8"?>
<w:webSettings xmlns:r="http://schemas.openxmlformats.org/officeDocument/2006/relationships" xmlns:w="http://schemas.openxmlformats.org/wordprocessingml/2006/main">
  <w:divs>
    <w:div w:id="485438186">
      <w:marLeft w:val="0"/>
      <w:marRight w:val="0"/>
      <w:marTop w:val="0"/>
      <w:marBottom w:val="0"/>
      <w:divBdr>
        <w:top w:val="none" w:sz="0" w:space="0" w:color="auto"/>
        <w:left w:val="none" w:sz="0" w:space="0" w:color="auto"/>
        <w:bottom w:val="none" w:sz="0" w:space="0" w:color="auto"/>
        <w:right w:val="none" w:sz="0" w:space="0" w:color="auto"/>
      </w:divBdr>
    </w:div>
    <w:div w:id="485438188">
      <w:marLeft w:val="0"/>
      <w:marRight w:val="0"/>
      <w:marTop w:val="0"/>
      <w:marBottom w:val="0"/>
      <w:divBdr>
        <w:top w:val="none" w:sz="0" w:space="0" w:color="auto"/>
        <w:left w:val="none" w:sz="0" w:space="0" w:color="auto"/>
        <w:bottom w:val="none" w:sz="0" w:space="0" w:color="auto"/>
        <w:right w:val="none" w:sz="0" w:space="0" w:color="auto"/>
      </w:divBdr>
    </w:div>
    <w:div w:id="485438189">
      <w:marLeft w:val="0"/>
      <w:marRight w:val="0"/>
      <w:marTop w:val="0"/>
      <w:marBottom w:val="0"/>
      <w:divBdr>
        <w:top w:val="none" w:sz="0" w:space="0" w:color="auto"/>
        <w:left w:val="none" w:sz="0" w:space="0" w:color="auto"/>
        <w:bottom w:val="none" w:sz="0" w:space="0" w:color="auto"/>
        <w:right w:val="none" w:sz="0" w:space="0" w:color="auto"/>
      </w:divBdr>
      <w:divsChild>
        <w:div w:id="485438193">
          <w:marLeft w:val="0"/>
          <w:marRight w:val="0"/>
          <w:marTop w:val="0"/>
          <w:marBottom w:val="0"/>
          <w:divBdr>
            <w:top w:val="none" w:sz="0" w:space="0" w:color="auto"/>
            <w:left w:val="none" w:sz="0" w:space="0" w:color="auto"/>
            <w:bottom w:val="none" w:sz="0" w:space="0" w:color="auto"/>
            <w:right w:val="none" w:sz="0" w:space="0" w:color="auto"/>
          </w:divBdr>
        </w:div>
      </w:divsChild>
    </w:div>
    <w:div w:id="485438190">
      <w:marLeft w:val="0"/>
      <w:marRight w:val="0"/>
      <w:marTop w:val="0"/>
      <w:marBottom w:val="0"/>
      <w:divBdr>
        <w:top w:val="none" w:sz="0" w:space="0" w:color="auto"/>
        <w:left w:val="none" w:sz="0" w:space="0" w:color="auto"/>
        <w:bottom w:val="none" w:sz="0" w:space="0" w:color="auto"/>
        <w:right w:val="none" w:sz="0" w:space="0" w:color="auto"/>
      </w:divBdr>
    </w:div>
    <w:div w:id="485438191">
      <w:marLeft w:val="0"/>
      <w:marRight w:val="0"/>
      <w:marTop w:val="0"/>
      <w:marBottom w:val="0"/>
      <w:divBdr>
        <w:top w:val="none" w:sz="0" w:space="0" w:color="auto"/>
        <w:left w:val="none" w:sz="0" w:space="0" w:color="auto"/>
        <w:bottom w:val="none" w:sz="0" w:space="0" w:color="auto"/>
        <w:right w:val="none" w:sz="0" w:space="0" w:color="auto"/>
      </w:divBdr>
      <w:divsChild>
        <w:div w:id="485438187">
          <w:marLeft w:val="0"/>
          <w:marRight w:val="0"/>
          <w:marTop w:val="0"/>
          <w:marBottom w:val="0"/>
          <w:divBdr>
            <w:top w:val="none" w:sz="0" w:space="0" w:color="auto"/>
            <w:left w:val="none" w:sz="0" w:space="0" w:color="auto"/>
            <w:bottom w:val="none" w:sz="0" w:space="0" w:color="auto"/>
            <w:right w:val="none" w:sz="0" w:space="0" w:color="auto"/>
          </w:divBdr>
        </w:div>
      </w:divsChild>
    </w:div>
    <w:div w:id="485438192">
      <w:marLeft w:val="0"/>
      <w:marRight w:val="0"/>
      <w:marTop w:val="0"/>
      <w:marBottom w:val="0"/>
      <w:divBdr>
        <w:top w:val="none" w:sz="0" w:space="0" w:color="auto"/>
        <w:left w:val="none" w:sz="0" w:space="0" w:color="auto"/>
        <w:bottom w:val="none" w:sz="0" w:space="0" w:color="auto"/>
        <w:right w:val="none" w:sz="0" w:space="0" w:color="auto"/>
      </w:divBdr>
    </w:div>
    <w:div w:id="485438194">
      <w:marLeft w:val="0"/>
      <w:marRight w:val="0"/>
      <w:marTop w:val="0"/>
      <w:marBottom w:val="0"/>
      <w:divBdr>
        <w:top w:val="none" w:sz="0" w:space="0" w:color="auto"/>
        <w:left w:val="none" w:sz="0" w:space="0" w:color="auto"/>
        <w:bottom w:val="none" w:sz="0" w:space="0" w:color="auto"/>
        <w:right w:val="none" w:sz="0" w:space="0" w:color="auto"/>
      </w:divBdr>
    </w:div>
    <w:div w:id="485438195">
      <w:marLeft w:val="0"/>
      <w:marRight w:val="0"/>
      <w:marTop w:val="0"/>
      <w:marBottom w:val="0"/>
      <w:divBdr>
        <w:top w:val="none" w:sz="0" w:space="0" w:color="auto"/>
        <w:left w:val="none" w:sz="0" w:space="0" w:color="auto"/>
        <w:bottom w:val="none" w:sz="0" w:space="0" w:color="auto"/>
        <w:right w:val="none" w:sz="0" w:space="0" w:color="auto"/>
      </w:divBdr>
    </w:div>
    <w:div w:id="485438202">
      <w:marLeft w:val="0"/>
      <w:marRight w:val="0"/>
      <w:marTop w:val="0"/>
      <w:marBottom w:val="0"/>
      <w:divBdr>
        <w:top w:val="none" w:sz="0" w:space="0" w:color="auto"/>
        <w:left w:val="none" w:sz="0" w:space="0" w:color="auto"/>
        <w:bottom w:val="none" w:sz="0" w:space="0" w:color="auto"/>
        <w:right w:val="none" w:sz="0" w:space="0" w:color="auto"/>
      </w:divBdr>
    </w:div>
    <w:div w:id="485438203">
      <w:marLeft w:val="0"/>
      <w:marRight w:val="0"/>
      <w:marTop w:val="0"/>
      <w:marBottom w:val="0"/>
      <w:divBdr>
        <w:top w:val="none" w:sz="0" w:space="0" w:color="auto"/>
        <w:left w:val="none" w:sz="0" w:space="0" w:color="auto"/>
        <w:bottom w:val="none" w:sz="0" w:space="0" w:color="auto"/>
        <w:right w:val="none" w:sz="0" w:space="0" w:color="auto"/>
      </w:divBdr>
    </w:div>
    <w:div w:id="485438204">
      <w:marLeft w:val="0"/>
      <w:marRight w:val="0"/>
      <w:marTop w:val="0"/>
      <w:marBottom w:val="0"/>
      <w:divBdr>
        <w:top w:val="none" w:sz="0" w:space="0" w:color="auto"/>
        <w:left w:val="none" w:sz="0" w:space="0" w:color="auto"/>
        <w:bottom w:val="none" w:sz="0" w:space="0" w:color="auto"/>
        <w:right w:val="none" w:sz="0" w:space="0" w:color="auto"/>
      </w:divBdr>
    </w:div>
    <w:div w:id="485438207">
      <w:marLeft w:val="0"/>
      <w:marRight w:val="0"/>
      <w:marTop w:val="0"/>
      <w:marBottom w:val="0"/>
      <w:divBdr>
        <w:top w:val="none" w:sz="0" w:space="0" w:color="auto"/>
        <w:left w:val="none" w:sz="0" w:space="0" w:color="auto"/>
        <w:bottom w:val="none" w:sz="0" w:space="0" w:color="auto"/>
        <w:right w:val="none" w:sz="0" w:space="0" w:color="auto"/>
      </w:divBdr>
      <w:divsChild>
        <w:div w:id="485438220">
          <w:marLeft w:val="0"/>
          <w:marRight w:val="0"/>
          <w:marTop w:val="0"/>
          <w:marBottom w:val="0"/>
          <w:divBdr>
            <w:top w:val="none" w:sz="0" w:space="0" w:color="auto"/>
            <w:left w:val="none" w:sz="0" w:space="0" w:color="auto"/>
            <w:bottom w:val="none" w:sz="0" w:space="0" w:color="auto"/>
            <w:right w:val="none" w:sz="0" w:space="0" w:color="auto"/>
          </w:divBdr>
          <w:divsChild>
            <w:div w:id="485438197">
              <w:marLeft w:val="0"/>
              <w:marRight w:val="0"/>
              <w:marTop w:val="0"/>
              <w:marBottom w:val="0"/>
              <w:divBdr>
                <w:top w:val="none" w:sz="0" w:space="0" w:color="auto"/>
                <w:left w:val="none" w:sz="0" w:space="0" w:color="auto"/>
                <w:bottom w:val="none" w:sz="0" w:space="0" w:color="auto"/>
                <w:right w:val="none" w:sz="0" w:space="0" w:color="auto"/>
              </w:divBdr>
            </w:div>
            <w:div w:id="485438198">
              <w:marLeft w:val="0"/>
              <w:marRight w:val="0"/>
              <w:marTop w:val="0"/>
              <w:marBottom w:val="0"/>
              <w:divBdr>
                <w:top w:val="none" w:sz="0" w:space="0" w:color="auto"/>
                <w:left w:val="none" w:sz="0" w:space="0" w:color="auto"/>
                <w:bottom w:val="none" w:sz="0" w:space="0" w:color="auto"/>
                <w:right w:val="none" w:sz="0" w:space="0" w:color="auto"/>
              </w:divBdr>
            </w:div>
            <w:div w:id="485438199">
              <w:marLeft w:val="0"/>
              <w:marRight w:val="0"/>
              <w:marTop w:val="0"/>
              <w:marBottom w:val="0"/>
              <w:divBdr>
                <w:top w:val="none" w:sz="0" w:space="0" w:color="auto"/>
                <w:left w:val="none" w:sz="0" w:space="0" w:color="auto"/>
                <w:bottom w:val="none" w:sz="0" w:space="0" w:color="auto"/>
                <w:right w:val="none" w:sz="0" w:space="0" w:color="auto"/>
              </w:divBdr>
            </w:div>
            <w:div w:id="485438200">
              <w:marLeft w:val="0"/>
              <w:marRight w:val="0"/>
              <w:marTop w:val="0"/>
              <w:marBottom w:val="0"/>
              <w:divBdr>
                <w:top w:val="none" w:sz="0" w:space="0" w:color="auto"/>
                <w:left w:val="none" w:sz="0" w:space="0" w:color="auto"/>
                <w:bottom w:val="none" w:sz="0" w:space="0" w:color="auto"/>
                <w:right w:val="none" w:sz="0" w:space="0" w:color="auto"/>
              </w:divBdr>
            </w:div>
            <w:div w:id="485438201">
              <w:marLeft w:val="0"/>
              <w:marRight w:val="0"/>
              <w:marTop w:val="0"/>
              <w:marBottom w:val="0"/>
              <w:divBdr>
                <w:top w:val="none" w:sz="0" w:space="0" w:color="auto"/>
                <w:left w:val="none" w:sz="0" w:space="0" w:color="auto"/>
                <w:bottom w:val="none" w:sz="0" w:space="0" w:color="auto"/>
                <w:right w:val="none" w:sz="0" w:space="0" w:color="auto"/>
              </w:divBdr>
            </w:div>
            <w:div w:id="485438206">
              <w:marLeft w:val="0"/>
              <w:marRight w:val="0"/>
              <w:marTop w:val="0"/>
              <w:marBottom w:val="0"/>
              <w:divBdr>
                <w:top w:val="none" w:sz="0" w:space="0" w:color="auto"/>
                <w:left w:val="none" w:sz="0" w:space="0" w:color="auto"/>
                <w:bottom w:val="none" w:sz="0" w:space="0" w:color="auto"/>
                <w:right w:val="none" w:sz="0" w:space="0" w:color="auto"/>
              </w:divBdr>
            </w:div>
            <w:div w:id="485438209">
              <w:marLeft w:val="0"/>
              <w:marRight w:val="0"/>
              <w:marTop w:val="0"/>
              <w:marBottom w:val="0"/>
              <w:divBdr>
                <w:top w:val="none" w:sz="0" w:space="0" w:color="auto"/>
                <w:left w:val="none" w:sz="0" w:space="0" w:color="auto"/>
                <w:bottom w:val="none" w:sz="0" w:space="0" w:color="auto"/>
                <w:right w:val="none" w:sz="0" w:space="0" w:color="auto"/>
              </w:divBdr>
            </w:div>
            <w:div w:id="485438210">
              <w:marLeft w:val="0"/>
              <w:marRight w:val="0"/>
              <w:marTop w:val="0"/>
              <w:marBottom w:val="0"/>
              <w:divBdr>
                <w:top w:val="none" w:sz="0" w:space="0" w:color="auto"/>
                <w:left w:val="none" w:sz="0" w:space="0" w:color="auto"/>
                <w:bottom w:val="none" w:sz="0" w:space="0" w:color="auto"/>
                <w:right w:val="none" w:sz="0" w:space="0" w:color="auto"/>
              </w:divBdr>
            </w:div>
            <w:div w:id="485438211">
              <w:marLeft w:val="0"/>
              <w:marRight w:val="0"/>
              <w:marTop w:val="0"/>
              <w:marBottom w:val="0"/>
              <w:divBdr>
                <w:top w:val="none" w:sz="0" w:space="0" w:color="auto"/>
                <w:left w:val="none" w:sz="0" w:space="0" w:color="auto"/>
                <w:bottom w:val="none" w:sz="0" w:space="0" w:color="auto"/>
                <w:right w:val="none" w:sz="0" w:space="0" w:color="auto"/>
              </w:divBdr>
            </w:div>
            <w:div w:id="485438214">
              <w:marLeft w:val="0"/>
              <w:marRight w:val="0"/>
              <w:marTop w:val="0"/>
              <w:marBottom w:val="0"/>
              <w:divBdr>
                <w:top w:val="none" w:sz="0" w:space="0" w:color="auto"/>
                <w:left w:val="none" w:sz="0" w:space="0" w:color="auto"/>
                <w:bottom w:val="none" w:sz="0" w:space="0" w:color="auto"/>
                <w:right w:val="none" w:sz="0" w:space="0" w:color="auto"/>
              </w:divBdr>
            </w:div>
            <w:div w:id="485438215">
              <w:marLeft w:val="0"/>
              <w:marRight w:val="0"/>
              <w:marTop w:val="0"/>
              <w:marBottom w:val="0"/>
              <w:divBdr>
                <w:top w:val="none" w:sz="0" w:space="0" w:color="auto"/>
                <w:left w:val="none" w:sz="0" w:space="0" w:color="auto"/>
                <w:bottom w:val="none" w:sz="0" w:space="0" w:color="auto"/>
                <w:right w:val="none" w:sz="0" w:space="0" w:color="auto"/>
              </w:divBdr>
            </w:div>
            <w:div w:id="485438216">
              <w:marLeft w:val="0"/>
              <w:marRight w:val="0"/>
              <w:marTop w:val="0"/>
              <w:marBottom w:val="0"/>
              <w:divBdr>
                <w:top w:val="none" w:sz="0" w:space="0" w:color="auto"/>
                <w:left w:val="none" w:sz="0" w:space="0" w:color="auto"/>
                <w:bottom w:val="none" w:sz="0" w:space="0" w:color="auto"/>
                <w:right w:val="none" w:sz="0" w:space="0" w:color="auto"/>
              </w:divBdr>
            </w:div>
            <w:div w:id="485438217">
              <w:marLeft w:val="0"/>
              <w:marRight w:val="0"/>
              <w:marTop w:val="0"/>
              <w:marBottom w:val="0"/>
              <w:divBdr>
                <w:top w:val="none" w:sz="0" w:space="0" w:color="auto"/>
                <w:left w:val="none" w:sz="0" w:space="0" w:color="auto"/>
                <w:bottom w:val="none" w:sz="0" w:space="0" w:color="auto"/>
                <w:right w:val="none" w:sz="0" w:space="0" w:color="auto"/>
              </w:divBdr>
            </w:div>
            <w:div w:id="485438218">
              <w:marLeft w:val="0"/>
              <w:marRight w:val="0"/>
              <w:marTop w:val="0"/>
              <w:marBottom w:val="0"/>
              <w:divBdr>
                <w:top w:val="none" w:sz="0" w:space="0" w:color="auto"/>
                <w:left w:val="none" w:sz="0" w:space="0" w:color="auto"/>
                <w:bottom w:val="none" w:sz="0" w:space="0" w:color="auto"/>
                <w:right w:val="none" w:sz="0" w:space="0" w:color="auto"/>
              </w:divBdr>
            </w:div>
            <w:div w:id="485438221">
              <w:marLeft w:val="0"/>
              <w:marRight w:val="0"/>
              <w:marTop w:val="0"/>
              <w:marBottom w:val="0"/>
              <w:divBdr>
                <w:top w:val="none" w:sz="0" w:space="0" w:color="auto"/>
                <w:left w:val="none" w:sz="0" w:space="0" w:color="auto"/>
                <w:bottom w:val="none" w:sz="0" w:space="0" w:color="auto"/>
                <w:right w:val="none" w:sz="0" w:space="0" w:color="auto"/>
              </w:divBdr>
            </w:div>
            <w:div w:id="485438222">
              <w:marLeft w:val="0"/>
              <w:marRight w:val="0"/>
              <w:marTop w:val="0"/>
              <w:marBottom w:val="0"/>
              <w:divBdr>
                <w:top w:val="none" w:sz="0" w:space="0" w:color="auto"/>
                <w:left w:val="none" w:sz="0" w:space="0" w:color="auto"/>
                <w:bottom w:val="none" w:sz="0" w:space="0" w:color="auto"/>
                <w:right w:val="none" w:sz="0" w:space="0" w:color="auto"/>
              </w:divBdr>
            </w:div>
            <w:div w:id="485438223">
              <w:marLeft w:val="0"/>
              <w:marRight w:val="0"/>
              <w:marTop w:val="0"/>
              <w:marBottom w:val="0"/>
              <w:divBdr>
                <w:top w:val="none" w:sz="0" w:space="0" w:color="auto"/>
                <w:left w:val="none" w:sz="0" w:space="0" w:color="auto"/>
                <w:bottom w:val="none" w:sz="0" w:space="0" w:color="auto"/>
                <w:right w:val="none" w:sz="0" w:space="0" w:color="auto"/>
              </w:divBdr>
            </w:div>
            <w:div w:id="485438224">
              <w:marLeft w:val="0"/>
              <w:marRight w:val="0"/>
              <w:marTop w:val="0"/>
              <w:marBottom w:val="0"/>
              <w:divBdr>
                <w:top w:val="none" w:sz="0" w:space="0" w:color="auto"/>
                <w:left w:val="none" w:sz="0" w:space="0" w:color="auto"/>
                <w:bottom w:val="none" w:sz="0" w:space="0" w:color="auto"/>
                <w:right w:val="none" w:sz="0" w:space="0" w:color="auto"/>
              </w:divBdr>
            </w:div>
            <w:div w:id="485438225">
              <w:marLeft w:val="0"/>
              <w:marRight w:val="0"/>
              <w:marTop w:val="0"/>
              <w:marBottom w:val="0"/>
              <w:divBdr>
                <w:top w:val="none" w:sz="0" w:space="0" w:color="auto"/>
                <w:left w:val="none" w:sz="0" w:space="0" w:color="auto"/>
                <w:bottom w:val="none" w:sz="0" w:space="0" w:color="auto"/>
                <w:right w:val="none" w:sz="0" w:space="0" w:color="auto"/>
              </w:divBdr>
            </w:div>
            <w:div w:id="485438226">
              <w:marLeft w:val="0"/>
              <w:marRight w:val="0"/>
              <w:marTop w:val="0"/>
              <w:marBottom w:val="0"/>
              <w:divBdr>
                <w:top w:val="none" w:sz="0" w:space="0" w:color="auto"/>
                <w:left w:val="none" w:sz="0" w:space="0" w:color="auto"/>
                <w:bottom w:val="none" w:sz="0" w:space="0" w:color="auto"/>
                <w:right w:val="none" w:sz="0" w:space="0" w:color="auto"/>
              </w:divBdr>
            </w:div>
            <w:div w:id="485438227">
              <w:marLeft w:val="0"/>
              <w:marRight w:val="0"/>
              <w:marTop w:val="0"/>
              <w:marBottom w:val="0"/>
              <w:divBdr>
                <w:top w:val="none" w:sz="0" w:space="0" w:color="auto"/>
                <w:left w:val="none" w:sz="0" w:space="0" w:color="auto"/>
                <w:bottom w:val="none" w:sz="0" w:space="0" w:color="auto"/>
                <w:right w:val="none" w:sz="0" w:space="0" w:color="auto"/>
              </w:divBdr>
            </w:div>
            <w:div w:id="485438228">
              <w:marLeft w:val="0"/>
              <w:marRight w:val="0"/>
              <w:marTop w:val="0"/>
              <w:marBottom w:val="0"/>
              <w:divBdr>
                <w:top w:val="none" w:sz="0" w:space="0" w:color="auto"/>
                <w:left w:val="none" w:sz="0" w:space="0" w:color="auto"/>
                <w:bottom w:val="none" w:sz="0" w:space="0" w:color="auto"/>
                <w:right w:val="none" w:sz="0" w:space="0" w:color="auto"/>
              </w:divBdr>
            </w:div>
            <w:div w:id="485438229">
              <w:marLeft w:val="0"/>
              <w:marRight w:val="0"/>
              <w:marTop w:val="0"/>
              <w:marBottom w:val="0"/>
              <w:divBdr>
                <w:top w:val="none" w:sz="0" w:space="0" w:color="auto"/>
                <w:left w:val="none" w:sz="0" w:space="0" w:color="auto"/>
                <w:bottom w:val="none" w:sz="0" w:space="0" w:color="auto"/>
                <w:right w:val="none" w:sz="0" w:space="0" w:color="auto"/>
              </w:divBdr>
            </w:div>
            <w:div w:id="485438231">
              <w:marLeft w:val="0"/>
              <w:marRight w:val="0"/>
              <w:marTop w:val="0"/>
              <w:marBottom w:val="0"/>
              <w:divBdr>
                <w:top w:val="none" w:sz="0" w:space="0" w:color="auto"/>
                <w:left w:val="none" w:sz="0" w:space="0" w:color="auto"/>
                <w:bottom w:val="none" w:sz="0" w:space="0" w:color="auto"/>
                <w:right w:val="none" w:sz="0" w:space="0" w:color="auto"/>
              </w:divBdr>
            </w:div>
            <w:div w:id="485438232">
              <w:marLeft w:val="0"/>
              <w:marRight w:val="0"/>
              <w:marTop w:val="0"/>
              <w:marBottom w:val="0"/>
              <w:divBdr>
                <w:top w:val="none" w:sz="0" w:space="0" w:color="auto"/>
                <w:left w:val="none" w:sz="0" w:space="0" w:color="auto"/>
                <w:bottom w:val="none" w:sz="0" w:space="0" w:color="auto"/>
                <w:right w:val="none" w:sz="0" w:space="0" w:color="auto"/>
              </w:divBdr>
            </w:div>
            <w:div w:id="485438233">
              <w:marLeft w:val="0"/>
              <w:marRight w:val="0"/>
              <w:marTop w:val="0"/>
              <w:marBottom w:val="0"/>
              <w:divBdr>
                <w:top w:val="none" w:sz="0" w:space="0" w:color="auto"/>
                <w:left w:val="none" w:sz="0" w:space="0" w:color="auto"/>
                <w:bottom w:val="none" w:sz="0" w:space="0" w:color="auto"/>
                <w:right w:val="none" w:sz="0" w:space="0" w:color="auto"/>
              </w:divBdr>
            </w:div>
            <w:div w:id="485438234">
              <w:marLeft w:val="0"/>
              <w:marRight w:val="0"/>
              <w:marTop w:val="0"/>
              <w:marBottom w:val="0"/>
              <w:divBdr>
                <w:top w:val="none" w:sz="0" w:space="0" w:color="auto"/>
                <w:left w:val="none" w:sz="0" w:space="0" w:color="auto"/>
                <w:bottom w:val="none" w:sz="0" w:space="0" w:color="auto"/>
                <w:right w:val="none" w:sz="0" w:space="0" w:color="auto"/>
              </w:divBdr>
            </w:div>
            <w:div w:id="485438236">
              <w:marLeft w:val="0"/>
              <w:marRight w:val="0"/>
              <w:marTop w:val="0"/>
              <w:marBottom w:val="0"/>
              <w:divBdr>
                <w:top w:val="none" w:sz="0" w:space="0" w:color="auto"/>
                <w:left w:val="none" w:sz="0" w:space="0" w:color="auto"/>
                <w:bottom w:val="none" w:sz="0" w:space="0" w:color="auto"/>
                <w:right w:val="none" w:sz="0" w:space="0" w:color="auto"/>
              </w:divBdr>
            </w:div>
            <w:div w:id="48543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438212">
      <w:marLeft w:val="0"/>
      <w:marRight w:val="0"/>
      <w:marTop w:val="0"/>
      <w:marBottom w:val="0"/>
      <w:divBdr>
        <w:top w:val="none" w:sz="0" w:space="0" w:color="auto"/>
        <w:left w:val="none" w:sz="0" w:space="0" w:color="auto"/>
        <w:bottom w:val="none" w:sz="0" w:space="0" w:color="auto"/>
        <w:right w:val="none" w:sz="0" w:space="0" w:color="auto"/>
      </w:divBdr>
      <w:divsChild>
        <w:div w:id="485438230">
          <w:marLeft w:val="0"/>
          <w:marRight w:val="0"/>
          <w:marTop w:val="0"/>
          <w:marBottom w:val="0"/>
          <w:divBdr>
            <w:top w:val="none" w:sz="0" w:space="0" w:color="auto"/>
            <w:left w:val="none" w:sz="0" w:space="0" w:color="auto"/>
            <w:bottom w:val="none" w:sz="0" w:space="0" w:color="auto"/>
            <w:right w:val="none" w:sz="0" w:space="0" w:color="auto"/>
          </w:divBdr>
        </w:div>
      </w:divsChild>
    </w:div>
    <w:div w:id="485438219">
      <w:marLeft w:val="0"/>
      <w:marRight w:val="0"/>
      <w:marTop w:val="0"/>
      <w:marBottom w:val="0"/>
      <w:divBdr>
        <w:top w:val="none" w:sz="0" w:space="0" w:color="auto"/>
        <w:left w:val="none" w:sz="0" w:space="0" w:color="auto"/>
        <w:bottom w:val="none" w:sz="0" w:space="0" w:color="auto"/>
        <w:right w:val="none" w:sz="0" w:space="0" w:color="auto"/>
      </w:divBdr>
      <w:divsChild>
        <w:div w:id="485438196">
          <w:marLeft w:val="0"/>
          <w:marRight w:val="0"/>
          <w:marTop w:val="0"/>
          <w:marBottom w:val="0"/>
          <w:divBdr>
            <w:top w:val="none" w:sz="0" w:space="0" w:color="auto"/>
            <w:left w:val="none" w:sz="0" w:space="0" w:color="auto"/>
            <w:bottom w:val="none" w:sz="0" w:space="0" w:color="auto"/>
            <w:right w:val="none" w:sz="0" w:space="0" w:color="auto"/>
          </w:divBdr>
        </w:div>
        <w:div w:id="485438205">
          <w:marLeft w:val="0"/>
          <w:marRight w:val="0"/>
          <w:marTop w:val="0"/>
          <w:marBottom w:val="0"/>
          <w:divBdr>
            <w:top w:val="none" w:sz="0" w:space="0" w:color="auto"/>
            <w:left w:val="none" w:sz="0" w:space="0" w:color="auto"/>
            <w:bottom w:val="none" w:sz="0" w:space="0" w:color="auto"/>
            <w:right w:val="none" w:sz="0" w:space="0" w:color="auto"/>
          </w:divBdr>
        </w:div>
        <w:div w:id="485438208">
          <w:marLeft w:val="0"/>
          <w:marRight w:val="0"/>
          <w:marTop w:val="0"/>
          <w:marBottom w:val="0"/>
          <w:divBdr>
            <w:top w:val="none" w:sz="0" w:space="0" w:color="auto"/>
            <w:left w:val="none" w:sz="0" w:space="0" w:color="auto"/>
            <w:bottom w:val="none" w:sz="0" w:space="0" w:color="auto"/>
            <w:right w:val="none" w:sz="0" w:space="0" w:color="auto"/>
          </w:divBdr>
        </w:div>
        <w:div w:id="485438213">
          <w:marLeft w:val="0"/>
          <w:marRight w:val="0"/>
          <w:marTop w:val="0"/>
          <w:marBottom w:val="0"/>
          <w:divBdr>
            <w:top w:val="none" w:sz="0" w:space="0" w:color="auto"/>
            <w:left w:val="none" w:sz="0" w:space="0" w:color="auto"/>
            <w:bottom w:val="none" w:sz="0" w:space="0" w:color="auto"/>
            <w:right w:val="none" w:sz="0" w:space="0" w:color="auto"/>
          </w:divBdr>
        </w:div>
        <w:div w:id="485438235">
          <w:marLeft w:val="0"/>
          <w:marRight w:val="0"/>
          <w:marTop w:val="0"/>
          <w:marBottom w:val="0"/>
          <w:divBdr>
            <w:top w:val="none" w:sz="0" w:space="0" w:color="auto"/>
            <w:left w:val="none" w:sz="0" w:space="0" w:color="auto"/>
            <w:bottom w:val="none" w:sz="0" w:space="0" w:color="auto"/>
            <w:right w:val="none" w:sz="0" w:space="0" w:color="auto"/>
          </w:divBdr>
        </w:div>
        <w:div w:id="485438238">
          <w:marLeft w:val="0"/>
          <w:marRight w:val="0"/>
          <w:marTop w:val="0"/>
          <w:marBottom w:val="0"/>
          <w:divBdr>
            <w:top w:val="none" w:sz="0" w:space="0" w:color="auto"/>
            <w:left w:val="none" w:sz="0" w:space="0" w:color="auto"/>
            <w:bottom w:val="none" w:sz="0" w:space="0" w:color="auto"/>
            <w:right w:val="none" w:sz="0" w:space="0" w:color="auto"/>
          </w:divBdr>
        </w:div>
      </w:divsChild>
    </w:div>
    <w:div w:id="485438239">
      <w:marLeft w:val="0"/>
      <w:marRight w:val="0"/>
      <w:marTop w:val="0"/>
      <w:marBottom w:val="0"/>
      <w:divBdr>
        <w:top w:val="none" w:sz="0" w:space="0" w:color="auto"/>
        <w:left w:val="none" w:sz="0" w:space="0" w:color="auto"/>
        <w:bottom w:val="none" w:sz="0" w:space="0" w:color="auto"/>
        <w:right w:val="none" w:sz="0" w:space="0" w:color="auto"/>
      </w:divBdr>
    </w:div>
    <w:div w:id="485438240">
      <w:marLeft w:val="0"/>
      <w:marRight w:val="0"/>
      <w:marTop w:val="0"/>
      <w:marBottom w:val="0"/>
      <w:divBdr>
        <w:top w:val="none" w:sz="0" w:space="0" w:color="auto"/>
        <w:left w:val="none" w:sz="0" w:space="0" w:color="auto"/>
        <w:bottom w:val="none" w:sz="0" w:space="0" w:color="auto"/>
        <w:right w:val="none" w:sz="0" w:space="0" w:color="auto"/>
      </w:divBdr>
      <w:divsChild>
        <w:div w:id="485438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2448</TotalTime>
  <Pages>7</Pages>
  <Words>4083</Words>
  <Characters>23279</Characters>
  <Application>Microsoft Office Outlook</Application>
  <DocSecurity>0</DocSecurity>
  <Lines>0</Lines>
  <Paragraphs>0</Paragraphs>
  <ScaleCrop>false</ScaleCrop>
  <Company>RUSSIA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2007</dc:creator>
  <cp:keywords/>
  <dc:description/>
  <cp:lastModifiedBy>Natalia</cp:lastModifiedBy>
  <cp:revision>725</cp:revision>
  <dcterms:created xsi:type="dcterms:W3CDTF">2012-11-25T17:31:00Z</dcterms:created>
  <dcterms:modified xsi:type="dcterms:W3CDTF">2013-11-09T21:16:00Z</dcterms:modified>
</cp:coreProperties>
</file>